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F9" w:rsidRDefault="005869F9" w:rsidP="00B12DE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869F9" w:rsidRPr="007E1D3D" w:rsidRDefault="005869F9" w:rsidP="007E1D3D">
      <w:pPr>
        <w:shd w:val="clear" w:color="auto" w:fill="FFFFFF"/>
        <w:spacing w:after="0" w:line="300" w:lineRule="atLeast"/>
        <w:jc w:val="center"/>
        <w:rPr>
          <w:rFonts w:ascii="Arial" w:hAnsi="Arial" w:cs="Arial"/>
          <w:sz w:val="24"/>
          <w:szCs w:val="24"/>
          <w:lang w:eastAsia="ru-RU"/>
        </w:rPr>
      </w:pPr>
      <w:r w:rsidRPr="004C500B">
        <w:rPr>
          <w:rFonts w:ascii="Arial" w:hAnsi="Arial" w:cs="Arial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i1025" type="#_x0000_t75" alt="kp111242_img_001" style="width:33.75pt;height:48pt;visibility:visible">
            <v:imagedata r:id="rId5" o:title=""/>
          </v:shape>
        </w:pict>
      </w:r>
    </w:p>
    <w:p w:rsidR="005869F9" w:rsidRPr="007E1D3D" w:rsidRDefault="005869F9" w:rsidP="007E1D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7E1D3D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5869F9" w:rsidRPr="007E1D3D" w:rsidRDefault="005869F9" w:rsidP="007E1D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7E1D3D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5869F9" w:rsidRPr="007E1D3D" w:rsidRDefault="005869F9" w:rsidP="007E1D3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1D3D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5869F9" w:rsidRPr="007E1D3D" w:rsidRDefault="005869F9" w:rsidP="007E1D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ХІХ ПОЗАЧЕРГОВА </w:t>
      </w:r>
      <w:r w:rsidRPr="007E1D3D">
        <w:rPr>
          <w:rFonts w:ascii="Times New Roman" w:hAnsi="Times New Roman"/>
          <w:b/>
          <w:sz w:val="28"/>
          <w:szCs w:val="28"/>
          <w:lang w:eastAsia="ru-RU"/>
        </w:rPr>
        <w:t>СЕСІЯ СЬОМОГО  СКЛИКАННЯ</w:t>
      </w:r>
    </w:p>
    <w:p w:rsidR="005869F9" w:rsidRPr="007E1D3D" w:rsidRDefault="005869F9" w:rsidP="007E1D3D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  <w:lang w:eastAsia="uk-UA"/>
        </w:rPr>
      </w:pPr>
      <w:r w:rsidRPr="007E1D3D">
        <w:rPr>
          <w:rFonts w:ascii="Times New Roman" w:hAnsi="Times New Roman"/>
          <w:b/>
          <w:sz w:val="36"/>
          <w:szCs w:val="36"/>
          <w:lang w:eastAsia="uk-UA"/>
        </w:rPr>
        <w:t>РІШЕННЯ №</w:t>
      </w:r>
    </w:p>
    <w:p w:rsidR="005869F9" w:rsidRPr="007E1D3D" w:rsidRDefault="005869F9" w:rsidP="007E1D3D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«13» _вересня</w:t>
      </w:r>
      <w:r w:rsidRPr="007E1D3D">
        <w:rPr>
          <w:rFonts w:ascii="Times New Roman" w:hAnsi="Times New Roman"/>
          <w:sz w:val="24"/>
          <w:szCs w:val="24"/>
          <w:lang w:eastAsia="uk-UA"/>
        </w:rPr>
        <w:t>_ 2016 р.</w:t>
      </w:r>
    </w:p>
    <w:p w:rsidR="005869F9" w:rsidRPr="007E1D3D" w:rsidRDefault="005869F9" w:rsidP="007E1D3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5869F9" w:rsidRDefault="005869F9" w:rsidP="00A20CFB">
      <w:pPr>
        <w:widowControl w:val="0"/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869F9" w:rsidRDefault="005869F9" w:rsidP="00A20CFB">
      <w:pPr>
        <w:widowControl w:val="0"/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77587">
        <w:rPr>
          <w:rFonts w:ascii="Times New Roman" w:hAnsi="Times New Roman"/>
          <w:b/>
          <w:bCs/>
          <w:sz w:val="28"/>
          <w:szCs w:val="28"/>
          <w:lang w:val="ru-RU"/>
        </w:rPr>
        <w:t xml:space="preserve">Про присвоєння почесних відзнак </w:t>
      </w:r>
    </w:p>
    <w:p w:rsidR="005869F9" w:rsidRPr="00E77587" w:rsidRDefault="005869F9" w:rsidP="00A20CFB">
      <w:pPr>
        <w:widowControl w:val="0"/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77587">
        <w:rPr>
          <w:rFonts w:ascii="Times New Roman" w:hAnsi="Times New Roman"/>
          <w:b/>
          <w:bCs/>
          <w:sz w:val="28"/>
          <w:szCs w:val="28"/>
          <w:lang w:val="ru-RU"/>
        </w:rPr>
        <w:t>територі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альної громади м. Городка у 2017</w:t>
      </w:r>
      <w:r w:rsidRPr="00E77587">
        <w:rPr>
          <w:rFonts w:ascii="Times New Roman" w:hAnsi="Times New Roman"/>
          <w:b/>
          <w:bCs/>
          <w:sz w:val="28"/>
          <w:szCs w:val="28"/>
          <w:lang w:val="ru-RU"/>
        </w:rPr>
        <w:t xml:space="preserve"> р.</w:t>
      </w:r>
    </w:p>
    <w:p w:rsidR="005869F9" w:rsidRPr="00E77587" w:rsidRDefault="005869F9" w:rsidP="00A20CFB">
      <w:pPr>
        <w:widowControl w:val="0"/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5869F9" w:rsidRPr="00E77587" w:rsidRDefault="005869F9" w:rsidP="00E77587">
      <w:pPr>
        <w:widowControl w:val="0"/>
        <w:spacing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77587">
        <w:rPr>
          <w:rFonts w:ascii="Times New Roman" w:hAnsi="Times New Roman"/>
          <w:bCs/>
          <w:sz w:val="28"/>
          <w:szCs w:val="28"/>
          <w:lang w:val="ru-RU"/>
        </w:rPr>
        <w:t xml:space="preserve">Керуючись рішенням міської ради </w:t>
      </w:r>
      <w:r w:rsidRPr="00E77587">
        <w:rPr>
          <w:rFonts w:ascii="Times New Roman" w:hAnsi="Times New Roman"/>
          <w:bCs/>
          <w:sz w:val="28"/>
          <w:szCs w:val="28"/>
        </w:rPr>
        <w:t>№ 267 від 24 червня 2011р.</w:t>
      </w:r>
      <w:r w:rsidRPr="00E77587">
        <w:rPr>
          <w:rFonts w:ascii="Times New Roman" w:hAnsi="Times New Roman"/>
          <w:bCs/>
          <w:sz w:val="28"/>
          <w:szCs w:val="28"/>
          <w:lang w:val="ru-RU"/>
        </w:rPr>
        <w:t xml:space="preserve"> “Про затвердження Положення про почесні відзнаки територіальної громади м. Городка“, враховуючи пропозиції оргкомітету:</w:t>
      </w:r>
    </w:p>
    <w:p w:rsidR="005869F9" w:rsidRPr="00E77587" w:rsidRDefault="005869F9" w:rsidP="00E77587">
      <w:pPr>
        <w:widowControl w:val="0"/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5869F9" w:rsidRPr="00E77587" w:rsidRDefault="005869F9" w:rsidP="00E77587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7587">
        <w:rPr>
          <w:rFonts w:ascii="Times New Roman" w:hAnsi="Times New Roman"/>
          <w:bCs/>
          <w:sz w:val="28"/>
          <w:szCs w:val="28"/>
          <w:lang w:val="ru-RU"/>
        </w:rPr>
        <w:t>1. Присвоїти звання “Почесний громадянин міста Гор</w:t>
      </w:r>
      <w:r>
        <w:rPr>
          <w:rFonts w:ascii="Times New Roman" w:hAnsi="Times New Roman"/>
          <w:bCs/>
          <w:sz w:val="28"/>
          <w:szCs w:val="28"/>
          <w:lang w:val="ru-RU"/>
        </w:rPr>
        <w:t>одка“ Хомі Іванні Антонівні</w:t>
      </w:r>
      <w:r w:rsidRPr="00E77587">
        <w:rPr>
          <w:rFonts w:ascii="Times New Roman" w:hAnsi="Times New Roman"/>
          <w:bCs/>
          <w:sz w:val="28"/>
          <w:szCs w:val="28"/>
          <w:lang w:val="ru-RU"/>
        </w:rPr>
        <w:t>—</w:t>
      </w:r>
      <w:r>
        <w:rPr>
          <w:rFonts w:ascii="Times New Roman" w:hAnsi="Times New Roman"/>
          <w:sz w:val="28"/>
          <w:szCs w:val="28"/>
        </w:rPr>
        <w:t>громадському діячеві, голові Товариства захисту української мови—за активну громадську позицію, вагомий внесок у відродження духовного життя міста та утвердження морально-патріотичних цінностей.</w:t>
      </w:r>
    </w:p>
    <w:p w:rsidR="005869F9" w:rsidRPr="00F42023" w:rsidRDefault="005869F9" w:rsidP="00F42023">
      <w:pPr>
        <w:widowControl w:val="0"/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77587">
        <w:rPr>
          <w:rFonts w:ascii="Times New Roman" w:hAnsi="Times New Roman"/>
          <w:bCs/>
          <w:sz w:val="28"/>
          <w:szCs w:val="28"/>
          <w:lang w:val="ru-RU"/>
        </w:rPr>
        <w:t>2. Присво</w:t>
      </w:r>
      <w:r>
        <w:rPr>
          <w:rFonts w:ascii="Times New Roman" w:hAnsi="Times New Roman"/>
          <w:bCs/>
          <w:sz w:val="28"/>
          <w:szCs w:val="28"/>
          <w:lang w:val="ru-RU"/>
        </w:rPr>
        <w:t>їти звання “Городківчанин року“--</w:t>
      </w:r>
    </w:p>
    <w:p w:rsidR="005869F9" w:rsidRPr="00E77587" w:rsidRDefault="005869F9" w:rsidP="00E77587">
      <w:pPr>
        <w:spacing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E77587">
        <w:rPr>
          <w:rFonts w:ascii="Times New Roman" w:hAnsi="Times New Roman"/>
          <w:bCs/>
          <w:sz w:val="28"/>
          <w:szCs w:val="28"/>
          <w:lang w:val="ru-RU"/>
        </w:rPr>
        <w:t>3. Присвоїти звання “Шляхетна го</w:t>
      </w:r>
      <w:r>
        <w:rPr>
          <w:rFonts w:ascii="Times New Roman" w:hAnsi="Times New Roman"/>
          <w:bCs/>
          <w:sz w:val="28"/>
          <w:szCs w:val="28"/>
          <w:lang w:val="ru-RU"/>
        </w:rPr>
        <w:t>родоцька родина“ родині</w:t>
      </w:r>
      <w:r w:rsidRPr="00E77587">
        <w:rPr>
          <w:rFonts w:ascii="Times New Roman" w:hAnsi="Times New Roman"/>
          <w:bCs/>
          <w:sz w:val="28"/>
          <w:szCs w:val="28"/>
          <w:lang w:val="ru-RU"/>
        </w:rPr>
        <w:t>–</w:t>
      </w:r>
    </w:p>
    <w:p w:rsidR="005869F9" w:rsidRPr="00E77587" w:rsidRDefault="005869F9" w:rsidP="00F9424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7587">
        <w:rPr>
          <w:rFonts w:ascii="Times New Roman" w:hAnsi="Times New Roman"/>
          <w:sz w:val="28"/>
          <w:szCs w:val="28"/>
        </w:rPr>
        <w:t>Контроль за</w:t>
      </w:r>
      <w:r>
        <w:rPr>
          <w:rFonts w:ascii="Times New Roman" w:hAnsi="Times New Roman"/>
          <w:sz w:val="28"/>
          <w:szCs w:val="28"/>
        </w:rPr>
        <w:t xml:space="preserve"> виконанням рішення</w:t>
      </w:r>
      <w:r w:rsidRPr="00E77587">
        <w:rPr>
          <w:rFonts w:ascii="Times New Roman" w:hAnsi="Times New Roman"/>
          <w:sz w:val="28"/>
          <w:szCs w:val="28"/>
        </w:rPr>
        <w:t xml:space="preserve"> покласти</w:t>
      </w:r>
      <w:r>
        <w:rPr>
          <w:rFonts w:ascii="Times New Roman" w:hAnsi="Times New Roman"/>
          <w:sz w:val="28"/>
          <w:szCs w:val="28"/>
        </w:rPr>
        <w:t xml:space="preserve"> на комісію у справах освіти, культури, соціальної політики, молоді та спорту (гол. С.Лопатнюк.)</w:t>
      </w:r>
    </w:p>
    <w:p w:rsidR="005869F9" w:rsidRDefault="005869F9" w:rsidP="00E77587">
      <w:pPr>
        <w:tabs>
          <w:tab w:val="left" w:pos="540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5869F9" w:rsidRPr="00E77587" w:rsidRDefault="005869F9" w:rsidP="00E77587">
      <w:pPr>
        <w:tabs>
          <w:tab w:val="left" w:pos="540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5869F9" w:rsidRPr="00E77587" w:rsidRDefault="005869F9" w:rsidP="00E77587">
      <w:pPr>
        <w:tabs>
          <w:tab w:val="left" w:pos="540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775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E77587">
        <w:rPr>
          <w:rFonts w:ascii="Times New Roman" w:hAnsi="Times New Roman"/>
          <w:b/>
          <w:sz w:val="28"/>
          <w:szCs w:val="28"/>
          <w:lang w:eastAsia="uk-UA"/>
        </w:rPr>
        <w:t>Міський голова                                                                Кущак Р. В.</w:t>
      </w:r>
    </w:p>
    <w:sectPr w:rsidR="005869F9" w:rsidRPr="00E77587" w:rsidSect="003107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B7010"/>
    <w:multiLevelType w:val="hybridMultilevel"/>
    <w:tmpl w:val="E56AAF7C"/>
    <w:lvl w:ilvl="0" w:tplc="69542684">
      <w:start w:val="1"/>
      <w:numFmt w:val="decimal"/>
      <w:lvlText w:val="%1."/>
      <w:lvlJc w:val="left"/>
      <w:pPr>
        <w:ind w:left="42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FBA3F90"/>
    <w:multiLevelType w:val="hybridMultilevel"/>
    <w:tmpl w:val="15780598"/>
    <w:lvl w:ilvl="0" w:tplc="311454E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64EC094F"/>
    <w:multiLevelType w:val="hybridMultilevel"/>
    <w:tmpl w:val="6F9E7E08"/>
    <w:lvl w:ilvl="0" w:tplc="2AFA393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4CC3"/>
    <w:rsid w:val="00053DD7"/>
    <w:rsid w:val="00054B5D"/>
    <w:rsid w:val="00064D22"/>
    <w:rsid w:val="00080B81"/>
    <w:rsid w:val="000B09BB"/>
    <w:rsid w:val="000B731D"/>
    <w:rsid w:val="000F3993"/>
    <w:rsid w:val="001140EE"/>
    <w:rsid w:val="001164F1"/>
    <w:rsid w:val="00154333"/>
    <w:rsid w:val="00180658"/>
    <w:rsid w:val="00190089"/>
    <w:rsid w:val="0020288F"/>
    <w:rsid w:val="00224C37"/>
    <w:rsid w:val="002312A1"/>
    <w:rsid w:val="002449D5"/>
    <w:rsid w:val="002579B6"/>
    <w:rsid w:val="0031077A"/>
    <w:rsid w:val="00346507"/>
    <w:rsid w:val="004227AE"/>
    <w:rsid w:val="00434D31"/>
    <w:rsid w:val="00470C57"/>
    <w:rsid w:val="00483B8D"/>
    <w:rsid w:val="00491936"/>
    <w:rsid w:val="004B4478"/>
    <w:rsid w:val="004C500B"/>
    <w:rsid w:val="004F03F6"/>
    <w:rsid w:val="005247AF"/>
    <w:rsid w:val="00540227"/>
    <w:rsid w:val="00566B15"/>
    <w:rsid w:val="00574F88"/>
    <w:rsid w:val="005869F9"/>
    <w:rsid w:val="005A1708"/>
    <w:rsid w:val="005F1025"/>
    <w:rsid w:val="006579A4"/>
    <w:rsid w:val="006C48DC"/>
    <w:rsid w:val="0070658F"/>
    <w:rsid w:val="00721E38"/>
    <w:rsid w:val="00730196"/>
    <w:rsid w:val="00732BA3"/>
    <w:rsid w:val="00764EF7"/>
    <w:rsid w:val="00776332"/>
    <w:rsid w:val="007D74A9"/>
    <w:rsid w:val="007E1D3D"/>
    <w:rsid w:val="008B135A"/>
    <w:rsid w:val="008B2E28"/>
    <w:rsid w:val="008D70D8"/>
    <w:rsid w:val="008F61EC"/>
    <w:rsid w:val="009272E7"/>
    <w:rsid w:val="00930A00"/>
    <w:rsid w:val="0094783F"/>
    <w:rsid w:val="00991156"/>
    <w:rsid w:val="009D304A"/>
    <w:rsid w:val="009D3D00"/>
    <w:rsid w:val="00A16FD5"/>
    <w:rsid w:val="00A20CFB"/>
    <w:rsid w:val="00A4237D"/>
    <w:rsid w:val="00A76202"/>
    <w:rsid w:val="00AD2DC2"/>
    <w:rsid w:val="00B05564"/>
    <w:rsid w:val="00B12DE5"/>
    <w:rsid w:val="00B47CF5"/>
    <w:rsid w:val="00B80F03"/>
    <w:rsid w:val="00C74CC3"/>
    <w:rsid w:val="00CF33EB"/>
    <w:rsid w:val="00D16FA5"/>
    <w:rsid w:val="00D458F7"/>
    <w:rsid w:val="00D50B9B"/>
    <w:rsid w:val="00D71111"/>
    <w:rsid w:val="00DC0B58"/>
    <w:rsid w:val="00E52EDD"/>
    <w:rsid w:val="00E74204"/>
    <w:rsid w:val="00E77587"/>
    <w:rsid w:val="00ED3A7E"/>
    <w:rsid w:val="00F373DF"/>
    <w:rsid w:val="00F41FBE"/>
    <w:rsid w:val="00F42023"/>
    <w:rsid w:val="00F94249"/>
    <w:rsid w:val="00FD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7A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74CC3"/>
    <w:rPr>
      <w:rFonts w:cs="Times New Roman"/>
      <w:color w:val="0000FF"/>
      <w:u w:val="single"/>
    </w:rPr>
  </w:style>
  <w:style w:type="paragraph" w:customStyle="1" w:styleId="a">
    <w:name w:val="a"/>
    <w:basedOn w:val="Normal"/>
    <w:uiPriority w:val="99"/>
    <w:rsid w:val="00C74C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C74CC3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C74CC3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74CC3"/>
    <w:rPr>
      <w:rFonts w:cs="Times New Roman"/>
      <w:i/>
      <w:iCs/>
    </w:rPr>
  </w:style>
  <w:style w:type="paragraph" w:customStyle="1" w:styleId="infopar">
    <w:name w:val="info_par"/>
    <w:basedOn w:val="Normal"/>
    <w:uiPriority w:val="99"/>
    <w:rsid w:val="00C74C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2312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312A1"/>
    <w:rPr>
      <w:rFonts w:ascii="Courier New" w:hAnsi="Courier New" w:cs="Courier New"/>
      <w:sz w:val="20"/>
      <w:szCs w:val="20"/>
      <w:lang w:eastAsia="uk-UA"/>
    </w:rPr>
  </w:style>
  <w:style w:type="paragraph" w:styleId="Title">
    <w:name w:val="Title"/>
    <w:basedOn w:val="Normal"/>
    <w:link w:val="TitleChar"/>
    <w:uiPriority w:val="99"/>
    <w:qFormat/>
    <w:rsid w:val="00B12DE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12DE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E1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1D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F39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84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1</Pages>
  <Words>147</Words>
  <Characters>842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Марія</dc:creator>
  <cp:keywords/>
  <dc:description/>
  <cp:lastModifiedBy>Юрій Голубов</cp:lastModifiedBy>
  <cp:revision>4</cp:revision>
  <cp:lastPrinted>2016-09-14T06:06:00Z</cp:lastPrinted>
  <dcterms:created xsi:type="dcterms:W3CDTF">2017-08-23T08:54:00Z</dcterms:created>
  <dcterms:modified xsi:type="dcterms:W3CDTF">2017-08-24T10:39:00Z</dcterms:modified>
</cp:coreProperties>
</file>