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F8" w:rsidRDefault="00B960F8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60F8" w:rsidRPr="004B3BF3" w:rsidRDefault="00B960F8" w:rsidP="00F6059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ДОДАТКОВИЙ </w:t>
      </w:r>
      <w:r w:rsidRPr="00970261">
        <w:rPr>
          <w:b/>
          <w:sz w:val="26"/>
          <w:szCs w:val="26"/>
          <w:lang w:val="uk-UA"/>
        </w:rPr>
        <w:t>П Е Р Е Л І К</w:t>
      </w:r>
    </w:p>
    <w:p w:rsidR="00B960F8" w:rsidRDefault="00B960F8" w:rsidP="00E550BF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>
        <w:rPr>
          <w:b/>
          <w:sz w:val="26"/>
          <w:szCs w:val="26"/>
          <w:lang w:val="uk-UA"/>
        </w:rPr>
        <w:t>яд сесії 23.02.2018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B960F8" w:rsidRDefault="00B960F8" w:rsidP="009D4915">
      <w:pPr>
        <w:pStyle w:val="ListParagraph"/>
        <w:numPr>
          <w:ilvl w:val="0"/>
          <w:numId w:val="41"/>
        </w:numPr>
        <w:tabs>
          <w:tab w:val="left" w:pos="0"/>
        </w:tabs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затвердження проекту землеустрою щодо відведення для продажу у власність на земельних торгах (аукціоні) земельної ділянки на вул. В.Івасюка площею 0,4200 га для розміщення та експлуатації основних, підсобних і допоміжних будівель та споруд підприємств переробної, машинобудівної та іншої промисловості та надання дозволу на виготовлення експертної оцінки вартості земельної ділянки. </w:t>
      </w:r>
    </w:p>
    <w:p w:rsidR="00B960F8" w:rsidRPr="00C615C7" w:rsidRDefault="00B960F8" w:rsidP="00DF5EB6">
      <w:pPr>
        <w:pStyle w:val="ListParagraph"/>
        <w:numPr>
          <w:ilvl w:val="0"/>
          <w:numId w:val="41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AC0E75">
        <w:rPr>
          <w:sz w:val="26"/>
          <w:szCs w:val="26"/>
          <w:lang w:val="uk-UA"/>
        </w:rPr>
        <w:t>Про затвердження детального плану території:</w:t>
      </w:r>
    </w:p>
    <w:p w:rsidR="00B960F8" w:rsidRDefault="00B960F8" w:rsidP="00AC0E7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 w:rsidRPr="00DE0A36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Тильчаку А.В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П.Вергуна, 14</w:t>
      </w:r>
      <w:r w:rsidRPr="00DE0A36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890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</w:t>
      </w:r>
      <w:r>
        <w:rPr>
          <w:sz w:val="26"/>
          <w:szCs w:val="26"/>
          <w:lang w:val="uk-UA"/>
        </w:rPr>
        <w:t>.</w:t>
      </w:r>
    </w:p>
    <w:p w:rsidR="00B960F8" w:rsidRPr="00AC0E75" w:rsidRDefault="00B960F8" w:rsidP="00AC0E7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3. Про продовження</w:t>
      </w:r>
      <w:r w:rsidRPr="00E60BD8">
        <w:rPr>
          <w:b/>
          <w:sz w:val="26"/>
          <w:szCs w:val="26"/>
          <w:lang w:val="uk-UA"/>
        </w:rPr>
        <w:t xml:space="preserve"> ФО-П Процько М.І.</w:t>
      </w:r>
      <w:r>
        <w:rPr>
          <w:sz w:val="26"/>
          <w:szCs w:val="26"/>
          <w:lang w:val="uk-UA"/>
        </w:rPr>
        <w:t xml:space="preserve"> терміну дії договору особистого строкового сервітуту за користування земельною ділянкою пл. 0,0020 га на вул. Перемишльській для обслуговування торгового павільйону до 31.12.2018 року.</w:t>
      </w:r>
    </w:p>
    <w:p w:rsidR="00B960F8" w:rsidRPr="001D78AC" w:rsidRDefault="00B960F8" w:rsidP="002E0608">
      <w:pPr>
        <w:pStyle w:val="ListParagraph"/>
        <w:numPr>
          <w:ilvl w:val="0"/>
          <w:numId w:val="44"/>
        </w:numPr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 надання дозволу </w:t>
      </w:r>
      <w:r w:rsidRPr="00714AB0">
        <w:rPr>
          <w:b/>
          <w:sz w:val="26"/>
          <w:szCs w:val="26"/>
          <w:lang w:val="uk-UA"/>
        </w:rPr>
        <w:t>гр. Лишак М.М.</w:t>
      </w:r>
      <w:r w:rsidRPr="00714AB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виготовлення детального плану території для зміни</w:t>
      </w:r>
      <w:r w:rsidRPr="008A5342">
        <w:rPr>
          <w:sz w:val="26"/>
          <w:szCs w:val="26"/>
          <w:lang w:val="uk-UA"/>
        </w:rPr>
        <w:t xml:space="preserve"> цільового </w:t>
      </w:r>
      <w:r>
        <w:rPr>
          <w:sz w:val="26"/>
          <w:szCs w:val="26"/>
          <w:lang w:val="uk-UA"/>
        </w:rPr>
        <w:t>призначення зем. ділянки на</w:t>
      </w:r>
      <w:r w:rsidRPr="008A5342">
        <w:rPr>
          <w:sz w:val="26"/>
          <w:szCs w:val="26"/>
          <w:lang w:val="uk-UA"/>
        </w:rPr>
        <w:t xml:space="preserve"> вул. Січових Стрільців пло</w:t>
      </w:r>
      <w:r>
        <w:rPr>
          <w:sz w:val="26"/>
          <w:szCs w:val="26"/>
          <w:lang w:val="uk-UA"/>
        </w:rPr>
        <w:t>щею 0,0080 га з «для будів.</w:t>
      </w:r>
      <w:r w:rsidRPr="008A5342">
        <w:rPr>
          <w:sz w:val="26"/>
          <w:szCs w:val="26"/>
          <w:lang w:val="uk-UA"/>
        </w:rPr>
        <w:t xml:space="preserve"> індивідуальних гаражів» на «для </w:t>
      </w:r>
      <w:r>
        <w:rPr>
          <w:sz w:val="26"/>
          <w:szCs w:val="26"/>
          <w:lang w:val="uk-UA"/>
        </w:rPr>
        <w:t xml:space="preserve">будівництва </w:t>
      </w:r>
      <w:r w:rsidRPr="008A5342">
        <w:rPr>
          <w:sz w:val="26"/>
          <w:szCs w:val="26"/>
          <w:lang w:val="uk-UA"/>
        </w:rPr>
        <w:t>спортивного бару»</w:t>
      </w:r>
      <w:r>
        <w:rPr>
          <w:sz w:val="26"/>
          <w:szCs w:val="26"/>
          <w:lang w:val="uk-UA"/>
        </w:rPr>
        <w:t>.</w:t>
      </w:r>
    </w:p>
    <w:p w:rsidR="00B960F8" w:rsidRPr="00DE0A36" w:rsidRDefault="00B960F8" w:rsidP="002A61DC">
      <w:pPr>
        <w:pStyle w:val="ListParagraph"/>
        <w:numPr>
          <w:ilvl w:val="0"/>
          <w:numId w:val="44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B960F8" w:rsidRDefault="00B960F8" w:rsidP="00DE0A36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DE0A36">
        <w:rPr>
          <w:sz w:val="26"/>
          <w:szCs w:val="26"/>
          <w:lang w:val="uk-UA"/>
        </w:rPr>
        <w:tab/>
        <w:t xml:space="preserve">- </w:t>
      </w:r>
      <w:r w:rsidRPr="00DE0A36">
        <w:rPr>
          <w:b/>
          <w:sz w:val="26"/>
          <w:szCs w:val="26"/>
          <w:lang w:val="uk-UA"/>
        </w:rPr>
        <w:t>гр. Усик Є.І.</w:t>
      </w:r>
      <w:r w:rsidRPr="00DE0A36">
        <w:rPr>
          <w:sz w:val="26"/>
          <w:szCs w:val="26"/>
          <w:lang w:val="uk-UA"/>
        </w:rPr>
        <w:t xml:space="preserve"> на вул. В.Стуса, 70 пл. 0,0312 га для будівництва та обслуговування житлового будинку, господарських будівель та споруд;</w:t>
      </w:r>
    </w:p>
    <w:p w:rsidR="00B960F8" w:rsidRDefault="00B960F8" w:rsidP="00DE0A36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DE0A36">
        <w:rPr>
          <w:sz w:val="26"/>
          <w:szCs w:val="26"/>
          <w:lang w:val="uk-UA"/>
        </w:rPr>
        <w:t xml:space="preserve">- </w:t>
      </w:r>
      <w:r w:rsidRPr="00DE0A36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Дачишин Л.С</w:t>
      </w:r>
      <w:r w:rsidRPr="00DE0A36">
        <w:rPr>
          <w:b/>
          <w:sz w:val="26"/>
          <w:szCs w:val="26"/>
          <w:lang w:val="uk-UA"/>
        </w:rPr>
        <w:t>.</w:t>
      </w:r>
      <w:r w:rsidRPr="00DE0A36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Перемишльській, 48</w:t>
      </w:r>
      <w:r w:rsidRPr="00DE0A36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845</w:t>
      </w:r>
      <w:r w:rsidRPr="00DE0A36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</w:t>
      </w:r>
      <w:r>
        <w:rPr>
          <w:sz w:val="26"/>
          <w:szCs w:val="26"/>
          <w:lang w:val="uk-UA"/>
        </w:rPr>
        <w:t>ль та споруд.</w:t>
      </w:r>
    </w:p>
    <w:p w:rsidR="00B960F8" w:rsidRDefault="00B960F8" w:rsidP="00222D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6. </w:t>
      </w:r>
      <w:r w:rsidRPr="009C5317">
        <w:rPr>
          <w:sz w:val="26"/>
          <w:szCs w:val="26"/>
          <w:lang w:val="uk-UA"/>
        </w:rPr>
        <w:t>Про затвердження проекту землеустрою щодо відведення:</w:t>
      </w:r>
    </w:p>
    <w:p w:rsidR="00B960F8" w:rsidRPr="004A7691" w:rsidRDefault="00B960F8" w:rsidP="004A7691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Доскач М.М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5/67</w:t>
      </w:r>
      <w:r w:rsidRPr="009C5317">
        <w:rPr>
          <w:sz w:val="26"/>
          <w:szCs w:val="26"/>
          <w:lang w:val="uk-UA"/>
        </w:rPr>
        <w:t xml:space="preserve"> пл. 0,0033 </w:t>
      </w:r>
      <w:r>
        <w:rPr>
          <w:sz w:val="26"/>
          <w:szCs w:val="26"/>
          <w:lang w:val="uk-UA"/>
        </w:rPr>
        <w:t xml:space="preserve">га для будівництва </w:t>
      </w:r>
      <w:r w:rsidRPr="009C5317">
        <w:rPr>
          <w:sz w:val="26"/>
          <w:szCs w:val="26"/>
          <w:lang w:val="uk-UA"/>
        </w:rPr>
        <w:t>гаража</w:t>
      </w:r>
      <w:r>
        <w:rPr>
          <w:sz w:val="26"/>
          <w:szCs w:val="26"/>
          <w:lang w:val="uk-UA"/>
        </w:rPr>
        <w:t>.</w:t>
      </w:r>
    </w:p>
    <w:p w:rsidR="00B960F8" w:rsidRPr="00E13A15" w:rsidRDefault="00B960F8" w:rsidP="00E13A15">
      <w:pPr>
        <w:pStyle w:val="ListParagraph"/>
        <w:numPr>
          <w:ilvl w:val="0"/>
          <w:numId w:val="47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E13A15">
        <w:rPr>
          <w:sz w:val="26"/>
          <w:szCs w:val="26"/>
          <w:lang w:val="uk-UA"/>
        </w:rPr>
        <w:t>Про надання дозволу на виготовлення технічної документації із землеустрою:</w:t>
      </w:r>
    </w:p>
    <w:p w:rsidR="00B960F8" w:rsidRDefault="00B960F8" w:rsidP="00F13BB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4A7691">
        <w:rPr>
          <w:sz w:val="26"/>
          <w:szCs w:val="26"/>
          <w:lang w:val="uk-UA"/>
        </w:rPr>
        <w:t xml:space="preserve">- </w:t>
      </w:r>
      <w:r w:rsidRPr="004A7691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Цапу О.М</w:t>
      </w:r>
      <w:r w:rsidRPr="004A7691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Львівській, 327</w:t>
      </w:r>
      <w:r w:rsidRPr="004A7691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960F8" w:rsidRDefault="00B960F8" w:rsidP="00F13BB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4A7691">
        <w:rPr>
          <w:sz w:val="26"/>
          <w:szCs w:val="26"/>
          <w:lang w:val="uk-UA"/>
        </w:rPr>
        <w:t xml:space="preserve">- </w:t>
      </w:r>
      <w:r w:rsidRPr="004A7691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гр. Цапу</w:t>
      </w:r>
      <w:r w:rsidRPr="00AD20D6">
        <w:rPr>
          <w:b/>
          <w:sz w:val="26"/>
          <w:szCs w:val="26"/>
          <w:lang w:val="uk-UA"/>
        </w:rPr>
        <w:t xml:space="preserve"> В.С.</w:t>
      </w:r>
      <w:r>
        <w:rPr>
          <w:sz w:val="26"/>
          <w:szCs w:val="26"/>
          <w:lang w:val="uk-UA"/>
        </w:rPr>
        <w:t xml:space="preserve">, </w:t>
      </w:r>
      <w:r>
        <w:rPr>
          <w:b/>
          <w:sz w:val="26"/>
          <w:szCs w:val="26"/>
          <w:lang w:val="uk-UA"/>
        </w:rPr>
        <w:t>Цапу</w:t>
      </w:r>
      <w:r w:rsidRPr="007142CE">
        <w:rPr>
          <w:b/>
          <w:sz w:val="26"/>
          <w:szCs w:val="26"/>
          <w:lang w:val="uk-UA"/>
        </w:rPr>
        <w:t xml:space="preserve"> М.С.</w:t>
      </w:r>
      <w:r>
        <w:rPr>
          <w:sz w:val="26"/>
          <w:szCs w:val="26"/>
          <w:lang w:val="uk-UA"/>
        </w:rPr>
        <w:t xml:space="preserve"> на вул. І.Вишенського, 33 </w:t>
      </w:r>
      <w:r w:rsidRPr="004A7691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</w:t>
      </w:r>
      <w:r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</w:t>
      </w:r>
      <w:r>
        <w:rPr>
          <w:sz w:val="26"/>
          <w:szCs w:val="26"/>
          <w:lang w:val="uk-UA"/>
        </w:rPr>
        <w:t>;</w:t>
      </w:r>
    </w:p>
    <w:p w:rsidR="00B960F8" w:rsidRDefault="00B960F8" w:rsidP="005B159F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4A7691">
        <w:rPr>
          <w:sz w:val="26"/>
          <w:szCs w:val="26"/>
          <w:lang w:val="uk-UA"/>
        </w:rPr>
        <w:t xml:space="preserve">- </w:t>
      </w:r>
      <w:r w:rsidRPr="004A7691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Лишак З.П</w:t>
      </w:r>
      <w:r w:rsidRPr="004A7691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В.Винниченка, 55</w:t>
      </w:r>
      <w:r w:rsidRPr="004A7691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0600</w:t>
      </w:r>
      <w:r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960F8" w:rsidRDefault="00B960F8" w:rsidP="005B159F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4A7691">
        <w:rPr>
          <w:sz w:val="26"/>
          <w:szCs w:val="26"/>
          <w:lang w:val="uk-UA"/>
        </w:rPr>
        <w:t xml:space="preserve"> </w:t>
      </w:r>
      <w:r w:rsidRPr="004A7691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Телюк В.М</w:t>
      </w:r>
      <w:r w:rsidRPr="004A7691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Львівській, 233</w:t>
      </w:r>
      <w:r w:rsidRPr="004A7691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960F8" w:rsidRPr="00F13BBE" w:rsidRDefault="00B960F8" w:rsidP="00F13BB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4A7691">
        <w:rPr>
          <w:sz w:val="26"/>
          <w:szCs w:val="26"/>
          <w:lang w:val="uk-UA"/>
        </w:rPr>
        <w:t xml:space="preserve">- </w:t>
      </w:r>
      <w:r w:rsidRPr="004A7691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Мартин Р.М</w:t>
      </w:r>
      <w:r w:rsidRPr="004A7691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П.Дорошенка, 76</w:t>
      </w:r>
      <w:r w:rsidRPr="004A7691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0400</w:t>
      </w:r>
      <w:r w:rsidRPr="004A7691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споруд.</w:t>
      </w:r>
    </w:p>
    <w:p w:rsidR="00B960F8" w:rsidRPr="00F13BBE" w:rsidRDefault="00B960F8" w:rsidP="00E13A15">
      <w:pPr>
        <w:pStyle w:val="ListParagraph"/>
        <w:numPr>
          <w:ilvl w:val="0"/>
          <w:numId w:val="47"/>
        </w:numPr>
        <w:tabs>
          <w:tab w:val="left" w:pos="0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заяву </w:t>
      </w:r>
      <w:r w:rsidRPr="005B21FA">
        <w:rPr>
          <w:b/>
          <w:sz w:val="26"/>
          <w:szCs w:val="26"/>
          <w:lang w:val="uk-UA"/>
        </w:rPr>
        <w:t>гр. Синюк І.Д.</w:t>
      </w:r>
      <w:r>
        <w:rPr>
          <w:sz w:val="26"/>
          <w:szCs w:val="26"/>
          <w:lang w:val="uk-UA"/>
        </w:rPr>
        <w:t xml:space="preserve"> щодо відміни рішення сесії міської ради № 1063 від 12.09.2017 року та надання дозволу </w:t>
      </w:r>
      <w:r w:rsidRPr="002E1E9A">
        <w:rPr>
          <w:b/>
          <w:sz w:val="26"/>
          <w:szCs w:val="26"/>
          <w:lang w:val="uk-UA"/>
        </w:rPr>
        <w:t>гр. Синюк І.Д.</w:t>
      </w:r>
      <w:r>
        <w:rPr>
          <w:sz w:val="26"/>
          <w:szCs w:val="26"/>
          <w:lang w:val="uk-UA"/>
        </w:rPr>
        <w:t xml:space="preserve"> на виготовлення проекту землеустрою щодо відведення для передачі у власність земельної ділянки по вул. Будзановського, 50.</w:t>
      </w:r>
    </w:p>
    <w:p w:rsidR="00B960F8" w:rsidRPr="00E13A15" w:rsidRDefault="00B960F8" w:rsidP="00E13A15">
      <w:pPr>
        <w:pStyle w:val="ListParagraph"/>
        <w:numPr>
          <w:ilvl w:val="0"/>
          <w:numId w:val="47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E13A15">
        <w:rPr>
          <w:sz w:val="26"/>
          <w:szCs w:val="26"/>
          <w:lang w:val="uk-UA"/>
        </w:rPr>
        <w:t>Про  надання дозволу на виготовлення детального плану території:</w:t>
      </w:r>
    </w:p>
    <w:p w:rsidR="00B960F8" w:rsidRDefault="00B960F8" w:rsidP="00E13A1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Рудому Л</w:t>
      </w:r>
      <w:r w:rsidRPr="002E0608">
        <w:rPr>
          <w:b/>
          <w:sz w:val="26"/>
          <w:szCs w:val="26"/>
          <w:lang w:val="uk-UA"/>
        </w:rPr>
        <w:t>.М.</w:t>
      </w:r>
      <w:r>
        <w:rPr>
          <w:sz w:val="26"/>
          <w:szCs w:val="26"/>
          <w:lang w:val="uk-UA"/>
        </w:rPr>
        <w:t xml:space="preserve"> на вул. Людкевича, 14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</w:t>
      </w:r>
      <w:r w:rsidRPr="002E0608">
        <w:rPr>
          <w:sz w:val="26"/>
          <w:szCs w:val="26"/>
          <w:lang w:val="uk-UA"/>
        </w:rPr>
        <w:t>00 га для будівництва та обслуговування житлового будинку, господарських будівель та споруд</w:t>
      </w:r>
      <w:r>
        <w:rPr>
          <w:sz w:val="26"/>
          <w:szCs w:val="26"/>
          <w:lang w:val="uk-UA"/>
        </w:rPr>
        <w:t>.</w:t>
      </w:r>
    </w:p>
    <w:p w:rsidR="00B960F8" w:rsidRDefault="00B960F8" w:rsidP="00E13A15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B960F8" w:rsidRDefault="00B960F8" w:rsidP="00E550BF">
      <w:pPr>
        <w:tabs>
          <w:tab w:val="left" w:pos="0"/>
        </w:tabs>
        <w:jc w:val="center"/>
        <w:rPr>
          <w:b/>
          <w:sz w:val="26"/>
          <w:szCs w:val="26"/>
          <w:lang w:val="uk-UA"/>
        </w:rPr>
      </w:pPr>
      <w:r w:rsidRPr="00E550BF">
        <w:rPr>
          <w:b/>
          <w:sz w:val="26"/>
          <w:szCs w:val="26"/>
          <w:lang w:val="uk-UA"/>
        </w:rPr>
        <w:t>Без висновку комісії.</w:t>
      </w:r>
    </w:p>
    <w:p w:rsidR="00B960F8" w:rsidRPr="00E550BF" w:rsidRDefault="00B960F8" w:rsidP="00E550BF">
      <w:pPr>
        <w:pStyle w:val="ListParagraph"/>
        <w:numPr>
          <w:ilvl w:val="0"/>
          <w:numId w:val="47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E550BF">
        <w:rPr>
          <w:sz w:val="26"/>
          <w:szCs w:val="26"/>
          <w:lang w:val="uk-UA"/>
        </w:rPr>
        <w:t>Про  надання дозволу на виготовлення детального плану території:</w:t>
      </w:r>
    </w:p>
    <w:p w:rsidR="00B960F8" w:rsidRDefault="00B960F8" w:rsidP="00E13A15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Гадзало Н.Б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М.Коцюбинського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01</w:t>
      </w:r>
      <w:r w:rsidRPr="002E0608">
        <w:rPr>
          <w:sz w:val="26"/>
          <w:szCs w:val="26"/>
          <w:lang w:val="uk-UA"/>
        </w:rPr>
        <w:t xml:space="preserve">00 га для будівництва та обслуговування </w:t>
      </w:r>
      <w:r>
        <w:rPr>
          <w:sz w:val="26"/>
          <w:szCs w:val="26"/>
          <w:lang w:val="uk-UA"/>
        </w:rPr>
        <w:t>гаража.</w:t>
      </w:r>
    </w:p>
    <w:p w:rsidR="00B960F8" w:rsidRDefault="00B960F8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11. </w:t>
      </w:r>
      <w:r w:rsidRPr="009C5317">
        <w:rPr>
          <w:sz w:val="26"/>
          <w:szCs w:val="26"/>
          <w:lang w:val="uk-UA"/>
        </w:rPr>
        <w:t>Про затвердження проекту землеустрою щодо відведення:</w:t>
      </w:r>
    </w:p>
    <w:p w:rsidR="00B960F8" w:rsidRDefault="00B960F8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9C531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Сапеляк Г.М</w:t>
      </w:r>
      <w:r w:rsidRPr="009C531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Львівській</w:t>
      </w:r>
      <w:r w:rsidRPr="009C531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2300</w:t>
      </w:r>
      <w:r w:rsidRPr="009C53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га по зміні цільового призначення земельної ділянки з «ОСГ» на «для будівництва та обслуговування житлового будинку, господарських будівель та споруд»;</w:t>
      </w:r>
    </w:p>
    <w:p w:rsidR="00B960F8" w:rsidRDefault="00B960F8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Таратулі А.Я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 гараж 34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0033</w:t>
      </w:r>
      <w:r w:rsidRPr="002E0608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B960F8" w:rsidRDefault="00B960F8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Греділь Г.М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М.Павлика, 5 гараж 35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0033</w:t>
      </w:r>
      <w:r w:rsidRPr="002E0608">
        <w:rPr>
          <w:sz w:val="26"/>
          <w:szCs w:val="26"/>
          <w:lang w:val="uk-UA"/>
        </w:rPr>
        <w:t xml:space="preserve">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B960F8" w:rsidRDefault="00B960F8" w:rsidP="00E551E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Стахів Л.М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Д.Яворницького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01</w:t>
      </w:r>
      <w:r w:rsidRPr="002E0608">
        <w:rPr>
          <w:sz w:val="26"/>
          <w:szCs w:val="26"/>
          <w:lang w:val="uk-UA"/>
        </w:rPr>
        <w:t xml:space="preserve">00 га для будівництва та обслуговування </w:t>
      </w:r>
      <w:r>
        <w:rPr>
          <w:sz w:val="26"/>
          <w:szCs w:val="26"/>
          <w:lang w:val="uk-UA"/>
        </w:rPr>
        <w:t>гаража;</w:t>
      </w:r>
    </w:p>
    <w:p w:rsidR="00B960F8" w:rsidRDefault="00B960F8" w:rsidP="00E551E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2E0608">
        <w:rPr>
          <w:sz w:val="26"/>
          <w:szCs w:val="26"/>
          <w:lang w:val="uk-UA"/>
        </w:rPr>
        <w:t xml:space="preserve">- </w:t>
      </w:r>
      <w:r w:rsidRPr="002E0608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Мєскало М.І</w:t>
      </w:r>
      <w:r w:rsidRPr="002E0608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Д.Яворницького</w:t>
      </w:r>
      <w:r w:rsidRPr="002E0608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01</w:t>
      </w:r>
      <w:r w:rsidRPr="002E0608">
        <w:rPr>
          <w:sz w:val="26"/>
          <w:szCs w:val="26"/>
          <w:lang w:val="uk-UA"/>
        </w:rPr>
        <w:t xml:space="preserve">00 га для будівництва та обслуговування </w:t>
      </w:r>
      <w:r>
        <w:rPr>
          <w:sz w:val="26"/>
          <w:szCs w:val="26"/>
          <w:lang w:val="uk-UA"/>
        </w:rPr>
        <w:t>гаража.</w:t>
      </w:r>
    </w:p>
    <w:p w:rsidR="00B960F8" w:rsidRDefault="00B960F8" w:rsidP="00E551E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12</w:t>
      </w:r>
      <w:r w:rsidRPr="009B6F52">
        <w:rPr>
          <w:sz w:val="26"/>
          <w:szCs w:val="26"/>
          <w:lang w:val="uk-UA"/>
        </w:rPr>
        <w:t>. Про затвердження технічних документацій із землеустрою:</w:t>
      </w:r>
    </w:p>
    <w:p w:rsidR="00B960F8" w:rsidRDefault="00B960F8" w:rsidP="00E551EA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9B6F52">
        <w:rPr>
          <w:sz w:val="26"/>
          <w:szCs w:val="26"/>
          <w:lang w:val="uk-UA"/>
        </w:rPr>
        <w:t xml:space="preserve">- </w:t>
      </w:r>
      <w:r w:rsidRPr="009B6F52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Борису О.В.</w:t>
      </w:r>
      <w:r w:rsidRPr="009B6F52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М.Павлика, 5 гараж 12</w:t>
      </w:r>
      <w:r w:rsidRPr="009B6F52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0033</w:t>
      </w:r>
      <w:r w:rsidRPr="009B6F52">
        <w:rPr>
          <w:sz w:val="26"/>
          <w:szCs w:val="26"/>
          <w:lang w:val="uk-UA"/>
        </w:rPr>
        <w:t xml:space="preserve"> га для будівництва та об</w:t>
      </w:r>
      <w:r>
        <w:rPr>
          <w:sz w:val="26"/>
          <w:szCs w:val="26"/>
          <w:lang w:val="uk-UA"/>
        </w:rPr>
        <w:t>слуговування гаража.</w:t>
      </w:r>
    </w:p>
    <w:p w:rsidR="00B960F8" w:rsidRDefault="00B960F8" w:rsidP="00E551EA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B960F8" w:rsidRPr="004A7691" w:rsidRDefault="00B960F8" w:rsidP="00B348B0">
      <w:pPr>
        <w:tabs>
          <w:tab w:val="left" w:pos="0"/>
        </w:tabs>
        <w:jc w:val="both"/>
        <w:rPr>
          <w:sz w:val="26"/>
          <w:szCs w:val="26"/>
          <w:lang w:val="uk-UA"/>
        </w:rPr>
      </w:pPr>
    </w:p>
    <w:p w:rsidR="00B960F8" w:rsidRDefault="00B960F8" w:rsidP="00E13A15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</w:p>
    <w:sectPr w:rsidR="00B960F8" w:rsidSect="008D6C02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0F8" w:rsidRDefault="00B960F8" w:rsidP="00332A77">
      <w:r>
        <w:separator/>
      </w:r>
    </w:p>
  </w:endnote>
  <w:endnote w:type="continuationSeparator" w:id="0">
    <w:p w:rsidR="00B960F8" w:rsidRDefault="00B960F8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0F8" w:rsidRDefault="00B960F8" w:rsidP="00332A77">
      <w:r>
        <w:separator/>
      </w:r>
    </w:p>
  </w:footnote>
  <w:footnote w:type="continuationSeparator" w:id="0">
    <w:p w:rsidR="00B960F8" w:rsidRDefault="00B960F8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9B2"/>
    <w:multiLevelType w:val="hybridMultilevel"/>
    <w:tmpl w:val="112C077A"/>
    <w:lvl w:ilvl="0" w:tplc="F2C03BC2">
      <w:start w:val="1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41304E0"/>
    <w:multiLevelType w:val="hybridMultilevel"/>
    <w:tmpl w:val="24CE345A"/>
    <w:lvl w:ilvl="0" w:tplc="582A9A06">
      <w:start w:val="17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066F7FA5"/>
    <w:multiLevelType w:val="hybridMultilevel"/>
    <w:tmpl w:val="B9B4A4DA"/>
    <w:lvl w:ilvl="0" w:tplc="85A8EB18">
      <w:start w:val="7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0C3F0836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102D4CFC"/>
    <w:multiLevelType w:val="hybridMultilevel"/>
    <w:tmpl w:val="C41CE496"/>
    <w:lvl w:ilvl="0" w:tplc="D33C3046">
      <w:start w:val="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12CA784F"/>
    <w:multiLevelType w:val="hybridMultilevel"/>
    <w:tmpl w:val="357AD908"/>
    <w:lvl w:ilvl="0" w:tplc="D33C3046">
      <w:start w:val="1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170B45B1"/>
    <w:multiLevelType w:val="hybridMultilevel"/>
    <w:tmpl w:val="3D94BAE6"/>
    <w:lvl w:ilvl="0" w:tplc="D33C304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187B63F6"/>
    <w:multiLevelType w:val="hybridMultilevel"/>
    <w:tmpl w:val="78FA735C"/>
    <w:lvl w:ilvl="0" w:tplc="A03462FA">
      <w:start w:val="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1C62061F"/>
    <w:multiLevelType w:val="hybridMultilevel"/>
    <w:tmpl w:val="DD6CF9EE"/>
    <w:lvl w:ilvl="0" w:tplc="A9FE2670">
      <w:start w:val="10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D876D85"/>
    <w:multiLevelType w:val="hybridMultilevel"/>
    <w:tmpl w:val="AD088F64"/>
    <w:lvl w:ilvl="0" w:tplc="D4AE8E2C">
      <w:start w:val="27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1E4D27FF"/>
    <w:multiLevelType w:val="hybridMultilevel"/>
    <w:tmpl w:val="3DE844B6"/>
    <w:lvl w:ilvl="0" w:tplc="9B70ACC2">
      <w:start w:val="1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1EC81F84"/>
    <w:multiLevelType w:val="hybridMultilevel"/>
    <w:tmpl w:val="84FEA79A"/>
    <w:lvl w:ilvl="0" w:tplc="AC0A90AC">
      <w:start w:val="6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1FC925CE"/>
    <w:multiLevelType w:val="hybridMultilevel"/>
    <w:tmpl w:val="CBF0617C"/>
    <w:lvl w:ilvl="0" w:tplc="2D92A7B8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230651E5"/>
    <w:multiLevelType w:val="hybridMultilevel"/>
    <w:tmpl w:val="C938EDEE"/>
    <w:lvl w:ilvl="0" w:tplc="2CB20ED8">
      <w:start w:val="2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4B16320"/>
    <w:multiLevelType w:val="hybridMultilevel"/>
    <w:tmpl w:val="222C6D2E"/>
    <w:lvl w:ilvl="0" w:tplc="F2C03BC2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26D57DE9"/>
    <w:multiLevelType w:val="hybridMultilevel"/>
    <w:tmpl w:val="466E3F56"/>
    <w:lvl w:ilvl="0" w:tplc="3AEA96C4">
      <w:start w:val="7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6">
    <w:nsid w:val="27BF7D25"/>
    <w:multiLevelType w:val="hybridMultilevel"/>
    <w:tmpl w:val="9C10879A"/>
    <w:lvl w:ilvl="0" w:tplc="AE6E1E66">
      <w:start w:val="2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27CE3C5C"/>
    <w:multiLevelType w:val="hybridMultilevel"/>
    <w:tmpl w:val="72F23670"/>
    <w:lvl w:ilvl="0" w:tplc="A6F23A2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27FF2B35"/>
    <w:multiLevelType w:val="hybridMultilevel"/>
    <w:tmpl w:val="1A0244EC"/>
    <w:lvl w:ilvl="0" w:tplc="86C83B66">
      <w:start w:val="20"/>
      <w:numFmt w:val="decimal"/>
      <w:lvlText w:val="%1."/>
      <w:lvlJc w:val="left"/>
      <w:pPr>
        <w:ind w:left="7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>
    <w:nsid w:val="29112488"/>
    <w:multiLevelType w:val="hybridMultilevel"/>
    <w:tmpl w:val="95E62D84"/>
    <w:lvl w:ilvl="0" w:tplc="FFC01DD4">
      <w:start w:val="5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2A566B18"/>
    <w:multiLevelType w:val="hybridMultilevel"/>
    <w:tmpl w:val="12D60332"/>
    <w:lvl w:ilvl="0" w:tplc="F2C03BC2">
      <w:start w:val="9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2D054B29"/>
    <w:multiLevelType w:val="hybridMultilevel"/>
    <w:tmpl w:val="14B0EF4E"/>
    <w:lvl w:ilvl="0" w:tplc="DF464194">
      <w:start w:val="1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2FA91BD2"/>
    <w:multiLevelType w:val="hybridMultilevel"/>
    <w:tmpl w:val="E7EAB43A"/>
    <w:lvl w:ilvl="0" w:tplc="5046F76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31001295"/>
    <w:multiLevelType w:val="hybridMultilevel"/>
    <w:tmpl w:val="A7923A96"/>
    <w:lvl w:ilvl="0" w:tplc="1DCCA60C">
      <w:start w:val="16"/>
      <w:numFmt w:val="decimal"/>
      <w:lvlText w:val="%1."/>
      <w:lvlJc w:val="left"/>
      <w:pPr>
        <w:ind w:left="7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>
    <w:nsid w:val="3626075F"/>
    <w:multiLevelType w:val="hybridMultilevel"/>
    <w:tmpl w:val="8CDC4D28"/>
    <w:lvl w:ilvl="0" w:tplc="A3C8AE48">
      <w:start w:val="16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391F1244"/>
    <w:multiLevelType w:val="hybridMultilevel"/>
    <w:tmpl w:val="79A66E84"/>
    <w:lvl w:ilvl="0" w:tplc="A3EC3542">
      <w:start w:val="14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F62578D"/>
    <w:multiLevelType w:val="hybridMultilevel"/>
    <w:tmpl w:val="57D2924C"/>
    <w:lvl w:ilvl="0" w:tplc="B0623C86">
      <w:start w:val="18"/>
      <w:numFmt w:val="decimal"/>
      <w:lvlText w:val="%1."/>
      <w:lvlJc w:val="left"/>
      <w:pPr>
        <w:ind w:left="7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7">
    <w:nsid w:val="3FF26019"/>
    <w:multiLevelType w:val="hybridMultilevel"/>
    <w:tmpl w:val="E7C6216E"/>
    <w:lvl w:ilvl="0" w:tplc="37C83AF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8">
    <w:nsid w:val="4383475E"/>
    <w:multiLevelType w:val="hybridMultilevel"/>
    <w:tmpl w:val="38D6F5E4"/>
    <w:lvl w:ilvl="0" w:tplc="C42C4D98">
      <w:start w:val="19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9">
    <w:nsid w:val="454E73F9"/>
    <w:multiLevelType w:val="hybridMultilevel"/>
    <w:tmpl w:val="BF6E914A"/>
    <w:lvl w:ilvl="0" w:tplc="59C8BD40">
      <w:start w:val="2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0">
    <w:nsid w:val="48437CDD"/>
    <w:multiLevelType w:val="hybridMultilevel"/>
    <w:tmpl w:val="848C6B9A"/>
    <w:lvl w:ilvl="0" w:tplc="6DD0379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1">
    <w:nsid w:val="49BA3828"/>
    <w:multiLevelType w:val="hybridMultilevel"/>
    <w:tmpl w:val="8D06BDC8"/>
    <w:lvl w:ilvl="0" w:tplc="E1CCF11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2">
    <w:nsid w:val="4C756D99"/>
    <w:multiLevelType w:val="hybridMultilevel"/>
    <w:tmpl w:val="6AF0E7F6"/>
    <w:lvl w:ilvl="0" w:tplc="F5AC5C9C">
      <w:start w:val="2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3">
    <w:nsid w:val="4EB94203"/>
    <w:multiLevelType w:val="hybridMultilevel"/>
    <w:tmpl w:val="466E3F56"/>
    <w:lvl w:ilvl="0" w:tplc="3AEA96C4">
      <w:start w:val="7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34">
    <w:nsid w:val="50785B41"/>
    <w:multiLevelType w:val="hybridMultilevel"/>
    <w:tmpl w:val="B1406D28"/>
    <w:lvl w:ilvl="0" w:tplc="4E7AF6C6">
      <w:start w:val="1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5">
    <w:nsid w:val="5307057F"/>
    <w:multiLevelType w:val="hybridMultilevel"/>
    <w:tmpl w:val="5126A5A2"/>
    <w:lvl w:ilvl="0" w:tplc="4C581EEA">
      <w:start w:val="1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6">
    <w:nsid w:val="5FFB6860"/>
    <w:multiLevelType w:val="hybridMultilevel"/>
    <w:tmpl w:val="43D233F6"/>
    <w:lvl w:ilvl="0" w:tplc="7F4A9874">
      <w:start w:val="15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7">
    <w:nsid w:val="62970D7B"/>
    <w:multiLevelType w:val="hybridMultilevel"/>
    <w:tmpl w:val="08002358"/>
    <w:lvl w:ilvl="0" w:tplc="7DE0866A">
      <w:start w:val="5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8">
    <w:nsid w:val="66685F67"/>
    <w:multiLevelType w:val="hybridMultilevel"/>
    <w:tmpl w:val="DC6820C6"/>
    <w:lvl w:ilvl="0" w:tplc="9F84285C">
      <w:start w:val="2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B56176C"/>
    <w:multiLevelType w:val="hybridMultilevel"/>
    <w:tmpl w:val="27F68A90"/>
    <w:lvl w:ilvl="0" w:tplc="4DBED8F2">
      <w:start w:val="10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1">
    <w:nsid w:val="71616644"/>
    <w:multiLevelType w:val="hybridMultilevel"/>
    <w:tmpl w:val="83920EF6"/>
    <w:lvl w:ilvl="0" w:tplc="0F4C1D54">
      <w:start w:val="10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2">
    <w:nsid w:val="724A5723"/>
    <w:multiLevelType w:val="hybridMultilevel"/>
    <w:tmpl w:val="F3860E6E"/>
    <w:lvl w:ilvl="0" w:tplc="181A08B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3">
    <w:nsid w:val="740F31DE"/>
    <w:multiLevelType w:val="hybridMultilevel"/>
    <w:tmpl w:val="FCFE6522"/>
    <w:lvl w:ilvl="0" w:tplc="AD843E02">
      <w:start w:val="3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4">
    <w:nsid w:val="768346FD"/>
    <w:multiLevelType w:val="hybridMultilevel"/>
    <w:tmpl w:val="DD1283B8"/>
    <w:lvl w:ilvl="0" w:tplc="ADDC4080">
      <w:start w:val="17"/>
      <w:numFmt w:val="decimal"/>
      <w:lvlText w:val="%1."/>
      <w:lvlJc w:val="left"/>
      <w:pPr>
        <w:ind w:left="7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5">
    <w:nsid w:val="7E140769"/>
    <w:multiLevelType w:val="hybridMultilevel"/>
    <w:tmpl w:val="3508C266"/>
    <w:lvl w:ilvl="0" w:tplc="D2DE1EDE">
      <w:start w:val="2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6">
    <w:nsid w:val="7E567106"/>
    <w:multiLevelType w:val="hybridMultilevel"/>
    <w:tmpl w:val="D46CCF16"/>
    <w:lvl w:ilvl="0" w:tplc="E08869D0">
      <w:start w:val="2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7">
    <w:nsid w:val="7F0A773D"/>
    <w:multiLevelType w:val="hybridMultilevel"/>
    <w:tmpl w:val="1A023C86"/>
    <w:lvl w:ilvl="0" w:tplc="51EA0F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0"/>
  </w:num>
  <w:num w:numId="4">
    <w:abstractNumId w:val="44"/>
  </w:num>
  <w:num w:numId="5">
    <w:abstractNumId w:val="8"/>
  </w:num>
  <w:num w:numId="6">
    <w:abstractNumId w:val="25"/>
  </w:num>
  <w:num w:numId="7">
    <w:abstractNumId w:val="26"/>
  </w:num>
  <w:num w:numId="8">
    <w:abstractNumId w:val="21"/>
  </w:num>
  <w:num w:numId="9">
    <w:abstractNumId w:val="24"/>
  </w:num>
  <w:num w:numId="10">
    <w:abstractNumId w:val="18"/>
  </w:num>
  <w:num w:numId="11">
    <w:abstractNumId w:val="19"/>
  </w:num>
  <w:num w:numId="12">
    <w:abstractNumId w:val="23"/>
  </w:num>
  <w:num w:numId="13">
    <w:abstractNumId w:val="31"/>
  </w:num>
  <w:num w:numId="14">
    <w:abstractNumId w:val="40"/>
  </w:num>
  <w:num w:numId="15">
    <w:abstractNumId w:val="29"/>
  </w:num>
  <w:num w:numId="16">
    <w:abstractNumId w:val="32"/>
  </w:num>
  <w:num w:numId="17">
    <w:abstractNumId w:val="45"/>
  </w:num>
  <w:num w:numId="18">
    <w:abstractNumId w:val="16"/>
  </w:num>
  <w:num w:numId="19">
    <w:abstractNumId w:val="39"/>
  </w:num>
  <w:num w:numId="20">
    <w:abstractNumId w:val="11"/>
  </w:num>
  <w:num w:numId="21">
    <w:abstractNumId w:val="9"/>
  </w:num>
  <w:num w:numId="22">
    <w:abstractNumId w:val="43"/>
  </w:num>
  <w:num w:numId="23">
    <w:abstractNumId w:val="46"/>
  </w:num>
  <w:num w:numId="24">
    <w:abstractNumId w:val="42"/>
  </w:num>
  <w:num w:numId="25">
    <w:abstractNumId w:val="27"/>
  </w:num>
  <w:num w:numId="26">
    <w:abstractNumId w:val="41"/>
  </w:num>
  <w:num w:numId="27">
    <w:abstractNumId w:val="35"/>
  </w:num>
  <w:num w:numId="28">
    <w:abstractNumId w:val="28"/>
  </w:num>
  <w:num w:numId="29">
    <w:abstractNumId w:val="34"/>
  </w:num>
  <w:num w:numId="30">
    <w:abstractNumId w:val="1"/>
  </w:num>
  <w:num w:numId="31">
    <w:abstractNumId w:val="13"/>
  </w:num>
  <w:num w:numId="32">
    <w:abstractNumId w:val="36"/>
  </w:num>
  <w:num w:numId="33">
    <w:abstractNumId w:val="38"/>
  </w:num>
  <w:num w:numId="34">
    <w:abstractNumId w:val="30"/>
  </w:num>
  <w:num w:numId="35">
    <w:abstractNumId w:val="47"/>
  </w:num>
  <w:num w:numId="36">
    <w:abstractNumId w:val="37"/>
  </w:num>
  <w:num w:numId="37">
    <w:abstractNumId w:val="22"/>
  </w:num>
  <w:num w:numId="38">
    <w:abstractNumId w:val="2"/>
  </w:num>
  <w:num w:numId="39">
    <w:abstractNumId w:val="12"/>
  </w:num>
  <w:num w:numId="40">
    <w:abstractNumId w:val="7"/>
  </w:num>
  <w:num w:numId="41">
    <w:abstractNumId w:val="3"/>
  </w:num>
  <w:num w:numId="42">
    <w:abstractNumId w:val="17"/>
  </w:num>
  <w:num w:numId="43">
    <w:abstractNumId w:val="6"/>
  </w:num>
  <w:num w:numId="44">
    <w:abstractNumId w:val="4"/>
  </w:num>
  <w:num w:numId="45">
    <w:abstractNumId w:val="5"/>
  </w:num>
  <w:num w:numId="46">
    <w:abstractNumId w:val="10"/>
  </w:num>
  <w:num w:numId="47">
    <w:abstractNumId w:val="33"/>
  </w:num>
  <w:num w:numId="48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9C7"/>
    <w:rsid w:val="00003B85"/>
    <w:rsid w:val="000040CE"/>
    <w:rsid w:val="00004A54"/>
    <w:rsid w:val="000051C0"/>
    <w:rsid w:val="00005A10"/>
    <w:rsid w:val="0000601A"/>
    <w:rsid w:val="00006107"/>
    <w:rsid w:val="00006327"/>
    <w:rsid w:val="00006ECC"/>
    <w:rsid w:val="00007031"/>
    <w:rsid w:val="00010F5B"/>
    <w:rsid w:val="00011560"/>
    <w:rsid w:val="00011E30"/>
    <w:rsid w:val="00012F53"/>
    <w:rsid w:val="000135F4"/>
    <w:rsid w:val="00014B88"/>
    <w:rsid w:val="0001571B"/>
    <w:rsid w:val="0001654E"/>
    <w:rsid w:val="00016BAA"/>
    <w:rsid w:val="00017336"/>
    <w:rsid w:val="00017896"/>
    <w:rsid w:val="00017E9B"/>
    <w:rsid w:val="00020940"/>
    <w:rsid w:val="000213E4"/>
    <w:rsid w:val="00021540"/>
    <w:rsid w:val="00021781"/>
    <w:rsid w:val="000224A9"/>
    <w:rsid w:val="000229B2"/>
    <w:rsid w:val="00023393"/>
    <w:rsid w:val="000235E5"/>
    <w:rsid w:val="00023BE0"/>
    <w:rsid w:val="00023EBA"/>
    <w:rsid w:val="00023F9F"/>
    <w:rsid w:val="000246BE"/>
    <w:rsid w:val="000251B2"/>
    <w:rsid w:val="000254BA"/>
    <w:rsid w:val="00026650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E31"/>
    <w:rsid w:val="00033902"/>
    <w:rsid w:val="00034897"/>
    <w:rsid w:val="0003536F"/>
    <w:rsid w:val="0003634F"/>
    <w:rsid w:val="000368E7"/>
    <w:rsid w:val="000377E6"/>
    <w:rsid w:val="000401C1"/>
    <w:rsid w:val="000433A4"/>
    <w:rsid w:val="000438EC"/>
    <w:rsid w:val="00043B76"/>
    <w:rsid w:val="00044178"/>
    <w:rsid w:val="000452A4"/>
    <w:rsid w:val="0004594E"/>
    <w:rsid w:val="00046742"/>
    <w:rsid w:val="00046BD2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C"/>
    <w:rsid w:val="0005779C"/>
    <w:rsid w:val="00060160"/>
    <w:rsid w:val="00061252"/>
    <w:rsid w:val="00061B78"/>
    <w:rsid w:val="00061D93"/>
    <w:rsid w:val="00062622"/>
    <w:rsid w:val="000632C6"/>
    <w:rsid w:val="00064A32"/>
    <w:rsid w:val="00066453"/>
    <w:rsid w:val="00067BF2"/>
    <w:rsid w:val="00070244"/>
    <w:rsid w:val="000703D7"/>
    <w:rsid w:val="0007091B"/>
    <w:rsid w:val="00071058"/>
    <w:rsid w:val="000718F8"/>
    <w:rsid w:val="00071D71"/>
    <w:rsid w:val="0007565F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D04"/>
    <w:rsid w:val="00086E7B"/>
    <w:rsid w:val="0008712F"/>
    <w:rsid w:val="000873AB"/>
    <w:rsid w:val="00087715"/>
    <w:rsid w:val="000908AA"/>
    <w:rsid w:val="000925A3"/>
    <w:rsid w:val="00094BBE"/>
    <w:rsid w:val="00094D9F"/>
    <w:rsid w:val="00095748"/>
    <w:rsid w:val="000965B1"/>
    <w:rsid w:val="00097447"/>
    <w:rsid w:val="000A0E5E"/>
    <w:rsid w:val="000A18B7"/>
    <w:rsid w:val="000A232D"/>
    <w:rsid w:val="000A4CDD"/>
    <w:rsid w:val="000A4F7A"/>
    <w:rsid w:val="000A58F7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32D"/>
    <w:rsid w:val="000B39C6"/>
    <w:rsid w:val="000B769F"/>
    <w:rsid w:val="000C17D6"/>
    <w:rsid w:val="000C3313"/>
    <w:rsid w:val="000C4130"/>
    <w:rsid w:val="000C5722"/>
    <w:rsid w:val="000C572D"/>
    <w:rsid w:val="000C5B29"/>
    <w:rsid w:val="000C6535"/>
    <w:rsid w:val="000C6F64"/>
    <w:rsid w:val="000C734E"/>
    <w:rsid w:val="000C7876"/>
    <w:rsid w:val="000D0991"/>
    <w:rsid w:val="000D0C4C"/>
    <w:rsid w:val="000D0FED"/>
    <w:rsid w:val="000D1629"/>
    <w:rsid w:val="000D315F"/>
    <w:rsid w:val="000D4FDE"/>
    <w:rsid w:val="000D5E0C"/>
    <w:rsid w:val="000D613A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83E"/>
    <w:rsid w:val="000E6DC6"/>
    <w:rsid w:val="000E71E6"/>
    <w:rsid w:val="000E7851"/>
    <w:rsid w:val="000F09A0"/>
    <w:rsid w:val="000F2CFB"/>
    <w:rsid w:val="000F3CBF"/>
    <w:rsid w:val="000F4A4F"/>
    <w:rsid w:val="000F4EBB"/>
    <w:rsid w:val="000F5043"/>
    <w:rsid w:val="000F6BC4"/>
    <w:rsid w:val="000F6D87"/>
    <w:rsid w:val="000F7428"/>
    <w:rsid w:val="001013A1"/>
    <w:rsid w:val="001029F4"/>
    <w:rsid w:val="0010349F"/>
    <w:rsid w:val="00105776"/>
    <w:rsid w:val="00107DBF"/>
    <w:rsid w:val="00107E91"/>
    <w:rsid w:val="001103C0"/>
    <w:rsid w:val="0011110A"/>
    <w:rsid w:val="0011246C"/>
    <w:rsid w:val="0011381C"/>
    <w:rsid w:val="00114350"/>
    <w:rsid w:val="00114C85"/>
    <w:rsid w:val="001151FC"/>
    <w:rsid w:val="00115245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2BD"/>
    <w:rsid w:val="00126311"/>
    <w:rsid w:val="00126750"/>
    <w:rsid w:val="00127B16"/>
    <w:rsid w:val="00130143"/>
    <w:rsid w:val="0013330C"/>
    <w:rsid w:val="00134328"/>
    <w:rsid w:val="00134AD3"/>
    <w:rsid w:val="0013521E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F1"/>
    <w:rsid w:val="00147DFF"/>
    <w:rsid w:val="00150298"/>
    <w:rsid w:val="00151311"/>
    <w:rsid w:val="00151435"/>
    <w:rsid w:val="001515D3"/>
    <w:rsid w:val="001529AA"/>
    <w:rsid w:val="00152F20"/>
    <w:rsid w:val="0015374D"/>
    <w:rsid w:val="0015424A"/>
    <w:rsid w:val="00155D39"/>
    <w:rsid w:val="00155DA1"/>
    <w:rsid w:val="0016186C"/>
    <w:rsid w:val="00161907"/>
    <w:rsid w:val="00162F47"/>
    <w:rsid w:val="00164923"/>
    <w:rsid w:val="00165D44"/>
    <w:rsid w:val="00165E56"/>
    <w:rsid w:val="001668B7"/>
    <w:rsid w:val="001673E4"/>
    <w:rsid w:val="00167CFA"/>
    <w:rsid w:val="0017117F"/>
    <w:rsid w:val="00172808"/>
    <w:rsid w:val="001734BF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30A1"/>
    <w:rsid w:val="00185884"/>
    <w:rsid w:val="00186680"/>
    <w:rsid w:val="00186821"/>
    <w:rsid w:val="00186E69"/>
    <w:rsid w:val="00187E26"/>
    <w:rsid w:val="00187F47"/>
    <w:rsid w:val="00191C65"/>
    <w:rsid w:val="00191E89"/>
    <w:rsid w:val="00194CD3"/>
    <w:rsid w:val="00194DC3"/>
    <w:rsid w:val="001959AC"/>
    <w:rsid w:val="00195C07"/>
    <w:rsid w:val="00197104"/>
    <w:rsid w:val="001A0551"/>
    <w:rsid w:val="001A1A48"/>
    <w:rsid w:val="001A2E2C"/>
    <w:rsid w:val="001A421D"/>
    <w:rsid w:val="001A53D0"/>
    <w:rsid w:val="001A570C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75A"/>
    <w:rsid w:val="001B2CC3"/>
    <w:rsid w:val="001B3C62"/>
    <w:rsid w:val="001B44AD"/>
    <w:rsid w:val="001B4901"/>
    <w:rsid w:val="001B5912"/>
    <w:rsid w:val="001B6010"/>
    <w:rsid w:val="001B7561"/>
    <w:rsid w:val="001B7B17"/>
    <w:rsid w:val="001C0FE9"/>
    <w:rsid w:val="001C12CE"/>
    <w:rsid w:val="001C13A8"/>
    <w:rsid w:val="001C1AA1"/>
    <w:rsid w:val="001C3E23"/>
    <w:rsid w:val="001C47EC"/>
    <w:rsid w:val="001C55FC"/>
    <w:rsid w:val="001C5E04"/>
    <w:rsid w:val="001C6BB8"/>
    <w:rsid w:val="001C6E38"/>
    <w:rsid w:val="001C7A00"/>
    <w:rsid w:val="001C7A97"/>
    <w:rsid w:val="001D14D1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D78AC"/>
    <w:rsid w:val="001E0676"/>
    <w:rsid w:val="001E0982"/>
    <w:rsid w:val="001E1C26"/>
    <w:rsid w:val="001E2BCF"/>
    <w:rsid w:val="001E2C8F"/>
    <w:rsid w:val="001E3512"/>
    <w:rsid w:val="001E4229"/>
    <w:rsid w:val="001E4EBC"/>
    <w:rsid w:val="001E4F91"/>
    <w:rsid w:val="001E5D3B"/>
    <w:rsid w:val="001E6466"/>
    <w:rsid w:val="001E7E70"/>
    <w:rsid w:val="001F014A"/>
    <w:rsid w:val="001F0CCE"/>
    <w:rsid w:val="001F217D"/>
    <w:rsid w:val="001F2CBF"/>
    <w:rsid w:val="001F74E9"/>
    <w:rsid w:val="001F7A3B"/>
    <w:rsid w:val="001F7AE2"/>
    <w:rsid w:val="00200322"/>
    <w:rsid w:val="002015AB"/>
    <w:rsid w:val="00201AE5"/>
    <w:rsid w:val="00202B88"/>
    <w:rsid w:val="0020367C"/>
    <w:rsid w:val="00203926"/>
    <w:rsid w:val="0020459E"/>
    <w:rsid w:val="00204BF4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332E"/>
    <w:rsid w:val="0021343A"/>
    <w:rsid w:val="002134E5"/>
    <w:rsid w:val="0021377E"/>
    <w:rsid w:val="002148BE"/>
    <w:rsid w:val="0021541E"/>
    <w:rsid w:val="002155B7"/>
    <w:rsid w:val="00215E22"/>
    <w:rsid w:val="00215E89"/>
    <w:rsid w:val="002161D9"/>
    <w:rsid w:val="0021638B"/>
    <w:rsid w:val="00216779"/>
    <w:rsid w:val="002201E6"/>
    <w:rsid w:val="00220CEB"/>
    <w:rsid w:val="00222435"/>
    <w:rsid w:val="0022243A"/>
    <w:rsid w:val="00222BD2"/>
    <w:rsid w:val="00222D9C"/>
    <w:rsid w:val="0022370A"/>
    <w:rsid w:val="0022583A"/>
    <w:rsid w:val="002261DB"/>
    <w:rsid w:val="002269E9"/>
    <w:rsid w:val="00226E61"/>
    <w:rsid w:val="00227AD7"/>
    <w:rsid w:val="00230140"/>
    <w:rsid w:val="0023149B"/>
    <w:rsid w:val="00231742"/>
    <w:rsid w:val="0023195F"/>
    <w:rsid w:val="00231B7F"/>
    <w:rsid w:val="002325C2"/>
    <w:rsid w:val="00233265"/>
    <w:rsid w:val="002350FC"/>
    <w:rsid w:val="00235FE9"/>
    <w:rsid w:val="00236115"/>
    <w:rsid w:val="002366AD"/>
    <w:rsid w:val="00236DC4"/>
    <w:rsid w:val="00236F63"/>
    <w:rsid w:val="00237437"/>
    <w:rsid w:val="002376DA"/>
    <w:rsid w:val="00241120"/>
    <w:rsid w:val="002416A0"/>
    <w:rsid w:val="00243F37"/>
    <w:rsid w:val="00244EB2"/>
    <w:rsid w:val="00245190"/>
    <w:rsid w:val="00245D1B"/>
    <w:rsid w:val="0024711A"/>
    <w:rsid w:val="002476B9"/>
    <w:rsid w:val="002477F2"/>
    <w:rsid w:val="00250B7D"/>
    <w:rsid w:val="00252D20"/>
    <w:rsid w:val="00253091"/>
    <w:rsid w:val="00253EDC"/>
    <w:rsid w:val="00254914"/>
    <w:rsid w:val="0025657A"/>
    <w:rsid w:val="002601C5"/>
    <w:rsid w:val="002606F9"/>
    <w:rsid w:val="002611B9"/>
    <w:rsid w:val="00262017"/>
    <w:rsid w:val="00262A72"/>
    <w:rsid w:val="00262DAB"/>
    <w:rsid w:val="00262EE5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714"/>
    <w:rsid w:val="00273179"/>
    <w:rsid w:val="002734A4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025"/>
    <w:rsid w:val="00282437"/>
    <w:rsid w:val="00282754"/>
    <w:rsid w:val="00283211"/>
    <w:rsid w:val="00284E3D"/>
    <w:rsid w:val="0028557E"/>
    <w:rsid w:val="00286B66"/>
    <w:rsid w:val="00286D64"/>
    <w:rsid w:val="00290A2D"/>
    <w:rsid w:val="00290BFD"/>
    <w:rsid w:val="0029362B"/>
    <w:rsid w:val="00293738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215D"/>
    <w:rsid w:val="002A2AD4"/>
    <w:rsid w:val="002A3434"/>
    <w:rsid w:val="002A367B"/>
    <w:rsid w:val="002A3793"/>
    <w:rsid w:val="002A3AA0"/>
    <w:rsid w:val="002A5778"/>
    <w:rsid w:val="002A5868"/>
    <w:rsid w:val="002A61DC"/>
    <w:rsid w:val="002A64E7"/>
    <w:rsid w:val="002A6694"/>
    <w:rsid w:val="002A68B3"/>
    <w:rsid w:val="002A68EA"/>
    <w:rsid w:val="002A6926"/>
    <w:rsid w:val="002A7B81"/>
    <w:rsid w:val="002A7EE4"/>
    <w:rsid w:val="002B1898"/>
    <w:rsid w:val="002B1C69"/>
    <w:rsid w:val="002B25F2"/>
    <w:rsid w:val="002B2975"/>
    <w:rsid w:val="002B453E"/>
    <w:rsid w:val="002B4BD5"/>
    <w:rsid w:val="002B4EF1"/>
    <w:rsid w:val="002B6587"/>
    <w:rsid w:val="002B6E67"/>
    <w:rsid w:val="002B7205"/>
    <w:rsid w:val="002C0133"/>
    <w:rsid w:val="002C0218"/>
    <w:rsid w:val="002C043E"/>
    <w:rsid w:val="002C0E99"/>
    <w:rsid w:val="002C22AA"/>
    <w:rsid w:val="002C22F1"/>
    <w:rsid w:val="002C2B3C"/>
    <w:rsid w:val="002C2C2B"/>
    <w:rsid w:val="002C390F"/>
    <w:rsid w:val="002C4062"/>
    <w:rsid w:val="002C40FE"/>
    <w:rsid w:val="002C4438"/>
    <w:rsid w:val="002D1349"/>
    <w:rsid w:val="002D15A1"/>
    <w:rsid w:val="002D2F92"/>
    <w:rsid w:val="002D464B"/>
    <w:rsid w:val="002D48BB"/>
    <w:rsid w:val="002D5657"/>
    <w:rsid w:val="002D5FAA"/>
    <w:rsid w:val="002D644B"/>
    <w:rsid w:val="002D7195"/>
    <w:rsid w:val="002D72BE"/>
    <w:rsid w:val="002D7598"/>
    <w:rsid w:val="002D7AFF"/>
    <w:rsid w:val="002E0608"/>
    <w:rsid w:val="002E130C"/>
    <w:rsid w:val="002E1381"/>
    <w:rsid w:val="002E16BD"/>
    <w:rsid w:val="002E1E76"/>
    <w:rsid w:val="002E1E9A"/>
    <w:rsid w:val="002E222C"/>
    <w:rsid w:val="002E372E"/>
    <w:rsid w:val="002E4F91"/>
    <w:rsid w:val="002E51B0"/>
    <w:rsid w:val="002E587E"/>
    <w:rsid w:val="002E676F"/>
    <w:rsid w:val="002E752C"/>
    <w:rsid w:val="002F186C"/>
    <w:rsid w:val="002F37C5"/>
    <w:rsid w:val="002F6893"/>
    <w:rsid w:val="002F7830"/>
    <w:rsid w:val="00300BD8"/>
    <w:rsid w:val="00302E63"/>
    <w:rsid w:val="0030496F"/>
    <w:rsid w:val="0030580B"/>
    <w:rsid w:val="0030625C"/>
    <w:rsid w:val="00306355"/>
    <w:rsid w:val="003110BB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3211"/>
    <w:rsid w:val="00323747"/>
    <w:rsid w:val="00323763"/>
    <w:rsid w:val="003262BA"/>
    <w:rsid w:val="003302FE"/>
    <w:rsid w:val="00332532"/>
    <w:rsid w:val="00332A77"/>
    <w:rsid w:val="00333A5B"/>
    <w:rsid w:val="0033451B"/>
    <w:rsid w:val="00334F95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2960"/>
    <w:rsid w:val="00342BB4"/>
    <w:rsid w:val="00344E35"/>
    <w:rsid w:val="00345D97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2D75"/>
    <w:rsid w:val="00353E4D"/>
    <w:rsid w:val="0035419F"/>
    <w:rsid w:val="003559F4"/>
    <w:rsid w:val="0035660E"/>
    <w:rsid w:val="003573CB"/>
    <w:rsid w:val="00357645"/>
    <w:rsid w:val="00357688"/>
    <w:rsid w:val="00357D2C"/>
    <w:rsid w:val="0036048E"/>
    <w:rsid w:val="00360AEC"/>
    <w:rsid w:val="00362350"/>
    <w:rsid w:val="003637C9"/>
    <w:rsid w:val="00364F18"/>
    <w:rsid w:val="00364FC4"/>
    <w:rsid w:val="00365A46"/>
    <w:rsid w:val="003669FD"/>
    <w:rsid w:val="00367571"/>
    <w:rsid w:val="00367A3F"/>
    <w:rsid w:val="00367ACF"/>
    <w:rsid w:val="00370E37"/>
    <w:rsid w:val="0037163D"/>
    <w:rsid w:val="003727BE"/>
    <w:rsid w:val="00372E3F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316F"/>
    <w:rsid w:val="003843E9"/>
    <w:rsid w:val="00384CF4"/>
    <w:rsid w:val="00385542"/>
    <w:rsid w:val="00385B41"/>
    <w:rsid w:val="00387E10"/>
    <w:rsid w:val="00391A08"/>
    <w:rsid w:val="003934C2"/>
    <w:rsid w:val="00393657"/>
    <w:rsid w:val="00394072"/>
    <w:rsid w:val="00394C0D"/>
    <w:rsid w:val="0039583B"/>
    <w:rsid w:val="003A02FB"/>
    <w:rsid w:val="003A140A"/>
    <w:rsid w:val="003A1AB5"/>
    <w:rsid w:val="003A2DAD"/>
    <w:rsid w:val="003A4660"/>
    <w:rsid w:val="003A5100"/>
    <w:rsid w:val="003A5F74"/>
    <w:rsid w:val="003A6214"/>
    <w:rsid w:val="003A63F6"/>
    <w:rsid w:val="003A6BEE"/>
    <w:rsid w:val="003A6D4E"/>
    <w:rsid w:val="003B0B75"/>
    <w:rsid w:val="003B0EF1"/>
    <w:rsid w:val="003B10B8"/>
    <w:rsid w:val="003B449E"/>
    <w:rsid w:val="003B4F16"/>
    <w:rsid w:val="003B53AF"/>
    <w:rsid w:val="003C072A"/>
    <w:rsid w:val="003C0F93"/>
    <w:rsid w:val="003C1021"/>
    <w:rsid w:val="003C17F0"/>
    <w:rsid w:val="003C1CEB"/>
    <w:rsid w:val="003C369B"/>
    <w:rsid w:val="003C3F0C"/>
    <w:rsid w:val="003C47AC"/>
    <w:rsid w:val="003C5118"/>
    <w:rsid w:val="003C58C3"/>
    <w:rsid w:val="003C5F5A"/>
    <w:rsid w:val="003C6CAF"/>
    <w:rsid w:val="003C7235"/>
    <w:rsid w:val="003D059D"/>
    <w:rsid w:val="003D0754"/>
    <w:rsid w:val="003D13CF"/>
    <w:rsid w:val="003D24E8"/>
    <w:rsid w:val="003D2785"/>
    <w:rsid w:val="003D2D1A"/>
    <w:rsid w:val="003D2FEA"/>
    <w:rsid w:val="003D33C6"/>
    <w:rsid w:val="003D4D18"/>
    <w:rsid w:val="003D55D3"/>
    <w:rsid w:val="003D6BB3"/>
    <w:rsid w:val="003D6D5C"/>
    <w:rsid w:val="003D6E52"/>
    <w:rsid w:val="003D7AC6"/>
    <w:rsid w:val="003E2CC6"/>
    <w:rsid w:val="003E2F20"/>
    <w:rsid w:val="003E3184"/>
    <w:rsid w:val="003E526E"/>
    <w:rsid w:val="003E607F"/>
    <w:rsid w:val="003E6E15"/>
    <w:rsid w:val="003F028B"/>
    <w:rsid w:val="003F0BBD"/>
    <w:rsid w:val="003F2802"/>
    <w:rsid w:val="003F3247"/>
    <w:rsid w:val="003F3A00"/>
    <w:rsid w:val="003F4A2B"/>
    <w:rsid w:val="003F533D"/>
    <w:rsid w:val="003F54E9"/>
    <w:rsid w:val="003F694F"/>
    <w:rsid w:val="003F6E9F"/>
    <w:rsid w:val="003F73D9"/>
    <w:rsid w:val="004000A1"/>
    <w:rsid w:val="0040100C"/>
    <w:rsid w:val="004013F6"/>
    <w:rsid w:val="00401509"/>
    <w:rsid w:val="00401974"/>
    <w:rsid w:val="00402DBD"/>
    <w:rsid w:val="00405B31"/>
    <w:rsid w:val="0040604F"/>
    <w:rsid w:val="00406602"/>
    <w:rsid w:val="004071A5"/>
    <w:rsid w:val="004075BC"/>
    <w:rsid w:val="00407F16"/>
    <w:rsid w:val="00412E0D"/>
    <w:rsid w:val="00414198"/>
    <w:rsid w:val="00414A89"/>
    <w:rsid w:val="00414D97"/>
    <w:rsid w:val="00415A24"/>
    <w:rsid w:val="004168BC"/>
    <w:rsid w:val="004172B2"/>
    <w:rsid w:val="00417B9B"/>
    <w:rsid w:val="004213DB"/>
    <w:rsid w:val="00421724"/>
    <w:rsid w:val="00421874"/>
    <w:rsid w:val="00422EF3"/>
    <w:rsid w:val="00424A5A"/>
    <w:rsid w:val="004252F4"/>
    <w:rsid w:val="00425485"/>
    <w:rsid w:val="00425A72"/>
    <w:rsid w:val="00426BC1"/>
    <w:rsid w:val="00426C5E"/>
    <w:rsid w:val="00427493"/>
    <w:rsid w:val="00427A37"/>
    <w:rsid w:val="00431EA4"/>
    <w:rsid w:val="00432A3C"/>
    <w:rsid w:val="00433DFF"/>
    <w:rsid w:val="004346A1"/>
    <w:rsid w:val="00435547"/>
    <w:rsid w:val="00435A4D"/>
    <w:rsid w:val="00435B5E"/>
    <w:rsid w:val="00435CA9"/>
    <w:rsid w:val="00437418"/>
    <w:rsid w:val="004403BF"/>
    <w:rsid w:val="00440ECE"/>
    <w:rsid w:val="00441302"/>
    <w:rsid w:val="0044191F"/>
    <w:rsid w:val="00441E82"/>
    <w:rsid w:val="004439D1"/>
    <w:rsid w:val="0044733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57A8D"/>
    <w:rsid w:val="00461894"/>
    <w:rsid w:val="00462063"/>
    <w:rsid w:val="00462A2D"/>
    <w:rsid w:val="0046461F"/>
    <w:rsid w:val="00464DDE"/>
    <w:rsid w:val="00470856"/>
    <w:rsid w:val="004726EB"/>
    <w:rsid w:val="00474DF6"/>
    <w:rsid w:val="00476425"/>
    <w:rsid w:val="00476E11"/>
    <w:rsid w:val="00476EE9"/>
    <w:rsid w:val="00482170"/>
    <w:rsid w:val="00482177"/>
    <w:rsid w:val="0048471E"/>
    <w:rsid w:val="0048493A"/>
    <w:rsid w:val="0048553B"/>
    <w:rsid w:val="00485765"/>
    <w:rsid w:val="0048704B"/>
    <w:rsid w:val="004903E1"/>
    <w:rsid w:val="00490475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5816"/>
    <w:rsid w:val="004A760F"/>
    <w:rsid w:val="004A7691"/>
    <w:rsid w:val="004B0E4B"/>
    <w:rsid w:val="004B21C3"/>
    <w:rsid w:val="004B2379"/>
    <w:rsid w:val="004B3396"/>
    <w:rsid w:val="004B3BF3"/>
    <w:rsid w:val="004B4783"/>
    <w:rsid w:val="004B5B6B"/>
    <w:rsid w:val="004B5E16"/>
    <w:rsid w:val="004B6411"/>
    <w:rsid w:val="004B7216"/>
    <w:rsid w:val="004B7310"/>
    <w:rsid w:val="004C2969"/>
    <w:rsid w:val="004C36C8"/>
    <w:rsid w:val="004C4161"/>
    <w:rsid w:val="004C46E2"/>
    <w:rsid w:val="004C49C4"/>
    <w:rsid w:val="004C4A42"/>
    <w:rsid w:val="004C4DE1"/>
    <w:rsid w:val="004C68F5"/>
    <w:rsid w:val="004C761C"/>
    <w:rsid w:val="004C7C3D"/>
    <w:rsid w:val="004D01EA"/>
    <w:rsid w:val="004D0FB5"/>
    <w:rsid w:val="004D1ED6"/>
    <w:rsid w:val="004D1F93"/>
    <w:rsid w:val="004D3429"/>
    <w:rsid w:val="004D3E47"/>
    <w:rsid w:val="004D6411"/>
    <w:rsid w:val="004D6EE5"/>
    <w:rsid w:val="004D7B6E"/>
    <w:rsid w:val="004E1CBB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4E3"/>
    <w:rsid w:val="0050160E"/>
    <w:rsid w:val="00501870"/>
    <w:rsid w:val="00501E14"/>
    <w:rsid w:val="00502CE7"/>
    <w:rsid w:val="005051DD"/>
    <w:rsid w:val="00505D0C"/>
    <w:rsid w:val="005062C3"/>
    <w:rsid w:val="005063DB"/>
    <w:rsid w:val="0050656A"/>
    <w:rsid w:val="0051000B"/>
    <w:rsid w:val="0051024C"/>
    <w:rsid w:val="00510F13"/>
    <w:rsid w:val="00511222"/>
    <w:rsid w:val="005113ED"/>
    <w:rsid w:val="00512485"/>
    <w:rsid w:val="00512A40"/>
    <w:rsid w:val="005134B5"/>
    <w:rsid w:val="00513833"/>
    <w:rsid w:val="00513B13"/>
    <w:rsid w:val="00514B18"/>
    <w:rsid w:val="005208BD"/>
    <w:rsid w:val="00521166"/>
    <w:rsid w:val="00522202"/>
    <w:rsid w:val="00523155"/>
    <w:rsid w:val="0052463A"/>
    <w:rsid w:val="00525201"/>
    <w:rsid w:val="005256F0"/>
    <w:rsid w:val="005268CA"/>
    <w:rsid w:val="0052756A"/>
    <w:rsid w:val="005276DB"/>
    <w:rsid w:val="005277AD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08D7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7AFA"/>
    <w:rsid w:val="00550F05"/>
    <w:rsid w:val="0055121A"/>
    <w:rsid w:val="0055267E"/>
    <w:rsid w:val="00552929"/>
    <w:rsid w:val="00552BDF"/>
    <w:rsid w:val="00553F34"/>
    <w:rsid w:val="00554662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A1"/>
    <w:rsid w:val="00561458"/>
    <w:rsid w:val="00561B7C"/>
    <w:rsid w:val="005647CD"/>
    <w:rsid w:val="00564E51"/>
    <w:rsid w:val="0056629A"/>
    <w:rsid w:val="0056647E"/>
    <w:rsid w:val="00566DCB"/>
    <w:rsid w:val="00570BC2"/>
    <w:rsid w:val="00570C48"/>
    <w:rsid w:val="00571D1B"/>
    <w:rsid w:val="00571F85"/>
    <w:rsid w:val="005736ED"/>
    <w:rsid w:val="0057426F"/>
    <w:rsid w:val="0057638A"/>
    <w:rsid w:val="00577171"/>
    <w:rsid w:val="00577AC0"/>
    <w:rsid w:val="0058027E"/>
    <w:rsid w:val="005818E9"/>
    <w:rsid w:val="0058219E"/>
    <w:rsid w:val="00582B1A"/>
    <w:rsid w:val="005837D4"/>
    <w:rsid w:val="00584614"/>
    <w:rsid w:val="0058509A"/>
    <w:rsid w:val="005853B8"/>
    <w:rsid w:val="00585B3C"/>
    <w:rsid w:val="00585F58"/>
    <w:rsid w:val="00585F7B"/>
    <w:rsid w:val="0058767F"/>
    <w:rsid w:val="005876C7"/>
    <w:rsid w:val="00590290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1E48"/>
    <w:rsid w:val="005A3082"/>
    <w:rsid w:val="005A34E6"/>
    <w:rsid w:val="005A4D9A"/>
    <w:rsid w:val="005A5247"/>
    <w:rsid w:val="005A6404"/>
    <w:rsid w:val="005A69E7"/>
    <w:rsid w:val="005A6C0F"/>
    <w:rsid w:val="005B0F1D"/>
    <w:rsid w:val="005B12DB"/>
    <w:rsid w:val="005B13B1"/>
    <w:rsid w:val="005B159F"/>
    <w:rsid w:val="005B172D"/>
    <w:rsid w:val="005B1BA2"/>
    <w:rsid w:val="005B21FA"/>
    <w:rsid w:val="005B29C4"/>
    <w:rsid w:val="005B2A0C"/>
    <w:rsid w:val="005B4787"/>
    <w:rsid w:val="005B6122"/>
    <w:rsid w:val="005B61C1"/>
    <w:rsid w:val="005B66F9"/>
    <w:rsid w:val="005B6E7A"/>
    <w:rsid w:val="005B7550"/>
    <w:rsid w:val="005C06EE"/>
    <w:rsid w:val="005C06FE"/>
    <w:rsid w:val="005C1943"/>
    <w:rsid w:val="005C1D0A"/>
    <w:rsid w:val="005C212B"/>
    <w:rsid w:val="005C45F5"/>
    <w:rsid w:val="005C5D60"/>
    <w:rsid w:val="005C681B"/>
    <w:rsid w:val="005C6C23"/>
    <w:rsid w:val="005C6C95"/>
    <w:rsid w:val="005C7573"/>
    <w:rsid w:val="005D004D"/>
    <w:rsid w:val="005D049C"/>
    <w:rsid w:val="005D07D7"/>
    <w:rsid w:val="005D18CC"/>
    <w:rsid w:val="005D1CCE"/>
    <w:rsid w:val="005D1F1E"/>
    <w:rsid w:val="005D2C3E"/>
    <w:rsid w:val="005D469B"/>
    <w:rsid w:val="005D60FF"/>
    <w:rsid w:val="005D6368"/>
    <w:rsid w:val="005D6D47"/>
    <w:rsid w:val="005D6E3B"/>
    <w:rsid w:val="005D76E7"/>
    <w:rsid w:val="005D7BAA"/>
    <w:rsid w:val="005E16A0"/>
    <w:rsid w:val="005E2343"/>
    <w:rsid w:val="005E2BD1"/>
    <w:rsid w:val="005E3BC9"/>
    <w:rsid w:val="005E3D58"/>
    <w:rsid w:val="005E3DA4"/>
    <w:rsid w:val="005E5F4C"/>
    <w:rsid w:val="005E6CA6"/>
    <w:rsid w:val="005E7D93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591"/>
    <w:rsid w:val="006117E7"/>
    <w:rsid w:val="006124FE"/>
    <w:rsid w:val="00612A35"/>
    <w:rsid w:val="0061331B"/>
    <w:rsid w:val="00613B0B"/>
    <w:rsid w:val="00615D46"/>
    <w:rsid w:val="00616546"/>
    <w:rsid w:val="00617D45"/>
    <w:rsid w:val="00620D2C"/>
    <w:rsid w:val="00620F9A"/>
    <w:rsid w:val="006210DA"/>
    <w:rsid w:val="00621AB4"/>
    <w:rsid w:val="00624881"/>
    <w:rsid w:val="00624AC4"/>
    <w:rsid w:val="006266C2"/>
    <w:rsid w:val="006267C6"/>
    <w:rsid w:val="00627052"/>
    <w:rsid w:val="00627B7C"/>
    <w:rsid w:val="006305C3"/>
    <w:rsid w:val="00630966"/>
    <w:rsid w:val="0063096A"/>
    <w:rsid w:val="0063175E"/>
    <w:rsid w:val="00631FA5"/>
    <w:rsid w:val="00632B3E"/>
    <w:rsid w:val="00632F47"/>
    <w:rsid w:val="006348BD"/>
    <w:rsid w:val="0063492D"/>
    <w:rsid w:val="006350DB"/>
    <w:rsid w:val="00635626"/>
    <w:rsid w:val="00636B1F"/>
    <w:rsid w:val="00640A7A"/>
    <w:rsid w:val="00640D80"/>
    <w:rsid w:val="00641B4F"/>
    <w:rsid w:val="00641C3D"/>
    <w:rsid w:val="00641D7E"/>
    <w:rsid w:val="00642641"/>
    <w:rsid w:val="00642E97"/>
    <w:rsid w:val="0064322D"/>
    <w:rsid w:val="0064391A"/>
    <w:rsid w:val="00644B76"/>
    <w:rsid w:val="00645794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4AD"/>
    <w:rsid w:val="006539DB"/>
    <w:rsid w:val="00653C19"/>
    <w:rsid w:val="006558D5"/>
    <w:rsid w:val="006560C7"/>
    <w:rsid w:val="0065767E"/>
    <w:rsid w:val="00660124"/>
    <w:rsid w:val="00660D26"/>
    <w:rsid w:val="006612FB"/>
    <w:rsid w:val="006617EE"/>
    <w:rsid w:val="00661F0E"/>
    <w:rsid w:val="0066218F"/>
    <w:rsid w:val="006629C0"/>
    <w:rsid w:val="00663C27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B44"/>
    <w:rsid w:val="00667C9F"/>
    <w:rsid w:val="0067114A"/>
    <w:rsid w:val="006711F7"/>
    <w:rsid w:val="0067224E"/>
    <w:rsid w:val="00672321"/>
    <w:rsid w:val="0067347B"/>
    <w:rsid w:val="006735FE"/>
    <w:rsid w:val="00673ECF"/>
    <w:rsid w:val="00673FA8"/>
    <w:rsid w:val="006748F3"/>
    <w:rsid w:val="00674BAF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2455"/>
    <w:rsid w:val="0068374C"/>
    <w:rsid w:val="006837C8"/>
    <w:rsid w:val="00683BB2"/>
    <w:rsid w:val="0068460F"/>
    <w:rsid w:val="0068471E"/>
    <w:rsid w:val="00685524"/>
    <w:rsid w:val="006867D6"/>
    <w:rsid w:val="00686C01"/>
    <w:rsid w:val="0068760F"/>
    <w:rsid w:val="00687BC6"/>
    <w:rsid w:val="00690267"/>
    <w:rsid w:val="00690A2D"/>
    <w:rsid w:val="0069147C"/>
    <w:rsid w:val="00691F74"/>
    <w:rsid w:val="00692988"/>
    <w:rsid w:val="0069308B"/>
    <w:rsid w:val="00693147"/>
    <w:rsid w:val="0069483D"/>
    <w:rsid w:val="00695F3C"/>
    <w:rsid w:val="00695F62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306"/>
    <w:rsid w:val="006A576D"/>
    <w:rsid w:val="006A5D22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B7F3B"/>
    <w:rsid w:val="006C10D5"/>
    <w:rsid w:val="006C1DF0"/>
    <w:rsid w:val="006C21A5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DA2"/>
    <w:rsid w:val="006C7F39"/>
    <w:rsid w:val="006D1BFC"/>
    <w:rsid w:val="006D38D6"/>
    <w:rsid w:val="006D4485"/>
    <w:rsid w:val="006D49D2"/>
    <w:rsid w:val="006D5941"/>
    <w:rsid w:val="006D59F2"/>
    <w:rsid w:val="006D6EAC"/>
    <w:rsid w:val="006D753B"/>
    <w:rsid w:val="006D7A26"/>
    <w:rsid w:val="006D7B59"/>
    <w:rsid w:val="006E0B39"/>
    <w:rsid w:val="006E0D5E"/>
    <w:rsid w:val="006E10D5"/>
    <w:rsid w:val="006E1316"/>
    <w:rsid w:val="006E17F0"/>
    <w:rsid w:val="006E1F42"/>
    <w:rsid w:val="006E2065"/>
    <w:rsid w:val="006E241F"/>
    <w:rsid w:val="006E2551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1C4"/>
    <w:rsid w:val="006F4BE7"/>
    <w:rsid w:val="006F4F7C"/>
    <w:rsid w:val="006F5353"/>
    <w:rsid w:val="006F6ED0"/>
    <w:rsid w:val="006F76C2"/>
    <w:rsid w:val="006F7DAB"/>
    <w:rsid w:val="0070056F"/>
    <w:rsid w:val="00701640"/>
    <w:rsid w:val="00701A21"/>
    <w:rsid w:val="00703988"/>
    <w:rsid w:val="007050B8"/>
    <w:rsid w:val="00705194"/>
    <w:rsid w:val="007059C4"/>
    <w:rsid w:val="007060F7"/>
    <w:rsid w:val="00706B58"/>
    <w:rsid w:val="0070764F"/>
    <w:rsid w:val="007077FB"/>
    <w:rsid w:val="00710534"/>
    <w:rsid w:val="00711959"/>
    <w:rsid w:val="00711BA2"/>
    <w:rsid w:val="00712272"/>
    <w:rsid w:val="00713909"/>
    <w:rsid w:val="007142CE"/>
    <w:rsid w:val="00714AB0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6103"/>
    <w:rsid w:val="007265AF"/>
    <w:rsid w:val="00727627"/>
    <w:rsid w:val="00730070"/>
    <w:rsid w:val="007303A5"/>
    <w:rsid w:val="007307B6"/>
    <w:rsid w:val="00730FDC"/>
    <w:rsid w:val="00732315"/>
    <w:rsid w:val="00732D29"/>
    <w:rsid w:val="007334F6"/>
    <w:rsid w:val="007369FF"/>
    <w:rsid w:val="007372D0"/>
    <w:rsid w:val="00741CFE"/>
    <w:rsid w:val="0074228F"/>
    <w:rsid w:val="00743255"/>
    <w:rsid w:val="00743B5A"/>
    <w:rsid w:val="00744214"/>
    <w:rsid w:val="00744AB1"/>
    <w:rsid w:val="00744EE0"/>
    <w:rsid w:val="00744F56"/>
    <w:rsid w:val="00745787"/>
    <w:rsid w:val="00745BEC"/>
    <w:rsid w:val="007462C7"/>
    <w:rsid w:val="007462E2"/>
    <w:rsid w:val="00747588"/>
    <w:rsid w:val="00750391"/>
    <w:rsid w:val="0075091B"/>
    <w:rsid w:val="00750AFB"/>
    <w:rsid w:val="00750C22"/>
    <w:rsid w:val="00751827"/>
    <w:rsid w:val="007525F1"/>
    <w:rsid w:val="00752780"/>
    <w:rsid w:val="007528ED"/>
    <w:rsid w:val="00752C08"/>
    <w:rsid w:val="00754477"/>
    <w:rsid w:val="0075665D"/>
    <w:rsid w:val="00760491"/>
    <w:rsid w:val="007610C6"/>
    <w:rsid w:val="00761F92"/>
    <w:rsid w:val="0076335A"/>
    <w:rsid w:val="00764293"/>
    <w:rsid w:val="00764E5B"/>
    <w:rsid w:val="00764EF0"/>
    <w:rsid w:val="0076625B"/>
    <w:rsid w:val="00766910"/>
    <w:rsid w:val="00766935"/>
    <w:rsid w:val="00770639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FCB"/>
    <w:rsid w:val="007821D7"/>
    <w:rsid w:val="00782412"/>
    <w:rsid w:val="00782A86"/>
    <w:rsid w:val="0078355C"/>
    <w:rsid w:val="00784BB9"/>
    <w:rsid w:val="00784CE4"/>
    <w:rsid w:val="00785E48"/>
    <w:rsid w:val="007869E9"/>
    <w:rsid w:val="0078714C"/>
    <w:rsid w:val="00787967"/>
    <w:rsid w:val="007935B3"/>
    <w:rsid w:val="007958DA"/>
    <w:rsid w:val="00795AD5"/>
    <w:rsid w:val="0079773D"/>
    <w:rsid w:val="00797ED4"/>
    <w:rsid w:val="007A1B8A"/>
    <w:rsid w:val="007A3C12"/>
    <w:rsid w:val="007A4266"/>
    <w:rsid w:val="007A529D"/>
    <w:rsid w:val="007A5A4F"/>
    <w:rsid w:val="007A5B67"/>
    <w:rsid w:val="007A70C7"/>
    <w:rsid w:val="007A7460"/>
    <w:rsid w:val="007A75D9"/>
    <w:rsid w:val="007B05C0"/>
    <w:rsid w:val="007B0D06"/>
    <w:rsid w:val="007B139D"/>
    <w:rsid w:val="007B18D0"/>
    <w:rsid w:val="007B1B15"/>
    <w:rsid w:val="007B20C7"/>
    <w:rsid w:val="007B4467"/>
    <w:rsid w:val="007B4E9C"/>
    <w:rsid w:val="007B6E5B"/>
    <w:rsid w:val="007C0DA6"/>
    <w:rsid w:val="007C2B3F"/>
    <w:rsid w:val="007C3DAB"/>
    <w:rsid w:val="007C4583"/>
    <w:rsid w:val="007C4C89"/>
    <w:rsid w:val="007C51CB"/>
    <w:rsid w:val="007C52F8"/>
    <w:rsid w:val="007C56BA"/>
    <w:rsid w:val="007C58C6"/>
    <w:rsid w:val="007C6913"/>
    <w:rsid w:val="007C7277"/>
    <w:rsid w:val="007C7AE3"/>
    <w:rsid w:val="007C7AFA"/>
    <w:rsid w:val="007C7D7F"/>
    <w:rsid w:val="007D35E7"/>
    <w:rsid w:val="007D46AF"/>
    <w:rsid w:val="007D58EA"/>
    <w:rsid w:val="007D6F99"/>
    <w:rsid w:val="007D7ECF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948"/>
    <w:rsid w:val="007E75AC"/>
    <w:rsid w:val="007F01C9"/>
    <w:rsid w:val="007F0B37"/>
    <w:rsid w:val="007F0C53"/>
    <w:rsid w:val="007F15BD"/>
    <w:rsid w:val="007F208C"/>
    <w:rsid w:val="007F2351"/>
    <w:rsid w:val="007F260F"/>
    <w:rsid w:val="007F2F75"/>
    <w:rsid w:val="007F5CAE"/>
    <w:rsid w:val="007F6055"/>
    <w:rsid w:val="007F6CA7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7515"/>
    <w:rsid w:val="00807887"/>
    <w:rsid w:val="00807BB2"/>
    <w:rsid w:val="00807CC3"/>
    <w:rsid w:val="008107DE"/>
    <w:rsid w:val="00810EB5"/>
    <w:rsid w:val="00811624"/>
    <w:rsid w:val="00811B04"/>
    <w:rsid w:val="00811D3D"/>
    <w:rsid w:val="00813B1A"/>
    <w:rsid w:val="00813E3A"/>
    <w:rsid w:val="0081447B"/>
    <w:rsid w:val="008148C4"/>
    <w:rsid w:val="00816208"/>
    <w:rsid w:val="00816508"/>
    <w:rsid w:val="00816A62"/>
    <w:rsid w:val="0081774E"/>
    <w:rsid w:val="0081775E"/>
    <w:rsid w:val="00817C4D"/>
    <w:rsid w:val="0082196D"/>
    <w:rsid w:val="00822717"/>
    <w:rsid w:val="008229C7"/>
    <w:rsid w:val="0082310A"/>
    <w:rsid w:val="00823335"/>
    <w:rsid w:val="00823F3E"/>
    <w:rsid w:val="00824485"/>
    <w:rsid w:val="008251B8"/>
    <w:rsid w:val="00825703"/>
    <w:rsid w:val="008267CF"/>
    <w:rsid w:val="00826B8C"/>
    <w:rsid w:val="00826ECE"/>
    <w:rsid w:val="00826FF1"/>
    <w:rsid w:val="0083134C"/>
    <w:rsid w:val="00831B8A"/>
    <w:rsid w:val="00832090"/>
    <w:rsid w:val="00833C59"/>
    <w:rsid w:val="008342A2"/>
    <w:rsid w:val="008345E4"/>
    <w:rsid w:val="0083497A"/>
    <w:rsid w:val="00834EE4"/>
    <w:rsid w:val="00835C4F"/>
    <w:rsid w:val="00836C61"/>
    <w:rsid w:val="008403DA"/>
    <w:rsid w:val="00840EB9"/>
    <w:rsid w:val="00841C99"/>
    <w:rsid w:val="00842ECB"/>
    <w:rsid w:val="0084342F"/>
    <w:rsid w:val="00843803"/>
    <w:rsid w:val="0084498F"/>
    <w:rsid w:val="00845FBC"/>
    <w:rsid w:val="00846267"/>
    <w:rsid w:val="00846C38"/>
    <w:rsid w:val="008471B7"/>
    <w:rsid w:val="008506B9"/>
    <w:rsid w:val="00850CD2"/>
    <w:rsid w:val="00851554"/>
    <w:rsid w:val="008516F4"/>
    <w:rsid w:val="008521FE"/>
    <w:rsid w:val="00854377"/>
    <w:rsid w:val="00854613"/>
    <w:rsid w:val="00854911"/>
    <w:rsid w:val="00854B77"/>
    <w:rsid w:val="00856113"/>
    <w:rsid w:val="00856566"/>
    <w:rsid w:val="00856C3F"/>
    <w:rsid w:val="008618F1"/>
    <w:rsid w:val="00861C21"/>
    <w:rsid w:val="0086239A"/>
    <w:rsid w:val="00862990"/>
    <w:rsid w:val="00862BED"/>
    <w:rsid w:val="00862C06"/>
    <w:rsid w:val="00864032"/>
    <w:rsid w:val="008649B7"/>
    <w:rsid w:val="00864DE3"/>
    <w:rsid w:val="008704DE"/>
    <w:rsid w:val="00870C75"/>
    <w:rsid w:val="00871244"/>
    <w:rsid w:val="00871D2C"/>
    <w:rsid w:val="00872127"/>
    <w:rsid w:val="00873C95"/>
    <w:rsid w:val="00873F02"/>
    <w:rsid w:val="008741B8"/>
    <w:rsid w:val="00875A56"/>
    <w:rsid w:val="00875E6B"/>
    <w:rsid w:val="00876122"/>
    <w:rsid w:val="00876AA3"/>
    <w:rsid w:val="00877195"/>
    <w:rsid w:val="00877CFF"/>
    <w:rsid w:val="00880854"/>
    <w:rsid w:val="00883122"/>
    <w:rsid w:val="0088427A"/>
    <w:rsid w:val="00884D77"/>
    <w:rsid w:val="00886455"/>
    <w:rsid w:val="00887113"/>
    <w:rsid w:val="00887544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2343"/>
    <w:rsid w:val="008A242F"/>
    <w:rsid w:val="008A2FDC"/>
    <w:rsid w:val="008A2FEA"/>
    <w:rsid w:val="008A321E"/>
    <w:rsid w:val="008A4079"/>
    <w:rsid w:val="008A4773"/>
    <w:rsid w:val="008A49A6"/>
    <w:rsid w:val="008A4DAA"/>
    <w:rsid w:val="008A5342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36C2"/>
    <w:rsid w:val="008B4C17"/>
    <w:rsid w:val="008B684B"/>
    <w:rsid w:val="008B7438"/>
    <w:rsid w:val="008B7B66"/>
    <w:rsid w:val="008C051C"/>
    <w:rsid w:val="008C100E"/>
    <w:rsid w:val="008C1E7C"/>
    <w:rsid w:val="008C21BD"/>
    <w:rsid w:val="008C2BDE"/>
    <w:rsid w:val="008C330B"/>
    <w:rsid w:val="008C52F8"/>
    <w:rsid w:val="008C5323"/>
    <w:rsid w:val="008C5B9B"/>
    <w:rsid w:val="008C614A"/>
    <w:rsid w:val="008C62EC"/>
    <w:rsid w:val="008C7585"/>
    <w:rsid w:val="008C7BCA"/>
    <w:rsid w:val="008D034F"/>
    <w:rsid w:val="008D03C4"/>
    <w:rsid w:val="008D06DC"/>
    <w:rsid w:val="008D37E7"/>
    <w:rsid w:val="008D3F64"/>
    <w:rsid w:val="008D573F"/>
    <w:rsid w:val="008D598F"/>
    <w:rsid w:val="008D6B0B"/>
    <w:rsid w:val="008D6C02"/>
    <w:rsid w:val="008D6EB4"/>
    <w:rsid w:val="008D719C"/>
    <w:rsid w:val="008E0034"/>
    <w:rsid w:val="008E129C"/>
    <w:rsid w:val="008E17BB"/>
    <w:rsid w:val="008E2E37"/>
    <w:rsid w:val="008E4F60"/>
    <w:rsid w:val="008E55C5"/>
    <w:rsid w:val="008E6EAD"/>
    <w:rsid w:val="008E7538"/>
    <w:rsid w:val="008E7576"/>
    <w:rsid w:val="008F1662"/>
    <w:rsid w:val="008F24D3"/>
    <w:rsid w:val="008F286C"/>
    <w:rsid w:val="008F4415"/>
    <w:rsid w:val="008F4454"/>
    <w:rsid w:val="008F4FD0"/>
    <w:rsid w:val="008F514A"/>
    <w:rsid w:val="008F5DA3"/>
    <w:rsid w:val="008F645D"/>
    <w:rsid w:val="008F65BC"/>
    <w:rsid w:val="008F75AB"/>
    <w:rsid w:val="008F7C1C"/>
    <w:rsid w:val="009007E8"/>
    <w:rsid w:val="0090123E"/>
    <w:rsid w:val="00902496"/>
    <w:rsid w:val="00902AA7"/>
    <w:rsid w:val="00902B99"/>
    <w:rsid w:val="00903078"/>
    <w:rsid w:val="009040E9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338C"/>
    <w:rsid w:val="009434D7"/>
    <w:rsid w:val="00944197"/>
    <w:rsid w:val="00944244"/>
    <w:rsid w:val="0094541E"/>
    <w:rsid w:val="00945A00"/>
    <w:rsid w:val="00945E44"/>
    <w:rsid w:val="00946F97"/>
    <w:rsid w:val="009473D9"/>
    <w:rsid w:val="00950F37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D6"/>
    <w:rsid w:val="00962F46"/>
    <w:rsid w:val="0096473D"/>
    <w:rsid w:val="009653BA"/>
    <w:rsid w:val="009657B5"/>
    <w:rsid w:val="0096683E"/>
    <w:rsid w:val="00966914"/>
    <w:rsid w:val="00970261"/>
    <w:rsid w:val="00971DE3"/>
    <w:rsid w:val="0097262D"/>
    <w:rsid w:val="009726E1"/>
    <w:rsid w:val="00973E70"/>
    <w:rsid w:val="00974027"/>
    <w:rsid w:val="009760B1"/>
    <w:rsid w:val="009761EE"/>
    <w:rsid w:val="00977610"/>
    <w:rsid w:val="00980292"/>
    <w:rsid w:val="0098130B"/>
    <w:rsid w:val="009814C4"/>
    <w:rsid w:val="009824E8"/>
    <w:rsid w:val="00982F71"/>
    <w:rsid w:val="0098368F"/>
    <w:rsid w:val="00984F72"/>
    <w:rsid w:val="00985140"/>
    <w:rsid w:val="00985527"/>
    <w:rsid w:val="00985590"/>
    <w:rsid w:val="009856F1"/>
    <w:rsid w:val="00985958"/>
    <w:rsid w:val="009867D0"/>
    <w:rsid w:val="00990310"/>
    <w:rsid w:val="00990F95"/>
    <w:rsid w:val="00993003"/>
    <w:rsid w:val="00993CD6"/>
    <w:rsid w:val="00994F58"/>
    <w:rsid w:val="009958CD"/>
    <w:rsid w:val="00996265"/>
    <w:rsid w:val="0099783B"/>
    <w:rsid w:val="009A069F"/>
    <w:rsid w:val="009A0DDD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B05AF"/>
    <w:rsid w:val="009B0784"/>
    <w:rsid w:val="009B0B1C"/>
    <w:rsid w:val="009B0E3D"/>
    <w:rsid w:val="009B1DBB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F52"/>
    <w:rsid w:val="009C0314"/>
    <w:rsid w:val="009C0B76"/>
    <w:rsid w:val="009C1822"/>
    <w:rsid w:val="009C1F43"/>
    <w:rsid w:val="009C2306"/>
    <w:rsid w:val="009C48DA"/>
    <w:rsid w:val="009C4C3D"/>
    <w:rsid w:val="009C51D5"/>
    <w:rsid w:val="009C5317"/>
    <w:rsid w:val="009C575F"/>
    <w:rsid w:val="009D03AA"/>
    <w:rsid w:val="009D062C"/>
    <w:rsid w:val="009D0BE5"/>
    <w:rsid w:val="009D1870"/>
    <w:rsid w:val="009D1975"/>
    <w:rsid w:val="009D2F05"/>
    <w:rsid w:val="009D3DF4"/>
    <w:rsid w:val="009D4915"/>
    <w:rsid w:val="009D55D9"/>
    <w:rsid w:val="009D6684"/>
    <w:rsid w:val="009D6BD5"/>
    <w:rsid w:val="009D7201"/>
    <w:rsid w:val="009D79F9"/>
    <w:rsid w:val="009D7B2D"/>
    <w:rsid w:val="009E0904"/>
    <w:rsid w:val="009E098B"/>
    <w:rsid w:val="009E19AD"/>
    <w:rsid w:val="009E38E8"/>
    <w:rsid w:val="009E3AAD"/>
    <w:rsid w:val="009E4DFE"/>
    <w:rsid w:val="009E554A"/>
    <w:rsid w:val="009E55C0"/>
    <w:rsid w:val="009E74FD"/>
    <w:rsid w:val="009F007D"/>
    <w:rsid w:val="009F045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CE4"/>
    <w:rsid w:val="00A02E77"/>
    <w:rsid w:val="00A030AE"/>
    <w:rsid w:val="00A03BB7"/>
    <w:rsid w:val="00A042D9"/>
    <w:rsid w:val="00A04A2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C5B"/>
    <w:rsid w:val="00A17FEC"/>
    <w:rsid w:val="00A20257"/>
    <w:rsid w:val="00A21475"/>
    <w:rsid w:val="00A2179E"/>
    <w:rsid w:val="00A21E9D"/>
    <w:rsid w:val="00A23060"/>
    <w:rsid w:val="00A23D5D"/>
    <w:rsid w:val="00A25085"/>
    <w:rsid w:val="00A26D3F"/>
    <w:rsid w:val="00A26E85"/>
    <w:rsid w:val="00A26FC6"/>
    <w:rsid w:val="00A27CE6"/>
    <w:rsid w:val="00A3029C"/>
    <w:rsid w:val="00A30784"/>
    <w:rsid w:val="00A30D4D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45"/>
    <w:rsid w:val="00A348D1"/>
    <w:rsid w:val="00A35072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448E"/>
    <w:rsid w:val="00A44638"/>
    <w:rsid w:val="00A45731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5B1"/>
    <w:rsid w:val="00A55DC2"/>
    <w:rsid w:val="00A56019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261"/>
    <w:rsid w:val="00A65FAF"/>
    <w:rsid w:val="00A66375"/>
    <w:rsid w:val="00A66E48"/>
    <w:rsid w:val="00A673DC"/>
    <w:rsid w:val="00A70279"/>
    <w:rsid w:val="00A706F5"/>
    <w:rsid w:val="00A70DF0"/>
    <w:rsid w:val="00A70EAE"/>
    <w:rsid w:val="00A7142C"/>
    <w:rsid w:val="00A71775"/>
    <w:rsid w:val="00A71FD6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1F4C"/>
    <w:rsid w:val="00A822D2"/>
    <w:rsid w:val="00A83DD6"/>
    <w:rsid w:val="00A84F9A"/>
    <w:rsid w:val="00A852A6"/>
    <w:rsid w:val="00A854AC"/>
    <w:rsid w:val="00A86428"/>
    <w:rsid w:val="00A86A65"/>
    <w:rsid w:val="00A90308"/>
    <w:rsid w:val="00A9077D"/>
    <w:rsid w:val="00A909CD"/>
    <w:rsid w:val="00A926E4"/>
    <w:rsid w:val="00A93351"/>
    <w:rsid w:val="00A95760"/>
    <w:rsid w:val="00A957C7"/>
    <w:rsid w:val="00AA018F"/>
    <w:rsid w:val="00AA0AE4"/>
    <w:rsid w:val="00AA1726"/>
    <w:rsid w:val="00AA2ABC"/>
    <w:rsid w:val="00AA328B"/>
    <w:rsid w:val="00AA3B09"/>
    <w:rsid w:val="00AA40D9"/>
    <w:rsid w:val="00AA456A"/>
    <w:rsid w:val="00AA491C"/>
    <w:rsid w:val="00AA5693"/>
    <w:rsid w:val="00AA6908"/>
    <w:rsid w:val="00AA6A55"/>
    <w:rsid w:val="00AB2CBD"/>
    <w:rsid w:val="00AB2FFA"/>
    <w:rsid w:val="00AB325C"/>
    <w:rsid w:val="00AB346B"/>
    <w:rsid w:val="00AB5AEF"/>
    <w:rsid w:val="00AC0594"/>
    <w:rsid w:val="00AC09B6"/>
    <w:rsid w:val="00AC0E75"/>
    <w:rsid w:val="00AC101F"/>
    <w:rsid w:val="00AC1C85"/>
    <w:rsid w:val="00AC20FF"/>
    <w:rsid w:val="00AC490F"/>
    <w:rsid w:val="00AC508B"/>
    <w:rsid w:val="00AC570E"/>
    <w:rsid w:val="00AC6736"/>
    <w:rsid w:val="00AC6AFA"/>
    <w:rsid w:val="00AC7971"/>
    <w:rsid w:val="00AD1078"/>
    <w:rsid w:val="00AD1A07"/>
    <w:rsid w:val="00AD20D6"/>
    <w:rsid w:val="00AD28BD"/>
    <w:rsid w:val="00AD2FFD"/>
    <w:rsid w:val="00AD3909"/>
    <w:rsid w:val="00AD5FE5"/>
    <w:rsid w:val="00AD6733"/>
    <w:rsid w:val="00AE0369"/>
    <w:rsid w:val="00AE371F"/>
    <w:rsid w:val="00AE43D4"/>
    <w:rsid w:val="00AE4A91"/>
    <w:rsid w:val="00AE4B4F"/>
    <w:rsid w:val="00AE567E"/>
    <w:rsid w:val="00AE65C2"/>
    <w:rsid w:val="00AE6913"/>
    <w:rsid w:val="00AE6FCC"/>
    <w:rsid w:val="00AF0804"/>
    <w:rsid w:val="00AF0D62"/>
    <w:rsid w:val="00AF0EB1"/>
    <w:rsid w:val="00AF0F04"/>
    <w:rsid w:val="00AF1D13"/>
    <w:rsid w:val="00AF2AB4"/>
    <w:rsid w:val="00AF2C0A"/>
    <w:rsid w:val="00AF34D5"/>
    <w:rsid w:val="00AF3F6D"/>
    <w:rsid w:val="00AF531A"/>
    <w:rsid w:val="00B00031"/>
    <w:rsid w:val="00B00B82"/>
    <w:rsid w:val="00B01B49"/>
    <w:rsid w:val="00B01D76"/>
    <w:rsid w:val="00B02796"/>
    <w:rsid w:val="00B028FC"/>
    <w:rsid w:val="00B03BC5"/>
    <w:rsid w:val="00B03ED9"/>
    <w:rsid w:val="00B04874"/>
    <w:rsid w:val="00B05464"/>
    <w:rsid w:val="00B05B05"/>
    <w:rsid w:val="00B05B4A"/>
    <w:rsid w:val="00B10ABB"/>
    <w:rsid w:val="00B10B42"/>
    <w:rsid w:val="00B10DE2"/>
    <w:rsid w:val="00B10FD1"/>
    <w:rsid w:val="00B1143C"/>
    <w:rsid w:val="00B115B1"/>
    <w:rsid w:val="00B1165C"/>
    <w:rsid w:val="00B11D3A"/>
    <w:rsid w:val="00B15B6F"/>
    <w:rsid w:val="00B16247"/>
    <w:rsid w:val="00B16F27"/>
    <w:rsid w:val="00B16F5A"/>
    <w:rsid w:val="00B17190"/>
    <w:rsid w:val="00B17DD6"/>
    <w:rsid w:val="00B203C8"/>
    <w:rsid w:val="00B206D0"/>
    <w:rsid w:val="00B20DB4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30899"/>
    <w:rsid w:val="00B30DE8"/>
    <w:rsid w:val="00B30F98"/>
    <w:rsid w:val="00B32478"/>
    <w:rsid w:val="00B332F2"/>
    <w:rsid w:val="00B348B0"/>
    <w:rsid w:val="00B35269"/>
    <w:rsid w:val="00B3530F"/>
    <w:rsid w:val="00B35A45"/>
    <w:rsid w:val="00B36B29"/>
    <w:rsid w:val="00B37A9F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0BA3"/>
    <w:rsid w:val="00B610EA"/>
    <w:rsid w:val="00B61547"/>
    <w:rsid w:val="00B62017"/>
    <w:rsid w:val="00B63818"/>
    <w:rsid w:val="00B63BFE"/>
    <w:rsid w:val="00B63CF6"/>
    <w:rsid w:val="00B640AF"/>
    <w:rsid w:val="00B6451D"/>
    <w:rsid w:val="00B64CA1"/>
    <w:rsid w:val="00B64E33"/>
    <w:rsid w:val="00B653A2"/>
    <w:rsid w:val="00B66FDC"/>
    <w:rsid w:val="00B6709D"/>
    <w:rsid w:val="00B67B78"/>
    <w:rsid w:val="00B70FAB"/>
    <w:rsid w:val="00B71B21"/>
    <w:rsid w:val="00B71E74"/>
    <w:rsid w:val="00B722CA"/>
    <w:rsid w:val="00B723D3"/>
    <w:rsid w:val="00B7256F"/>
    <w:rsid w:val="00B72A7A"/>
    <w:rsid w:val="00B74E9B"/>
    <w:rsid w:val="00B7597F"/>
    <w:rsid w:val="00B76AE9"/>
    <w:rsid w:val="00B775A3"/>
    <w:rsid w:val="00B8038B"/>
    <w:rsid w:val="00B805FF"/>
    <w:rsid w:val="00B80D7F"/>
    <w:rsid w:val="00B82174"/>
    <w:rsid w:val="00B821B9"/>
    <w:rsid w:val="00B84213"/>
    <w:rsid w:val="00B859F2"/>
    <w:rsid w:val="00B85EC9"/>
    <w:rsid w:val="00B86B80"/>
    <w:rsid w:val="00B878F8"/>
    <w:rsid w:val="00B904F9"/>
    <w:rsid w:val="00B91008"/>
    <w:rsid w:val="00B92040"/>
    <w:rsid w:val="00B92850"/>
    <w:rsid w:val="00B92920"/>
    <w:rsid w:val="00B93395"/>
    <w:rsid w:val="00B93F83"/>
    <w:rsid w:val="00B9421F"/>
    <w:rsid w:val="00B960F8"/>
    <w:rsid w:val="00B978BC"/>
    <w:rsid w:val="00B97D8E"/>
    <w:rsid w:val="00BA0575"/>
    <w:rsid w:val="00BA0B10"/>
    <w:rsid w:val="00BA14F1"/>
    <w:rsid w:val="00BA15EF"/>
    <w:rsid w:val="00BA22CA"/>
    <w:rsid w:val="00BA2D30"/>
    <w:rsid w:val="00BA2FE6"/>
    <w:rsid w:val="00BA589C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37DF"/>
    <w:rsid w:val="00BB417B"/>
    <w:rsid w:val="00BB41DA"/>
    <w:rsid w:val="00BB476B"/>
    <w:rsid w:val="00BB48A5"/>
    <w:rsid w:val="00BB5905"/>
    <w:rsid w:val="00BB6ABC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D07F0"/>
    <w:rsid w:val="00BD0DE5"/>
    <w:rsid w:val="00BD185E"/>
    <w:rsid w:val="00BD2EAE"/>
    <w:rsid w:val="00BD37F3"/>
    <w:rsid w:val="00BD3CAB"/>
    <w:rsid w:val="00BD47A0"/>
    <w:rsid w:val="00BD73F6"/>
    <w:rsid w:val="00BD7EB2"/>
    <w:rsid w:val="00BE364B"/>
    <w:rsid w:val="00BE3CFF"/>
    <w:rsid w:val="00BE4000"/>
    <w:rsid w:val="00BE49DB"/>
    <w:rsid w:val="00BE79B0"/>
    <w:rsid w:val="00BE7CE0"/>
    <w:rsid w:val="00BE7D67"/>
    <w:rsid w:val="00BF0867"/>
    <w:rsid w:val="00BF16BD"/>
    <w:rsid w:val="00BF17C1"/>
    <w:rsid w:val="00BF1A57"/>
    <w:rsid w:val="00BF2841"/>
    <w:rsid w:val="00BF284D"/>
    <w:rsid w:val="00BF2DA2"/>
    <w:rsid w:val="00BF3E0E"/>
    <w:rsid w:val="00BF4B90"/>
    <w:rsid w:val="00BF51AF"/>
    <w:rsid w:val="00BF62A5"/>
    <w:rsid w:val="00BF685B"/>
    <w:rsid w:val="00BF6E39"/>
    <w:rsid w:val="00BF7424"/>
    <w:rsid w:val="00BF7D99"/>
    <w:rsid w:val="00C004DC"/>
    <w:rsid w:val="00C00A93"/>
    <w:rsid w:val="00C01417"/>
    <w:rsid w:val="00C01E76"/>
    <w:rsid w:val="00C01E8F"/>
    <w:rsid w:val="00C02944"/>
    <w:rsid w:val="00C02A28"/>
    <w:rsid w:val="00C02D4E"/>
    <w:rsid w:val="00C02E2D"/>
    <w:rsid w:val="00C03654"/>
    <w:rsid w:val="00C0396C"/>
    <w:rsid w:val="00C03FD0"/>
    <w:rsid w:val="00C04652"/>
    <w:rsid w:val="00C0496F"/>
    <w:rsid w:val="00C06488"/>
    <w:rsid w:val="00C06630"/>
    <w:rsid w:val="00C066D5"/>
    <w:rsid w:val="00C06A83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494F"/>
    <w:rsid w:val="00C14A24"/>
    <w:rsid w:val="00C151CE"/>
    <w:rsid w:val="00C15F76"/>
    <w:rsid w:val="00C16C4B"/>
    <w:rsid w:val="00C16FDE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EFA"/>
    <w:rsid w:val="00C32519"/>
    <w:rsid w:val="00C33716"/>
    <w:rsid w:val="00C33B37"/>
    <w:rsid w:val="00C33DD1"/>
    <w:rsid w:val="00C34898"/>
    <w:rsid w:val="00C35E6C"/>
    <w:rsid w:val="00C36404"/>
    <w:rsid w:val="00C371CE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1681"/>
    <w:rsid w:val="00C5417B"/>
    <w:rsid w:val="00C544E1"/>
    <w:rsid w:val="00C55021"/>
    <w:rsid w:val="00C5550C"/>
    <w:rsid w:val="00C568C7"/>
    <w:rsid w:val="00C5713E"/>
    <w:rsid w:val="00C573A1"/>
    <w:rsid w:val="00C57556"/>
    <w:rsid w:val="00C603A5"/>
    <w:rsid w:val="00C615C7"/>
    <w:rsid w:val="00C64FE7"/>
    <w:rsid w:val="00C656E1"/>
    <w:rsid w:val="00C709A8"/>
    <w:rsid w:val="00C70F43"/>
    <w:rsid w:val="00C71B84"/>
    <w:rsid w:val="00C73FD9"/>
    <w:rsid w:val="00C74ADD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71B"/>
    <w:rsid w:val="00C83861"/>
    <w:rsid w:val="00C83960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1672"/>
    <w:rsid w:val="00C93AE0"/>
    <w:rsid w:val="00C95715"/>
    <w:rsid w:val="00C95AB8"/>
    <w:rsid w:val="00C95ED4"/>
    <w:rsid w:val="00C96BBB"/>
    <w:rsid w:val="00C97289"/>
    <w:rsid w:val="00C97C30"/>
    <w:rsid w:val="00CA03B3"/>
    <w:rsid w:val="00CA0511"/>
    <w:rsid w:val="00CA0521"/>
    <w:rsid w:val="00CA0D7E"/>
    <w:rsid w:val="00CA12F4"/>
    <w:rsid w:val="00CA1E90"/>
    <w:rsid w:val="00CA2042"/>
    <w:rsid w:val="00CA2226"/>
    <w:rsid w:val="00CA25B5"/>
    <w:rsid w:val="00CA2BA5"/>
    <w:rsid w:val="00CA3233"/>
    <w:rsid w:val="00CA3CA6"/>
    <w:rsid w:val="00CA4C8C"/>
    <w:rsid w:val="00CA4F25"/>
    <w:rsid w:val="00CA5175"/>
    <w:rsid w:val="00CA59CE"/>
    <w:rsid w:val="00CA5BF6"/>
    <w:rsid w:val="00CA7B16"/>
    <w:rsid w:val="00CB117F"/>
    <w:rsid w:val="00CB118D"/>
    <w:rsid w:val="00CB22A4"/>
    <w:rsid w:val="00CB2CC8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46DE"/>
    <w:rsid w:val="00CC493F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483F"/>
    <w:rsid w:val="00CD4CD2"/>
    <w:rsid w:val="00CD51F4"/>
    <w:rsid w:val="00CD5B19"/>
    <w:rsid w:val="00CD6D5B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E68CA"/>
    <w:rsid w:val="00CE6F23"/>
    <w:rsid w:val="00CF00D1"/>
    <w:rsid w:val="00CF0F20"/>
    <w:rsid w:val="00CF1327"/>
    <w:rsid w:val="00CF20C5"/>
    <w:rsid w:val="00CF37C3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63D"/>
    <w:rsid w:val="00D117FE"/>
    <w:rsid w:val="00D138D2"/>
    <w:rsid w:val="00D145F9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373"/>
    <w:rsid w:val="00D25489"/>
    <w:rsid w:val="00D25B06"/>
    <w:rsid w:val="00D269B9"/>
    <w:rsid w:val="00D27384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37CAC"/>
    <w:rsid w:val="00D40872"/>
    <w:rsid w:val="00D41DD0"/>
    <w:rsid w:val="00D437D1"/>
    <w:rsid w:val="00D43B8B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52AF"/>
    <w:rsid w:val="00D603E6"/>
    <w:rsid w:val="00D607DF"/>
    <w:rsid w:val="00D613BC"/>
    <w:rsid w:val="00D61601"/>
    <w:rsid w:val="00D61643"/>
    <w:rsid w:val="00D61D61"/>
    <w:rsid w:val="00D61DE3"/>
    <w:rsid w:val="00D623B6"/>
    <w:rsid w:val="00D62DFA"/>
    <w:rsid w:val="00D63186"/>
    <w:rsid w:val="00D63F1C"/>
    <w:rsid w:val="00D648E4"/>
    <w:rsid w:val="00D64E0E"/>
    <w:rsid w:val="00D6651E"/>
    <w:rsid w:val="00D66B29"/>
    <w:rsid w:val="00D66B5C"/>
    <w:rsid w:val="00D66B72"/>
    <w:rsid w:val="00D702B9"/>
    <w:rsid w:val="00D71B16"/>
    <w:rsid w:val="00D733EB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1C37"/>
    <w:rsid w:val="00D83278"/>
    <w:rsid w:val="00D855FB"/>
    <w:rsid w:val="00D90977"/>
    <w:rsid w:val="00D90D42"/>
    <w:rsid w:val="00D92960"/>
    <w:rsid w:val="00D92F34"/>
    <w:rsid w:val="00D93F0F"/>
    <w:rsid w:val="00D96636"/>
    <w:rsid w:val="00D968C3"/>
    <w:rsid w:val="00DA035B"/>
    <w:rsid w:val="00DA0D38"/>
    <w:rsid w:val="00DA127D"/>
    <w:rsid w:val="00DA16F7"/>
    <w:rsid w:val="00DA1EF4"/>
    <w:rsid w:val="00DA230A"/>
    <w:rsid w:val="00DA29A3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D4F"/>
    <w:rsid w:val="00DB1674"/>
    <w:rsid w:val="00DB29CB"/>
    <w:rsid w:val="00DB29F2"/>
    <w:rsid w:val="00DB2C4F"/>
    <w:rsid w:val="00DB31DD"/>
    <w:rsid w:val="00DB42C9"/>
    <w:rsid w:val="00DB432F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3CF5"/>
    <w:rsid w:val="00DC3E29"/>
    <w:rsid w:val="00DC47F3"/>
    <w:rsid w:val="00DC52B3"/>
    <w:rsid w:val="00DC663D"/>
    <w:rsid w:val="00DC6E7E"/>
    <w:rsid w:val="00DC7138"/>
    <w:rsid w:val="00DD017E"/>
    <w:rsid w:val="00DD0A1E"/>
    <w:rsid w:val="00DD0A5B"/>
    <w:rsid w:val="00DD0CB6"/>
    <w:rsid w:val="00DD21CF"/>
    <w:rsid w:val="00DD2522"/>
    <w:rsid w:val="00DD2933"/>
    <w:rsid w:val="00DD3038"/>
    <w:rsid w:val="00DD369A"/>
    <w:rsid w:val="00DD3B03"/>
    <w:rsid w:val="00DD4361"/>
    <w:rsid w:val="00DD4ADA"/>
    <w:rsid w:val="00DD52A9"/>
    <w:rsid w:val="00DD55F4"/>
    <w:rsid w:val="00DD76A2"/>
    <w:rsid w:val="00DE0752"/>
    <w:rsid w:val="00DE0965"/>
    <w:rsid w:val="00DE0A36"/>
    <w:rsid w:val="00DE106D"/>
    <w:rsid w:val="00DE31A1"/>
    <w:rsid w:val="00DE352E"/>
    <w:rsid w:val="00DE4C10"/>
    <w:rsid w:val="00DE58E9"/>
    <w:rsid w:val="00DE63A9"/>
    <w:rsid w:val="00DE64C6"/>
    <w:rsid w:val="00DE7990"/>
    <w:rsid w:val="00DE7A87"/>
    <w:rsid w:val="00DE7D76"/>
    <w:rsid w:val="00DF0CC7"/>
    <w:rsid w:val="00DF0FBF"/>
    <w:rsid w:val="00DF36A6"/>
    <w:rsid w:val="00DF46BA"/>
    <w:rsid w:val="00DF4EC0"/>
    <w:rsid w:val="00DF513F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6E0"/>
    <w:rsid w:val="00E031B0"/>
    <w:rsid w:val="00E03518"/>
    <w:rsid w:val="00E037D0"/>
    <w:rsid w:val="00E047BA"/>
    <w:rsid w:val="00E05BE0"/>
    <w:rsid w:val="00E06361"/>
    <w:rsid w:val="00E06DAF"/>
    <w:rsid w:val="00E076E0"/>
    <w:rsid w:val="00E07CED"/>
    <w:rsid w:val="00E07D46"/>
    <w:rsid w:val="00E07F75"/>
    <w:rsid w:val="00E103D2"/>
    <w:rsid w:val="00E10A01"/>
    <w:rsid w:val="00E11217"/>
    <w:rsid w:val="00E12590"/>
    <w:rsid w:val="00E12EAD"/>
    <w:rsid w:val="00E1321E"/>
    <w:rsid w:val="00E13A15"/>
    <w:rsid w:val="00E13FFA"/>
    <w:rsid w:val="00E15FC5"/>
    <w:rsid w:val="00E1600A"/>
    <w:rsid w:val="00E17412"/>
    <w:rsid w:val="00E177AA"/>
    <w:rsid w:val="00E209E6"/>
    <w:rsid w:val="00E22F49"/>
    <w:rsid w:val="00E241DE"/>
    <w:rsid w:val="00E24203"/>
    <w:rsid w:val="00E24488"/>
    <w:rsid w:val="00E26F35"/>
    <w:rsid w:val="00E27371"/>
    <w:rsid w:val="00E276C7"/>
    <w:rsid w:val="00E27D9B"/>
    <w:rsid w:val="00E30482"/>
    <w:rsid w:val="00E30748"/>
    <w:rsid w:val="00E31B5A"/>
    <w:rsid w:val="00E31F26"/>
    <w:rsid w:val="00E32074"/>
    <w:rsid w:val="00E322E1"/>
    <w:rsid w:val="00E32420"/>
    <w:rsid w:val="00E33474"/>
    <w:rsid w:val="00E33575"/>
    <w:rsid w:val="00E3553E"/>
    <w:rsid w:val="00E368D9"/>
    <w:rsid w:val="00E36B5A"/>
    <w:rsid w:val="00E37001"/>
    <w:rsid w:val="00E37042"/>
    <w:rsid w:val="00E374C9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8B3"/>
    <w:rsid w:val="00E44EA7"/>
    <w:rsid w:val="00E451BE"/>
    <w:rsid w:val="00E46019"/>
    <w:rsid w:val="00E4625D"/>
    <w:rsid w:val="00E46403"/>
    <w:rsid w:val="00E46615"/>
    <w:rsid w:val="00E46AFC"/>
    <w:rsid w:val="00E477FC"/>
    <w:rsid w:val="00E5189F"/>
    <w:rsid w:val="00E51CEE"/>
    <w:rsid w:val="00E521A5"/>
    <w:rsid w:val="00E5298E"/>
    <w:rsid w:val="00E52A00"/>
    <w:rsid w:val="00E531C3"/>
    <w:rsid w:val="00E53654"/>
    <w:rsid w:val="00E5383E"/>
    <w:rsid w:val="00E53BCE"/>
    <w:rsid w:val="00E54400"/>
    <w:rsid w:val="00E550BF"/>
    <w:rsid w:val="00E551EA"/>
    <w:rsid w:val="00E55886"/>
    <w:rsid w:val="00E55CA2"/>
    <w:rsid w:val="00E56594"/>
    <w:rsid w:val="00E566C6"/>
    <w:rsid w:val="00E5734B"/>
    <w:rsid w:val="00E573D3"/>
    <w:rsid w:val="00E575FB"/>
    <w:rsid w:val="00E6027E"/>
    <w:rsid w:val="00E60743"/>
    <w:rsid w:val="00E60BD8"/>
    <w:rsid w:val="00E61536"/>
    <w:rsid w:val="00E61EBA"/>
    <w:rsid w:val="00E6250E"/>
    <w:rsid w:val="00E62785"/>
    <w:rsid w:val="00E62EE0"/>
    <w:rsid w:val="00E64B2C"/>
    <w:rsid w:val="00E65F7E"/>
    <w:rsid w:val="00E664BF"/>
    <w:rsid w:val="00E66B0F"/>
    <w:rsid w:val="00E67227"/>
    <w:rsid w:val="00E6796C"/>
    <w:rsid w:val="00E70034"/>
    <w:rsid w:val="00E70662"/>
    <w:rsid w:val="00E7074D"/>
    <w:rsid w:val="00E7416A"/>
    <w:rsid w:val="00E74262"/>
    <w:rsid w:val="00E756D3"/>
    <w:rsid w:val="00E7616B"/>
    <w:rsid w:val="00E765A0"/>
    <w:rsid w:val="00E76AD0"/>
    <w:rsid w:val="00E80DE5"/>
    <w:rsid w:val="00E80F0E"/>
    <w:rsid w:val="00E81FF6"/>
    <w:rsid w:val="00E824B5"/>
    <w:rsid w:val="00E83157"/>
    <w:rsid w:val="00E841B8"/>
    <w:rsid w:val="00E842AC"/>
    <w:rsid w:val="00E8602A"/>
    <w:rsid w:val="00E86D79"/>
    <w:rsid w:val="00E871FD"/>
    <w:rsid w:val="00E872C3"/>
    <w:rsid w:val="00E91475"/>
    <w:rsid w:val="00E9234E"/>
    <w:rsid w:val="00E937F9"/>
    <w:rsid w:val="00E93B52"/>
    <w:rsid w:val="00E93CB3"/>
    <w:rsid w:val="00E942F7"/>
    <w:rsid w:val="00E94914"/>
    <w:rsid w:val="00E95354"/>
    <w:rsid w:val="00E9539B"/>
    <w:rsid w:val="00E95A32"/>
    <w:rsid w:val="00E95BF0"/>
    <w:rsid w:val="00E9715E"/>
    <w:rsid w:val="00EA02BA"/>
    <w:rsid w:val="00EA2746"/>
    <w:rsid w:val="00EA2A2B"/>
    <w:rsid w:val="00EA4478"/>
    <w:rsid w:val="00EA5AD8"/>
    <w:rsid w:val="00EA7A8B"/>
    <w:rsid w:val="00EB038A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58DE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2B91"/>
    <w:rsid w:val="00EF2C11"/>
    <w:rsid w:val="00EF5B1A"/>
    <w:rsid w:val="00EF5E7A"/>
    <w:rsid w:val="00EF71F6"/>
    <w:rsid w:val="00EF74D7"/>
    <w:rsid w:val="00EF7A45"/>
    <w:rsid w:val="00EF7A4C"/>
    <w:rsid w:val="00F0344E"/>
    <w:rsid w:val="00F034BF"/>
    <w:rsid w:val="00F05F5C"/>
    <w:rsid w:val="00F06BD1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76D"/>
    <w:rsid w:val="00F13BBE"/>
    <w:rsid w:val="00F14D12"/>
    <w:rsid w:val="00F14FE3"/>
    <w:rsid w:val="00F15102"/>
    <w:rsid w:val="00F15677"/>
    <w:rsid w:val="00F174B2"/>
    <w:rsid w:val="00F17DAF"/>
    <w:rsid w:val="00F217D4"/>
    <w:rsid w:val="00F221F4"/>
    <w:rsid w:val="00F222A1"/>
    <w:rsid w:val="00F233EE"/>
    <w:rsid w:val="00F23BF0"/>
    <w:rsid w:val="00F266AA"/>
    <w:rsid w:val="00F27640"/>
    <w:rsid w:val="00F30698"/>
    <w:rsid w:val="00F30CA5"/>
    <w:rsid w:val="00F30E34"/>
    <w:rsid w:val="00F31AC2"/>
    <w:rsid w:val="00F33190"/>
    <w:rsid w:val="00F336E5"/>
    <w:rsid w:val="00F34175"/>
    <w:rsid w:val="00F350F1"/>
    <w:rsid w:val="00F356D1"/>
    <w:rsid w:val="00F35753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8F2"/>
    <w:rsid w:val="00F50D3F"/>
    <w:rsid w:val="00F50ECF"/>
    <w:rsid w:val="00F51F89"/>
    <w:rsid w:val="00F53D5E"/>
    <w:rsid w:val="00F5473B"/>
    <w:rsid w:val="00F5474D"/>
    <w:rsid w:val="00F54B65"/>
    <w:rsid w:val="00F54D15"/>
    <w:rsid w:val="00F55176"/>
    <w:rsid w:val="00F55583"/>
    <w:rsid w:val="00F561E2"/>
    <w:rsid w:val="00F57B65"/>
    <w:rsid w:val="00F60594"/>
    <w:rsid w:val="00F60B15"/>
    <w:rsid w:val="00F62A3B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3E7B"/>
    <w:rsid w:val="00F85BED"/>
    <w:rsid w:val="00F85BF0"/>
    <w:rsid w:val="00F85FF7"/>
    <w:rsid w:val="00F86E47"/>
    <w:rsid w:val="00F87EC7"/>
    <w:rsid w:val="00F916D8"/>
    <w:rsid w:val="00F92588"/>
    <w:rsid w:val="00F9329F"/>
    <w:rsid w:val="00F93C3C"/>
    <w:rsid w:val="00F948B1"/>
    <w:rsid w:val="00F948B8"/>
    <w:rsid w:val="00F94BCD"/>
    <w:rsid w:val="00F94D3A"/>
    <w:rsid w:val="00F95C98"/>
    <w:rsid w:val="00F95F4E"/>
    <w:rsid w:val="00F96ED7"/>
    <w:rsid w:val="00FA0296"/>
    <w:rsid w:val="00FA0B36"/>
    <w:rsid w:val="00FA1D33"/>
    <w:rsid w:val="00FA1F40"/>
    <w:rsid w:val="00FA2255"/>
    <w:rsid w:val="00FA229F"/>
    <w:rsid w:val="00FA26D7"/>
    <w:rsid w:val="00FA27D3"/>
    <w:rsid w:val="00FA2A89"/>
    <w:rsid w:val="00FA3E3F"/>
    <w:rsid w:val="00FA46C8"/>
    <w:rsid w:val="00FA5576"/>
    <w:rsid w:val="00FA6CAA"/>
    <w:rsid w:val="00FB025B"/>
    <w:rsid w:val="00FB199D"/>
    <w:rsid w:val="00FB4EF3"/>
    <w:rsid w:val="00FB5280"/>
    <w:rsid w:val="00FB63AD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AA2"/>
    <w:rsid w:val="00FC6A4A"/>
    <w:rsid w:val="00FC7296"/>
    <w:rsid w:val="00FD048C"/>
    <w:rsid w:val="00FD1131"/>
    <w:rsid w:val="00FD179C"/>
    <w:rsid w:val="00FD1E4D"/>
    <w:rsid w:val="00FD2A2C"/>
    <w:rsid w:val="00FD2D0B"/>
    <w:rsid w:val="00FD4A23"/>
    <w:rsid w:val="00FD5199"/>
    <w:rsid w:val="00FD67E8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EB6"/>
    <w:rsid w:val="00FE5B56"/>
    <w:rsid w:val="00FE70AF"/>
    <w:rsid w:val="00FF0676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E07B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41A41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332A77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2A7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332A7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2A7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03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2</Pages>
  <Words>621</Words>
  <Characters>3542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Юрій Голубов</cp:lastModifiedBy>
  <cp:revision>24</cp:revision>
  <cp:lastPrinted>2018-02-20T10:43:00Z</cp:lastPrinted>
  <dcterms:created xsi:type="dcterms:W3CDTF">2018-02-19T07:17:00Z</dcterms:created>
  <dcterms:modified xsi:type="dcterms:W3CDTF">2018-02-21T16:36:00Z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