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5F" w:rsidRDefault="00696A5F" w:rsidP="00B12D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6A5F" w:rsidRPr="007E1D3D" w:rsidRDefault="00696A5F" w:rsidP="007E1D3D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 w:rsidRPr="00D87E0F">
        <w:rPr>
          <w:rFonts w:ascii="Arial" w:hAnsi="Arial" w:cs="Arial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i1025" type="#_x0000_t75" alt="kp111242_img_001" style="width:33.75pt;height:48pt;visibility:visible">
            <v:imagedata r:id="rId5" o:title=""/>
          </v:shape>
        </w:pict>
      </w:r>
    </w:p>
    <w:p w:rsidR="00696A5F" w:rsidRPr="007E1D3D" w:rsidRDefault="00696A5F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7E1D3D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696A5F" w:rsidRPr="007E1D3D" w:rsidRDefault="00696A5F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7E1D3D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696A5F" w:rsidRPr="007E1D3D" w:rsidRDefault="00696A5F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1D3D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696A5F" w:rsidRPr="007E1D3D" w:rsidRDefault="00696A5F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ХХ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7E1D3D">
        <w:rPr>
          <w:rFonts w:ascii="Times New Roman" w:hAnsi="Times New Roman"/>
          <w:b/>
          <w:sz w:val="28"/>
          <w:szCs w:val="28"/>
          <w:lang w:eastAsia="ru-RU"/>
        </w:rPr>
        <w:t>СЕСІЯ СЬОМОГО  СКЛИКАННЯ</w:t>
      </w:r>
    </w:p>
    <w:p w:rsidR="00696A5F" w:rsidRPr="00860BB3" w:rsidRDefault="00696A5F" w:rsidP="007E1D3D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val="en-US" w:eastAsia="uk-UA"/>
        </w:rPr>
      </w:pPr>
      <w:r w:rsidRPr="007E1D3D">
        <w:rPr>
          <w:rFonts w:ascii="Times New Roman" w:hAnsi="Times New Roman"/>
          <w:b/>
          <w:sz w:val="36"/>
          <w:szCs w:val="36"/>
          <w:lang w:eastAsia="uk-UA"/>
        </w:rPr>
        <w:t>РІШЕННЯ №</w:t>
      </w:r>
    </w:p>
    <w:p w:rsidR="00696A5F" w:rsidRPr="0001744D" w:rsidRDefault="00696A5F" w:rsidP="007E1D3D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val="en-US"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«1</w:t>
      </w:r>
      <w:r>
        <w:rPr>
          <w:rFonts w:ascii="Times New Roman" w:hAnsi="Times New Roman"/>
          <w:sz w:val="24"/>
          <w:szCs w:val="24"/>
          <w:lang w:val="en-US" w:eastAsia="uk-UA"/>
        </w:rPr>
        <w:t>3</w:t>
      </w:r>
      <w:r>
        <w:rPr>
          <w:rFonts w:ascii="Times New Roman" w:hAnsi="Times New Roman"/>
          <w:sz w:val="24"/>
          <w:szCs w:val="24"/>
          <w:lang w:eastAsia="uk-UA"/>
        </w:rPr>
        <w:t>» _вересня_ 20</w:t>
      </w:r>
      <w:r>
        <w:rPr>
          <w:rFonts w:ascii="Times New Roman" w:hAnsi="Times New Roman"/>
          <w:sz w:val="24"/>
          <w:szCs w:val="24"/>
          <w:lang w:val="en-US" w:eastAsia="uk-UA"/>
        </w:rPr>
        <w:t>18</w:t>
      </w:r>
    </w:p>
    <w:p w:rsidR="00696A5F" w:rsidRPr="007E1D3D" w:rsidRDefault="00696A5F" w:rsidP="007E1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696A5F" w:rsidRDefault="00696A5F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96A5F" w:rsidRDefault="00696A5F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 присвоєння почесних відзнак </w:t>
      </w:r>
    </w:p>
    <w:p w:rsidR="00696A5F" w:rsidRPr="00E77587" w:rsidRDefault="00696A5F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>територі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альної громади м. Городка у 201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8</w:t>
      </w: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 xml:space="preserve"> р.</w:t>
      </w:r>
    </w:p>
    <w:p w:rsidR="00696A5F" w:rsidRPr="00E77587" w:rsidRDefault="00696A5F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696A5F" w:rsidRPr="00E77587" w:rsidRDefault="00696A5F" w:rsidP="00E77587">
      <w:pPr>
        <w:widowControl w:val="0"/>
        <w:spacing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 xml:space="preserve">Керуючись рішенням міської ради </w:t>
      </w:r>
      <w:r w:rsidRPr="00E77587">
        <w:rPr>
          <w:rFonts w:ascii="Times New Roman" w:hAnsi="Times New Roman"/>
          <w:bCs/>
          <w:sz w:val="28"/>
          <w:szCs w:val="28"/>
        </w:rPr>
        <w:t>№ 267 від 24 червня 2011р.</w:t>
      </w:r>
      <w:r w:rsidRPr="00E77587">
        <w:rPr>
          <w:rFonts w:ascii="Times New Roman" w:hAnsi="Times New Roman"/>
          <w:bCs/>
          <w:sz w:val="28"/>
          <w:szCs w:val="28"/>
          <w:lang w:val="ru-RU"/>
        </w:rPr>
        <w:t xml:space="preserve"> “Про затвердження Положення про почесні відзнаки територіальної громади м. Городка“, враховуючи пропозиції оргкомітету:</w:t>
      </w:r>
    </w:p>
    <w:p w:rsidR="00696A5F" w:rsidRPr="00E77587" w:rsidRDefault="00696A5F" w:rsidP="00E77587">
      <w:pPr>
        <w:widowControl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696A5F" w:rsidRPr="00860BB3" w:rsidRDefault="00696A5F" w:rsidP="0001744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>Присвоїти звання “Почесний громадянин міста Гор</w:t>
      </w:r>
      <w:r>
        <w:rPr>
          <w:rFonts w:ascii="Times New Roman" w:hAnsi="Times New Roman"/>
          <w:bCs/>
          <w:sz w:val="28"/>
          <w:szCs w:val="28"/>
          <w:lang w:val="ru-RU"/>
        </w:rPr>
        <w:t>одка“_______</w:t>
      </w:r>
    </w:p>
    <w:p w:rsidR="00696A5F" w:rsidRPr="00860BB3" w:rsidRDefault="00696A5F" w:rsidP="0001744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Присвоїти звання «Городківчанин року»______</w:t>
      </w:r>
    </w:p>
    <w:p w:rsidR="00696A5F" w:rsidRPr="00860BB3" w:rsidRDefault="00696A5F" w:rsidP="0001744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Присвоїти звання «Шляхетна городоцька родина»________</w:t>
      </w:r>
    </w:p>
    <w:p w:rsidR="00696A5F" w:rsidRPr="0001744D" w:rsidRDefault="00696A5F" w:rsidP="0001744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77587">
        <w:rPr>
          <w:rFonts w:ascii="Times New Roman" w:hAnsi="Times New Roman"/>
          <w:sz w:val="28"/>
          <w:szCs w:val="28"/>
        </w:rPr>
        <w:t>Контроль за</w:t>
      </w:r>
      <w:r>
        <w:rPr>
          <w:rFonts w:ascii="Times New Roman" w:hAnsi="Times New Roman"/>
          <w:sz w:val="28"/>
          <w:szCs w:val="28"/>
        </w:rPr>
        <w:t xml:space="preserve"> виконанням рішення</w:t>
      </w:r>
      <w:r w:rsidRPr="00E77587">
        <w:rPr>
          <w:rFonts w:ascii="Times New Roman" w:hAnsi="Times New Roman"/>
          <w:sz w:val="28"/>
          <w:szCs w:val="28"/>
        </w:rPr>
        <w:t xml:space="preserve"> покласти</w:t>
      </w:r>
      <w:r>
        <w:rPr>
          <w:rFonts w:ascii="Times New Roman" w:hAnsi="Times New Roman"/>
          <w:sz w:val="28"/>
          <w:szCs w:val="28"/>
        </w:rPr>
        <w:t xml:space="preserve"> на комісію у справах освіти, культури, соціальної політики, молоді та спорту (гол. С.Лопатнюк.)</w:t>
      </w:r>
    </w:p>
    <w:p w:rsidR="00696A5F" w:rsidRDefault="00696A5F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96A5F" w:rsidRPr="00E77587" w:rsidRDefault="00696A5F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96A5F" w:rsidRPr="00E77587" w:rsidRDefault="00696A5F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775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E77587">
        <w:rPr>
          <w:rFonts w:ascii="Times New Roman" w:hAnsi="Times New Roman"/>
          <w:b/>
          <w:sz w:val="28"/>
          <w:szCs w:val="28"/>
          <w:lang w:eastAsia="uk-UA"/>
        </w:rPr>
        <w:t>Міський голова                                                                Кущак Р. В.</w:t>
      </w:r>
    </w:p>
    <w:sectPr w:rsidR="00696A5F" w:rsidRPr="00E77587" w:rsidSect="00310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468"/>
    <w:multiLevelType w:val="hybridMultilevel"/>
    <w:tmpl w:val="1E54D01E"/>
    <w:lvl w:ilvl="0" w:tplc="AE0A5EF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6CB7010"/>
    <w:multiLevelType w:val="hybridMultilevel"/>
    <w:tmpl w:val="E56AAF7C"/>
    <w:lvl w:ilvl="0" w:tplc="69542684">
      <w:start w:val="1"/>
      <w:numFmt w:val="decimal"/>
      <w:lvlText w:val="%1."/>
      <w:lvlJc w:val="left"/>
      <w:pPr>
        <w:ind w:left="4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BA3F90"/>
    <w:multiLevelType w:val="hybridMultilevel"/>
    <w:tmpl w:val="15780598"/>
    <w:lvl w:ilvl="0" w:tplc="311454E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4EC094F"/>
    <w:multiLevelType w:val="hybridMultilevel"/>
    <w:tmpl w:val="6F9E7E08"/>
    <w:lvl w:ilvl="0" w:tplc="2AFA393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CC3"/>
    <w:rsid w:val="0001744D"/>
    <w:rsid w:val="00053DD7"/>
    <w:rsid w:val="00054B5D"/>
    <w:rsid w:val="00064D22"/>
    <w:rsid w:val="00080B81"/>
    <w:rsid w:val="000B09BB"/>
    <w:rsid w:val="000B731D"/>
    <w:rsid w:val="000D1500"/>
    <w:rsid w:val="000E794D"/>
    <w:rsid w:val="000F3993"/>
    <w:rsid w:val="001140EE"/>
    <w:rsid w:val="001164F1"/>
    <w:rsid w:val="00154333"/>
    <w:rsid w:val="00180658"/>
    <w:rsid w:val="00190089"/>
    <w:rsid w:val="0020288F"/>
    <w:rsid w:val="00224C37"/>
    <w:rsid w:val="002312A1"/>
    <w:rsid w:val="002449D5"/>
    <w:rsid w:val="002579B6"/>
    <w:rsid w:val="0031077A"/>
    <w:rsid w:val="00346507"/>
    <w:rsid w:val="00372E4F"/>
    <w:rsid w:val="004227AE"/>
    <w:rsid w:val="00434D31"/>
    <w:rsid w:val="00470C57"/>
    <w:rsid w:val="004745E4"/>
    <w:rsid w:val="00483B8D"/>
    <w:rsid w:val="00491936"/>
    <w:rsid w:val="004B4478"/>
    <w:rsid w:val="004C500B"/>
    <w:rsid w:val="004F03F6"/>
    <w:rsid w:val="005247AF"/>
    <w:rsid w:val="00540227"/>
    <w:rsid w:val="00566B15"/>
    <w:rsid w:val="00574F88"/>
    <w:rsid w:val="005869F9"/>
    <w:rsid w:val="005A1708"/>
    <w:rsid w:val="005F1025"/>
    <w:rsid w:val="006579A4"/>
    <w:rsid w:val="00696A5F"/>
    <w:rsid w:val="006C48DC"/>
    <w:rsid w:val="0070658F"/>
    <w:rsid w:val="00717DB0"/>
    <w:rsid w:val="00721E38"/>
    <w:rsid w:val="00730196"/>
    <w:rsid w:val="00732BA3"/>
    <w:rsid w:val="00764EF7"/>
    <w:rsid w:val="00776332"/>
    <w:rsid w:val="007D74A9"/>
    <w:rsid w:val="007E1D3D"/>
    <w:rsid w:val="007F62CA"/>
    <w:rsid w:val="00860BB3"/>
    <w:rsid w:val="008B135A"/>
    <w:rsid w:val="008B2E28"/>
    <w:rsid w:val="008D70D8"/>
    <w:rsid w:val="008F61EC"/>
    <w:rsid w:val="009272E7"/>
    <w:rsid w:val="00930A00"/>
    <w:rsid w:val="0094783F"/>
    <w:rsid w:val="00953FD4"/>
    <w:rsid w:val="00991156"/>
    <w:rsid w:val="009D304A"/>
    <w:rsid w:val="009D3D00"/>
    <w:rsid w:val="00A16FD5"/>
    <w:rsid w:val="00A20CFB"/>
    <w:rsid w:val="00A4237D"/>
    <w:rsid w:val="00A76202"/>
    <w:rsid w:val="00AD2DC2"/>
    <w:rsid w:val="00B05564"/>
    <w:rsid w:val="00B12DE5"/>
    <w:rsid w:val="00B47CF5"/>
    <w:rsid w:val="00B80F03"/>
    <w:rsid w:val="00C74CC3"/>
    <w:rsid w:val="00CF33EB"/>
    <w:rsid w:val="00D16FA5"/>
    <w:rsid w:val="00D21BDF"/>
    <w:rsid w:val="00D34C1E"/>
    <w:rsid w:val="00D42DD1"/>
    <w:rsid w:val="00D458F7"/>
    <w:rsid w:val="00D50B9B"/>
    <w:rsid w:val="00D71111"/>
    <w:rsid w:val="00D87E0F"/>
    <w:rsid w:val="00DC0B58"/>
    <w:rsid w:val="00E52EDD"/>
    <w:rsid w:val="00E74204"/>
    <w:rsid w:val="00E77587"/>
    <w:rsid w:val="00ED3A7E"/>
    <w:rsid w:val="00EE6A00"/>
    <w:rsid w:val="00F373DF"/>
    <w:rsid w:val="00F41FBE"/>
    <w:rsid w:val="00F42023"/>
    <w:rsid w:val="00F94249"/>
    <w:rsid w:val="00FD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7A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74CC3"/>
    <w:rPr>
      <w:rFonts w:cs="Times New Roman"/>
      <w:color w:val="0000FF"/>
      <w:u w:val="single"/>
    </w:rPr>
  </w:style>
  <w:style w:type="paragraph" w:customStyle="1" w:styleId="a">
    <w:name w:val="a"/>
    <w:basedOn w:val="Normal"/>
    <w:uiPriority w:val="99"/>
    <w:rsid w:val="00C74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C74CC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74CC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74CC3"/>
    <w:rPr>
      <w:rFonts w:cs="Times New Roman"/>
      <w:i/>
      <w:iCs/>
    </w:rPr>
  </w:style>
  <w:style w:type="paragraph" w:customStyle="1" w:styleId="infopar">
    <w:name w:val="info_par"/>
    <w:basedOn w:val="Normal"/>
    <w:uiPriority w:val="99"/>
    <w:rsid w:val="00C74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231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12A1"/>
    <w:rPr>
      <w:rFonts w:ascii="Courier New" w:hAnsi="Courier New" w:cs="Courier New"/>
      <w:sz w:val="20"/>
      <w:szCs w:val="20"/>
      <w:lang w:eastAsia="uk-UA"/>
    </w:rPr>
  </w:style>
  <w:style w:type="paragraph" w:styleId="Title">
    <w:name w:val="Title"/>
    <w:basedOn w:val="Normal"/>
    <w:link w:val="TitleChar"/>
    <w:uiPriority w:val="99"/>
    <w:qFormat/>
    <w:rsid w:val="00B12D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12DE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E1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1D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F3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113</Words>
  <Characters>647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Марія</dc:creator>
  <cp:keywords/>
  <dc:description/>
  <cp:lastModifiedBy>Юрій Голубов</cp:lastModifiedBy>
  <cp:revision>2</cp:revision>
  <cp:lastPrinted>2017-09-08T16:17:00Z</cp:lastPrinted>
  <dcterms:created xsi:type="dcterms:W3CDTF">2018-08-25T08:35:00Z</dcterms:created>
  <dcterms:modified xsi:type="dcterms:W3CDTF">2018-08-25T08:35:00Z</dcterms:modified>
</cp:coreProperties>
</file>