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45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Попівчаку Петру Михайловичу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Лісова, 14, с. Зелений Гай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Попівчаку Петру Михайловичу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Лісова, 14, с. Зелений Гай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Попівчаку Петру Михайловичу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0,0756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4620984900:07:007:0026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Лісова, 14, с. Зелений Гай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Попівчаку Петру Михайловичу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0,0756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4620984900:07:007:0026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Лісова, 14, с. Зелений Гай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Попівчаку Петру Михайловичу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lastRenderedPageBreak/>
        <w:drawing>
          <wp:inline distT="0" distB="0" distL="0" distR="0" wp14:anchorId="28332F05" wp14:editId="4E9FADDB">
            <wp:extent cx="561975" cy="628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46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Яблонській Ганні Андріївні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Лісова, 13, с. Зелений Гай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Яблонській Ганні Андріївні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Лісова, 13, с. Зелений Гай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Яблонській Ганні Андріївні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4620984900:07:008:0014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Лісова, 13, с. Зелений Гай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Яблонській Ганні Андріївні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4620984900:07:008:0014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Лісова, 13, с. Зелений Гай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Яблонській Ганні Андріївні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47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Попівчаку Михайлу Петровичу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Загородня, 25, с. Зелений Гай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Попівчаку Михайлу Петровичу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Загородня, 25, с. Зелений Гай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Попівчаку Михайлу Петровичу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0,1900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4620984900:07:008:0015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Загородня, 25, с. Зелений Гай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Попівчаку Михайлу Петровичу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0,1900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4620984900:07:008:0015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Загородня, 25, с. Зелений Гай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Попівчаку Михайлу Петровичу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FB1CC9">
          <w:pgSz w:w="11906" w:h="16838"/>
          <w:pgMar w:top="510" w:right="850" w:bottom="426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48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Гуль Роману Стефановичу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Сонячна, 29, с. Галичани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Гуль Роману Стефановичу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Сонячна, 29, с. Галичани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Гуль Роману Стефановичу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0,1059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4620981800:07:007:0032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Сонячна, 29, с. Галичани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Гуль Роману Стефановичу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0,1059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4620981800:07:007:0032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Сонячна, 29, с. Галичани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Гуль Роману Стефановичу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49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Мидлику Ігорю Олексійовичу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Черлянська, 99, с. Черлянське Передмістя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Мидлику Ігорю Олексійовичу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Черлянська, 99, с. Черлянське Передмістя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Лех І.Р.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Мидлику Ігорю Олексійовичу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0,0969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4620988000:06:004:0067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Черлянська, 99, с. Черлянське Передмістя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Мидлику Ігорю Олексійовичу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0,0969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4620988000:06:004:0067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Черлянська, 99, с. Черлянське Передмістя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Мидлику Ігорю Олексійовичу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50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Соловій Надії Миколаївні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 Заставська, 296 а, 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Соловій Надії Миколаївні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 Заставська, 296 а,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Соловій Надії Миколаївні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0,1000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4620910100:29:027:0044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 Заставська, 296 а,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Соловій Надії Миколаївні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0,1000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4620910100:29:027:0044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 Заставська, 296 а,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Соловій Надії Миколаївні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51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Шепті Мирославі Мирославівні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 Львівська, 545, 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Шепті Мирославі Мирославівні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 Львівська, 545,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Лех І.Р.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Шепті Мирославі Мирославівні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0,1000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4620910100:29:021:0088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 Львівська, 545,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Шепті Мирославі Мирославівні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0,1000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4620910100:29:021:0088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 Львівська, 545,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Шепті Мирославі Мирославівні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52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Дашкевич Ользі Михайлівні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 Верхня, 126, с. Добряни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Дашкевич Ользі Михайлівні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 Верхня, 126, с. Добряни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Тимоць В.Я.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Дашкевич Ользі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0,4800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4620983000:27:008:0104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 Верхня, 126, с. Добряни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Дашкевич Ользі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0,4800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4620983000:27:008:0104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 Верхня, 126, с. Добряни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Дашкевич Ользі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53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Майхеру Івану Євстаховичу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 Зелена, 52, с. Угри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Майхеру Івану Євстаховичу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 Зелена, 52, с. Угри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Тимоць В.Я.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Майхеру Івану Євстаховичу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4620988000:21:008:0079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 Зелена, 52, с. Угри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Майхеру Івану Євстаховичу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4620988000:21:008:0079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 Зелена, 52, с. Угри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Майхеру Івану Євстаховичу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54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Блащак Богдані Степанівні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Т. Шевченка, 215, с. Керниця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Блащак Богдані Степанівні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Т. Шевченка, 215, с. Керниця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Тимоць В.Я.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Блащак Богдані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0,0683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4620983900:25:005:0126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Т. Шевченка, 215, с. Керниця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Блащак Богдані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0,0683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4620983900:25:005:0126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Т. Шевченка, 215, с. Керниця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Блащак Богдані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55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Кутній Світлані Михайлівні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Б. Хмельницького, 3, с. Братковичі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Кутній Світлані Михайлівні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Б. Хмельницького, 3, с. Братковичі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Тимоць В.Я.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Кутній Світлані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0,1400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4620981000:14:002:0118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Б. Хмельницького, 3, с. Братковичі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Кутній Світлані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0,1400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4620981000:14:002:0118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Б. Хмельницького, 3, с. Братковичі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Кутній Світлані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56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Яремечко Ользі Василівні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Нижнє Твердопілля,26, с. Речичани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Яремечко Ользі Василівні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Нижнє Твердопілля,26, с. Речичани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Тимоць В.Я.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Яремечко Ользі Василівні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4620987200:15:004:0044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Нижнє Твердопілля,26, с. Речичани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Яремечко Ользі Василівні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4620987200:15:004:0044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Нижнє Твердопілля,26, с. Речичани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Яремечко Ользі Василівні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57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Цигиль Катерині Тарасівні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Побережна,85, с. Градівка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Цигиль Катерині Тарасівні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Побережна,85, с. Градівка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Тимоць В.Я.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Цигиль Катерині Тарасівні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4620982200:12:015:0008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Побережна,85, с. Градівка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Цигиль Катерині Тарасівні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4620982200:12:015:0008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Побережна,85, с. Градівка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Цигиль Катерині Тарасівні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58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Ключник Марії Михайлівні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Побережна, 20, с. Градівка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Ключник Марії Михайлівні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Побережна, 20, с. Градівка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ТзОВ "Гео-Транс"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Ключник Марії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0,2446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4620982200:12:006:0109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Побережна, 20, с. Градівка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Ключник Марії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0,2446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4620982200:12:006:0109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Побережна, 20, с. Градівка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Ключник Марії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59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Андрусишин Ользі Антонівні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Верхня, 42а, с. Добряни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Андрусишин Ользі Антонівні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Верхня, 42а, с. Добряни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ПП "НВП "Центр землеустрою"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Андрусишин Ользі Антонівні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4620983000:27:008:0100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Верхня, 42а, с. Добряни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Андрусишин Ользі Антонівні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4620983000:27:008:0100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Верхня, 42а, с. Добряни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Андрусишин Ользі Антонівні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60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Бадан Галині Володимирівні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Головідка, 15, с. Дубаневичі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Бадан Галині Володимирівні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Головідка, 15, с. Дубаневичі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Тимоць В.Я.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Бадан Галині Володимирівні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0,2269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4620983400:01:004:0057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Головідка, 15, с. Дубаневичі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Бадан Галині Володимирівні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0,2269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4620983400:01:004:0057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Головідка, 15, с. Дубаневичі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Бадан Галині Володимирівні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61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Лупак Ігорю Григоровичу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Вишнева, 98, с. Тучапи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Лупак Ігорю Григоровичу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Вишнева, 98, с. Тучапи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Виноградова Н.Р.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Лупак Ігорю Григоровичу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4620989100:17:005:0050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Вишнева, 98, с. Тучапи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Лупак Ігорю Григоровичу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4620989100:17:005:0050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Вишнева, 98, с. Тучапи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Лупак Ігорю Григоровичу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62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Пилипяку Петру Семеновичу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Гайова, 27, с. Зелений Гай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Пилипяку Петру Семеновичу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Гайова, 27, с. Зелений Гай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Пилипяку Петру Семеновичу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0,1173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4620984900:07:006:0021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Гайова, 27, с. Зелений Гай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Пилипяку Петру Семеновичу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0,1173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4620984900:07:006:0021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Гайова, 27, с. Зелений Гай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Пилипяку Петру Семеновичу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63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Самець Олександрі Володимирівні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Шевченка, 379, с. Родатичі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Самець Олександрі Володимирівні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Шевченка, 379, с. Родатичі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Маліцький А.Ю.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Самець Олександрі Володимирівні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0,1996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4620987600:34:010:0099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Шевченка, 379, с. Родатичі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Самець Олександрі Володимирівні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0,1996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4620987600:34:010:0099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Шевченка, 379, с. Родатичі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Самець Олександрі Володимирівні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FB1CC9">
          <w:pgSz w:w="11906" w:h="16838"/>
          <w:pgMar w:top="510" w:right="850" w:bottom="568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64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Смілці Дані Михайлівні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Комарнівська, 12, 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Смілці Дані Михайлівні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Комарнівська, 12,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Смілці Дані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0,0714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4620910100:29:002:0176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Комарнівська, 12,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Смілці Дані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0,0714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4620910100:29:002:0176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Комарнівська, 12,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Смілці Дані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65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Бас Ользі Михайлівні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Л. Українки,9, с. Мшана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Бас Ользі Михайлівні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Л. Українки,9, с. Мшана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Бас Ользі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0,0818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4620985600:12:013:0120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Л. Українки,9, с. Мшана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Бас Ользі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0,0818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4620985600:12:013:0120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Л. Українки,9, с. Мшана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Бас Ользі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66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Сиско Галині Петрівні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Шевченка, 12, с. Градівка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Сиско Галині Петрівні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Шевченка, 12, с. Градівка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ТзОВ "Гео-Транс"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Сиско Галині Петрівні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4620982200:12:004:0033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Шевченка, 12, с. Градівка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Сиско Галині Петрівні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4620982200:12:004:0033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Шевченка, 12, с. Градівка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Сиско Галині Петрівні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67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Шевчик Наталія Іванівна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Верхня, 4, с. Галичани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Шевчик Наталія Іванівна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Верхня, 4, с. Галичани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Шевчик Наталія Іванівна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0,1204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4620981800:07:002:0040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Верхня, 4, с. Галичани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Шевчик Наталія Іванівна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0,1204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4620981800:07:002:0040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Верхня, 4, с. Галичани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Шевчик Наталія Іванівна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68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Лозинській Надії Олексіївні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Шевченка, 337, с. Родатичі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Лозинській Надії Олексіївні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Шевченка, 337, с. Родатичі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Лех І.Р.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Лозинській Надії Олексіївні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0,1584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4620987600:34:010:0098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Шевченка, 337, с. Родатичі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Лозинській Надії Олексіївні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0,1584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4620987600:34:010:0098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Шевченка, 337, с. Родатичі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Лозинській Надії Олексіївні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69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Лоїк Софії Іванівні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Головна, 48, с. Градівка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Лоїк Софії Іванівні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Головна, 48, с. Градівка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Лоїк Софії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4620982200:12:009:0078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Головна, 48, с. Градівка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Лоїк Софії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4620982200:12:009:0078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Головна, 48, с. Градівка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Лоїк Софії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70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Романович Івану Йосиповичу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Лугова, 20, с. Милятин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Романович Івану Йосиповичу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Лугова, 20, с. Милятин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Лех І.Р.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Романович Івану Йосиповичу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4620983000:10:004:0005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Лугова, 20, с. Милятин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Романович Івану Йосиповичу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4620983000:10:004:0005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Лугова, 20, с. Милятин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Романович Івану Йосиповичу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71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Будзині Ользі Михайлівні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Лесі Українки, 31, с.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Будзині Ользі Михайлівні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Лесі Українки, 31, с.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Лех І.Р.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Будзині Ользі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0,0706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4620910100:29:002:0178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Лесі Українки, 31, с.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Будзині Ользі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0,0706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4620910100:29:002:0178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Лесі Українки, 31, с.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Будзині Ользі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72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Сайовському Володимиру  Юрійовичу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Заставська, 236, 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Сайовському Володимиру  Юрійовичу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Заставська, 236,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Сайовському Володимиру  Юрійовичу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0,0549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4620981800:14:002:0014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Заставська, 236,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Сайовському Володимиру  Юрійовичу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0,0549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4620981800:14:002:0014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Заставська, 236,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Сайовському Володимиру  Юрійовичу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FB1CC9">
          <w:pgSz w:w="11906" w:h="16838"/>
          <w:pgMar w:top="510" w:right="850" w:bottom="426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73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Саїк Михайлу Андрійовичу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Вербицького, 36, с. Черлянське Передмістя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Саїк Михайлу Андрійовичу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Вербицького, 36, с. Черлянське Передмістя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Тимоць В.Я.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Саїк Михайлу Андрійовичу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0,0823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4620988000:06:003:0079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Вербицького, 36, с. Черлянське Передмістя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Саїк Михайлу Андрійовичу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0,0823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4620988000:06:003:0079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Вербицького, 36, с. Черлянське Передмістя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Саїк Михайлу Андрійовичу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74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Божик Марії Іванівні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Центральна, 31, с. Речичани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Божик Марії Іванівні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Центральна, 31, с. Речичани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Лех І.Р.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Божик Марії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4620987200:15:009:0072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Центральна, 31, с. Речичани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Божик Марії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4620987200:15:009:0072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Центральна, 31, с. Речичани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Божик Марії Іванівні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75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Сенюк Володимирі Степанівні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Зелена, 68а, с. Вовчухи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Сенюк Володимирі Степанівні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Зелена, 68а, с. Вовчухи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Сенюк Володимирі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4620983300:21:005:0129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Зелена, 68а, с. Вовчухи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Сенюк Володимирі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4620983300:21:005:0129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Зелена, 68а, с. Вовчухи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Сенюк Володимирі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76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Грисьо Ользі Михайлівні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Сонячна, 2, с. Долиняни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Грисьо Ользі Михайлівні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Сонячна, 2, с. Долиняни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Грисьо Ользі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0,1799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4620983300:22:003:0103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Сонячна, 2, с. Долиняни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Грисьо Ользі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0,1799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4620983300:22:003:0103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Сонячна, 2, с. Долиняни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Грисьо Ользі Михайлівні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77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Тиравській Любі Степанівні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Соннячна,8, с. Шоломиничі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Тиравській Любі Степанівні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Соннячна,8, с. Шоломиничі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Виноградова Наталія Романівна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Тиравській Любі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4620989000:12:011:0017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Соннячна,8, с. Шоломиничі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Тиравській Любі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0,2500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4620989000:12:011:0017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Соннячна,8, с. Шоломиничі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Тиравській Любі Степанівні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  <w:sectPr w:rsidR="006D1918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6D1918" w:rsidRPr="004C155E" w:rsidRDefault="006D1918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841CE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6D1918" w:rsidRPr="004C155E" w:rsidRDefault="006D1918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6D1918" w:rsidRPr="008B4C26" w:rsidRDefault="006D1918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78</w:t>
      </w:r>
    </w:p>
    <w:p w:rsidR="006D1918" w:rsidRPr="001F59D4" w:rsidRDefault="006D1918" w:rsidP="002C2E00">
      <w:pPr>
        <w:rPr>
          <w:rFonts w:ascii="Century" w:hAnsi="Century"/>
          <w:sz w:val="26"/>
          <w:szCs w:val="26"/>
        </w:rPr>
      </w:pPr>
      <w:r w:rsidRPr="00841CED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Шостак Орині Богданівні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вул. Зелена, 179, с. Вовчухи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Pr="001F59D4" w:rsidRDefault="006D1918" w:rsidP="002C2E00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841CED">
        <w:rPr>
          <w:rFonts w:ascii="Century" w:hAnsi="Century"/>
          <w:noProof/>
          <w:sz w:val="26"/>
          <w:szCs w:val="26"/>
          <w:lang w:val="uk-UA"/>
        </w:rPr>
        <w:t>Шостак Орині Богданівні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Зелена, 179, с. Вовчухи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6D1918" w:rsidRPr="001F59D4" w:rsidRDefault="006D1918" w:rsidP="00C114FE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6D1918" w:rsidRPr="001F59D4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Шостак Орині Богданівні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0,1564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4620983300:21:005:0128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Зелена, 179, с. Вовчухи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841CED">
        <w:rPr>
          <w:rFonts w:ascii="Century" w:hAnsi="Century"/>
          <w:b/>
          <w:noProof/>
          <w:sz w:val="26"/>
          <w:szCs w:val="26"/>
          <w:lang w:val="uk-UA"/>
        </w:rPr>
        <w:t>Шостак Орині Богданівні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841CED">
        <w:rPr>
          <w:rFonts w:ascii="Century" w:hAnsi="Century"/>
          <w:noProof/>
          <w:sz w:val="26"/>
          <w:szCs w:val="26"/>
          <w:lang w:val="uk-UA"/>
        </w:rPr>
        <w:t>0,1564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841CED">
        <w:rPr>
          <w:rFonts w:ascii="Century" w:hAnsi="Century"/>
          <w:noProof/>
          <w:sz w:val="26"/>
          <w:szCs w:val="26"/>
          <w:lang w:val="uk-UA"/>
        </w:rPr>
        <w:t>4620983300:21:005:0128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841CED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841CED">
        <w:rPr>
          <w:rFonts w:ascii="Century" w:hAnsi="Century"/>
          <w:noProof/>
          <w:sz w:val="26"/>
          <w:szCs w:val="26"/>
          <w:lang w:val="uk-UA"/>
        </w:rPr>
        <w:t>вул. Зелена, 179, с. Вовчухи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841CED">
        <w:rPr>
          <w:rFonts w:ascii="Century" w:hAnsi="Century"/>
          <w:noProof/>
          <w:sz w:val="26"/>
          <w:szCs w:val="26"/>
          <w:lang w:val="uk-UA"/>
        </w:rPr>
        <w:t>Шостак Орині Богданівні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6D1918" w:rsidRPr="001F59D4" w:rsidRDefault="006D1918" w:rsidP="00C114FE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D1918" w:rsidRPr="001F59D4" w:rsidRDefault="006D1918" w:rsidP="00C114FE">
      <w:pPr>
        <w:rPr>
          <w:sz w:val="26"/>
          <w:szCs w:val="26"/>
        </w:rPr>
      </w:pPr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>
        <w:rPr>
          <w:rFonts w:ascii="Century" w:hAnsi="Century"/>
          <w:b/>
          <w:sz w:val="26"/>
          <w:szCs w:val="26"/>
          <w:lang w:val="uk-UA"/>
        </w:rPr>
        <w:t>ир РЕМЕНЯК</w:t>
      </w:r>
    </w:p>
    <w:p w:rsidR="00916E3A" w:rsidRDefault="00916E3A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p w:rsidR="00916E3A" w:rsidRPr="004C155E" w:rsidRDefault="00916E3A" w:rsidP="00916E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3233D87D" wp14:editId="0A04F367">
            <wp:extent cx="561975" cy="62865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E3A" w:rsidRPr="004C155E" w:rsidRDefault="00916E3A" w:rsidP="00916E3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916E3A" w:rsidRPr="004C155E" w:rsidRDefault="00916E3A" w:rsidP="00916E3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916E3A" w:rsidRPr="004C155E" w:rsidRDefault="00916E3A" w:rsidP="00916E3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916E3A" w:rsidRPr="004C155E" w:rsidRDefault="00916E3A" w:rsidP="00916E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0C5429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916E3A" w:rsidRPr="004C155E" w:rsidRDefault="00916E3A" w:rsidP="00916E3A">
      <w:pPr>
        <w:jc w:val="center"/>
        <w:rPr>
          <w:rFonts w:ascii="Century" w:hAnsi="Century"/>
          <w:b/>
          <w:sz w:val="28"/>
          <w:szCs w:val="28"/>
        </w:rPr>
      </w:pPr>
    </w:p>
    <w:p w:rsidR="00916E3A" w:rsidRPr="008B4C26" w:rsidRDefault="00916E3A" w:rsidP="00916E3A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EC1ECC">
        <w:rPr>
          <w:rFonts w:ascii="Century" w:hAnsi="Century"/>
          <w:b/>
          <w:noProof/>
          <w:sz w:val="36"/>
          <w:szCs w:val="36"/>
          <w:lang w:val="uk-UA"/>
        </w:rPr>
        <w:t>79</w:t>
      </w:r>
    </w:p>
    <w:p w:rsidR="00916E3A" w:rsidRPr="001F59D4" w:rsidRDefault="00916E3A" w:rsidP="00916E3A">
      <w:pPr>
        <w:rPr>
          <w:rFonts w:ascii="Century" w:hAnsi="Century"/>
          <w:sz w:val="26"/>
          <w:szCs w:val="26"/>
        </w:rPr>
      </w:pPr>
      <w:r w:rsidRPr="000C5429">
        <w:rPr>
          <w:rFonts w:ascii="Century" w:hAnsi="Century"/>
          <w:noProof/>
          <w:sz w:val="26"/>
          <w:szCs w:val="26"/>
        </w:rPr>
        <w:t>15 грудня 2022 року</w:t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 w:rsidRPr="001F59D4"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 w:rsidRPr="001F59D4">
        <w:rPr>
          <w:rFonts w:ascii="Century" w:hAnsi="Century"/>
          <w:sz w:val="26"/>
          <w:szCs w:val="26"/>
        </w:rPr>
        <w:t>м. Городок</w:t>
      </w:r>
    </w:p>
    <w:p w:rsidR="00916E3A" w:rsidRPr="001F59D4" w:rsidRDefault="00916E3A" w:rsidP="00916E3A">
      <w:pPr>
        <w:rPr>
          <w:sz w:val="26"/>
          <w:szCs w:val="26"/>
        </w:rPr>
      </w:pPr>
    </w:p>
    <w:p w:rsidR="00916E3A" w:rsidRPr="001F59D4" w:rsidRDefault="00916E3A" w:rsidP="00916E3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0C5429">
        <w:rPr>
          <w:rFonts w:ascii="Century" w:hAnsi="Century"/>
          <w:b/>
          <w:noProof/>
          <w:sz w:val="26"/>
          <w:szCs w:val="26"/>
          <w:lang w:val="uk-UA"/>
        </w:rPr>
        <w:t>Мартинюку Роману Богдановичу</w:t>
      </w:r>
      <w:r>
        <w:rPr>
          <w:rFonts w:ascii="Century" w:hAnsi="Century"/>
          <w:b/>
          <w:noProof/>
          <w:sz w:val="26"/>
          <w:szCs w:val="26"/>
          <w:lang w:val="uk-UA"/>
        </w:rPr>
        <w:t xml:space="preserve"> </w:t>
      </w:r>
      <w:r w:rsidRPr="000C5429">
        <w:rPr>
          <w:rFonts w:ascii="Century" w:hAnsi="Century"/>
          <w:b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b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0C5429">
        <w:rPr>
          <w:rFonts w:ascii="Century" w:hAnsi="Century"/>
          <w:b/>
          <w:noProof/>
          <w:sz w:val="26"/>
          <w:szCs w:val="26"/>
          <w:lang w:val="uk-UA"/>
        </w:rPr>
        <w:t>вул. Підгір'я, 9, м. Городок</w:t>
      </w:r>
    </w:p>
    <w:p w:rsidR="00916E3A" w:rsidRPr="001F59D4" w:rsidRDefault="00916E3A" w:rsidP="00916E3A">
      <w:pPr>
        <w:rPr>
          <w:sz w:val="26"/>
          <w:szCs w:val="26"/>
        </w:rPr>
      </w:pPr>
    </w:p>
    <w:p w:rsidR="00916E3A" w:rsidRPr="001F59D4" w:rsidRDefault="00916E3A" w:rsidP="00916E3A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1F59D4">
        <w:rPr>
          <w:rFonts w:ascii="Century" w:hAnsi="Century"/>
          <w:sz w:val="26"/>
          <w:szCs w:val="26"/>
          <w:lang w:val="en-US"/>
        </w:rPr>
        <w:t xml:space="preserve"> (</w:t>
      </w:r>
      <w:r w:rsidRPr="001F59D4">
        <w:rPr>
          <w:rFonts w:ascii="Century" w:hAnsi="Century"/>
          <w:sz w:val="26"/>
          <w:szCs w:val="26"/>
          <w:lang w:val="uk-UA"/>
        </w:rPr>
        <w:t>відновлення</w:t>
      </w:r>
      <w:r w:rsidRPr="001F59D4">
        <w:rPr>
          <w:rFonts w:ascii="Century" w:hAnsi="Century"/>
          <w:sz w:val="26"/>
          <w:szCs w:val="26"/>
          <w:lang w:val="en-US"/>
        </w:rPr>
        <w:t>)</w:t>
      </w:r>
      <w:r w:rsidRPr="001F59D4"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 w:rsidRPr="000C5429">
        <w:rPr>
          <w:rFonts w:ascii="Century" w:hAnsi="Century"/>
          <w:noProof/>
          <w:sz w:val="26"/>
          <w:szCs w:val="26"/>
          <w:lang w:val="uk-UA"/>
        </w:rPr>
        <w:t>Мартинюку Роману Богдановичу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0C5429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 w:val="26"/>
          <w:szCs w:val="26"/>
          <w:lang w:val="uk-UA"/>
        </w:rPr>
        <w:t xml:space="preserve"> розташованої</w:t>
      </w:r>
      <w:r w:rsidRPr="00FF1197">
        <w:rPr>
          <w:rFonts w:ascii="Century" w:hAnsi="Century"/>
          <w:sz w:val="26"/>
          <w:szCs w:val="26"/>
          <w:lang w:val="uk-UA"/>
        </w:rPr>
        <w:t xml:space="preserve">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0C5429">
        <w:rPr>
          <w:rFonts w:ascii="Century" w:hAnsi="Century"/>
          <w:noProof/>
          <w:sz w:val="26"/>
          <w:szCs w:val="26"/>
          <w:lang w:val="uk-UA"/>
        </w:rPr>
        <w:t>вул. Підгір'я, 9,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, </w:t>
      </w:r>
      <w:r>
        <w:rPr>
          <w:rFonts w:ascii="Century" w:hAnsi="Century"/>
          <w:sz w:val="26"/>
          <w:szCs w:val="26"/>
          <w:lang w:val="uk-UA"/>
        </w:rPr>
        <w:t>відповідну технічну документацію розроблену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0C5429">
        <w:rPr>
          <w:rFonts w:ascii="Century" w:hAnsi="Century"/>
          <w:noProof/>
          <w:sz w:val="26"/>
          <w:szCs w:val="26"/>
          <w:lang w:val="uk-UA"/>
        </w:rPr>
        <w:t>ТзОВ "Гео Вест Система"</w:t>
      </w:r>
      <w:r w:rsidRPr="001F59D4"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довкілля, міська рада </w:t>
      </w:r>
    </w:p>
    <w:p w:rsidR="00916E3A" w:rsidRPr="001F59D4" w:rsidRDefault="00916E3A" w:rsidP="00916E3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916E3A" w:rsidRPr="001F59D4" w:rsidRDefault="00916E3A" w:rsidP="00916E3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 w:rsidRPr="000C5429">
        <w:rPr>
          <w:rFonts w:ascii="Century" w:hAnsi="Century"/>
          <w:b/>
          <w:noProof/>
          <w:sz w:val="26"/>
          <w:szCs w:val="26"/>
          <w:lang w:val="uk-UA"/>
        </w:rPr>
        <w:t>Мартинюку Роману Богдановичу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, площею </w:t>
      </w:r>
      <w:r w:rsidRPr="000C5429">
        <w:rPr>
          <w:rFonts w:ascii="Century" w:hAnsi="Century"/>
          <w:noProof/>
          <w:sz w:val="26"/>
          <w:szCs w:val="26"/>
          <w:lang w:val="uk-UA"/>
        </w:rPr>
        <w:t>0,0680</w:t>
      </w:r>
      <w:r w:rsidRPr="001F59D4"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 w:rsidRPr="000C5429">
        <w:rPr>
          <w:rFonts w:ascii="Century" w:hAnsi="Century"/>
          <w:noProof/>
          <w:sz w:val="26"/>
          <w:szCs w:val="26"/>
          <w:lang w:val="uk-UA"/>
        </w:rPr>
        <w:t>4620910100:29:007:0092</w:t>
      </w:r>
      <w:r w:rsidRPr="001F59D4"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 w:rsidRPr="000C5429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розташованої </w:t>
      </w:r>
      <w:r>
        <w:rPr>
          <w:rFonts w:ascii="Century" w:hAnsi="Century"/>
          <w:sz w:val="26"/>
          <w:szCs w:val="26"/>
          <w:lang w:val="uk-UA"/>
        </w:rPr>
        <w:t>за адресою:</w:t>
      </w:r>
      <w:r w:rsidRPr="001F59D4">
        <w:rPr>
          <w:rFonts w:ascii="Century" w:hAnsi="Century"/>
          <w:sz w:val="26"/>
          <w:szCs w:val="26"/>
          <w:lang w:val="uk-UA"/>
        </w:rPr>
        <w:t xml:space="preserve"> </w:t>
      </w:r>
      <w:r w:rsidRPr="000C5429">
        <w:rPr>
          <w:rFonts w:ascii="Century" w:hAnsi="Century"/>
          <w:noProof/>
          <w:sz w:val="26"/>
          <w:szCs w:val="26"/>
          <w:lang w:val="uk-UA"/>
        </w:rPr>
        <w:t>вул. Підгір'я, 9,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16E3A" w:rsidRPr="001F59D4" w:rsidRDefault="00916E3A" w:rsidP="00916E3A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2. Передати у власність </w:t>
      </w:r>
      <w:r w:rsidRPr="000C5429">
        <w:rPr>
          <w:rFonts w:ascii="Century" w:hAnsi="Century"/>
          <w:b/>
          <w:noProof/>
          <w:sz w:val="26"/>
          <w:szCs w:val="26"/>
          <w:lang w:val="uk-UA"/>
        </w:rPr>
        <w:t>Мартинюку Роману Богдановичу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земельну ділянку площею </w:t>
      </w:r>
      <w:r w:rsidRPr="000C5429">
        <w:rPr>
          <w:rFonts w:ascii="Century" w:hAnsi="Century"/>
          <w:noProof/>
          <w:sz w:val="26"/>
          <w:szCs w:val="26"/>
          <w:lang w:val="uk-UA"/>
        </w:rPr>
        <w:t>0,0680</w:t>
      </w:r>
      <w:r w:rsidRPr="001F59D4">
        <w:rPr>
          <w:rFonts w:ascii="Century" w:hAnsi="Century"/>
          <w:sz w:val="26"/>
          <w:szCs w:val="26"/>
          <w:lang w:val="uk-UA"/>
        </w:rPr>
        <w:t xml:space="preserve"> га</w:t>
      </w:r>
      <w:r>
        <w:rPr>
          <w:rFonts w:ascii="Century" w:hAnsi="Century"/>
          <w:sz w:val="26"/>
          <w:szCs w:val="26"/>
          <w:lang w:val="uk-UA"/>
        </w:rPr>
        <w:t>,</w:t>
      </w:r>
      <w:r w:rsidRPr="001F59D4">
        <w:rPr>
          <w:rFonts w:ascii="Century" w:hAnsi="Century"/>
          <w:sz w:val="26"/>
          <w:szCs w:val="26"/>
          <w:lang w:val="uk-UA"/>
        </w:rPr>
        <w:t xml:space="preserve"> кадастровий номер </w:t>
      </w:r>
      <w:r w:rsidRPr="000C5429">
        <w:rPr>
          <w:rFonts w:ascii="Century" w:hAnsi="Century"/>
          <w:noProof/>
          <w:sz w:val="26"/>
          <w:szCs w:val="26"/>
          <w:lang w:val="uk-UA"/>
        </w:rPr>
        <w:t>4620910100:29:007:0092</w:t>
      </w:r>
      <w:r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0C5429"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1F59D4">
        <w:rPr>
          <w:rFonts w:ascii="Century" w:hAnsi="Century"/>
          <w:noProof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sz w:val="26"/>
          <w:szCs w:val="26"/>
          <w:lang w:val="uk-UA"/>
        </w:rPr>
        <w:t xml:space="preserve">розташовану </w:t>
      </w:r>
      <w:r>
        <w:rPr>
          <w:rFonts w:ascii="Century" w:hAnsi="Century"/>
          <w:sz w:val="26"/>
          <w:szCs w:val="26"/>
          <w:lang w:val="uk-UA"/>
        </w:rPr>
        <w:t xml:space="preserve">за адресою: </w:t>
      </w:r>
      <w:r w:rsidRPr="000C5429">
        <w:rPr>
          <w:rFonts w:ascii="Century" w:hAnsi="Century"/>
          <w:noProof/>
          <w:sz w:val="26"/>
          <w:szCs w:val="26"/>
          <w:lang w:val="uk-UA"/>
        </w:rPr>
        <w:t>вул. Підгір'я, 9, м. Городок</w:t>
      </w:r>
      <w:r w:rsidRPr="001F59D4"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916E3A" w:rsidRPr="001F59D4" w:rsidRDefault="00916E3A" w:rsidP="00916E3A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3. </w:t>
      </w:r>
      <w:r w:rsidRPr="000C5429">
        <w:rPr>
          <w:rFonts w:ascii="Century" w:hAnsi="Century"/>
          <w:noProof/>
          <w:sz w:val="26"/>
          <w:szCs w:val="26"/>
          <w:lang w:val="uk-UA"/>
        </w:rPr>
        <w:t>Мартинюку Роману Богдановичу</w:t>
      </w:r>
      <w:r w:rsidRPr="001F59D4">
        <w:rPr>
          <w:rFonts w:ascii="Century" w:hAnsi="Century"/>
          <w:sz w:val="26"/>
          <w:szCs w:val="26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916E3A" w:rsidRPr="001F59D4" w:rsidRDefault="00916E3A" w:rsidP="00916E3A">
      <w:pPr>
        <w:jc w:val="both"/>
        <w:rPr>
          <w:rFonts w:ascii="Century" w:hAnsi="Century"/>
          <w:sz w:val="26"/>
          <w:szCs w:val="26"/>
          <w:lang w:val="uk-UA"/>
        </w:rPr>
      </w:pPr>
      <w:r w:rsidRPr="001F59D4">
        <w:rPr>
          <w:rFonts w:ascii="Century" w:hAnsi="Century"/>
          <w:sz w:val="26"/>
          <w:szCs w:val="26"/>
          <w:lang w:val="uk-UA"/>
        </w:rPr>
        <w:t xml:space="preserve">4. Контроль за виконанням рішення покласти на відділ земельних відносин та постійну депутатську комісію міської ради </w:t>
      </w:r>
      <w:r>
        <w:rPr>
          <w:rFonts w:ascii="Century" w:hAnsi="Century"/>
          <w:sz w:val="26"/>
          <w:szCs w:val="26"/>
          <w:lang w:val="uk-UA"/>
        </w:rPr>
        <w:t>з питань</w:t>
      </w:r>
      <w:r w:rsidRPr="001F59D4">
        <w:rPr>
          <w:rFonts w:ascii="Century" w:hAnsi="Century"/>
          <w:sz w:val="26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916E3A" w:rsidRPr="001F59D4" w:rsidRDefault="00916E3A" w:rsidP="00916E3A">
      <w:pPr>
        <w:rPr>
          <w:sz w:val="26"/>
          <w:szCs w:val="26"/>
        </w:rPr>
      </w:pPr>
    </w:p>
    <w:p w:rsidR="00916E3A" w:rsidRDefault="00916E3A" w:rsidP="00916E3A">
      <w:pPr>
        <w:jc w:val="both"/>
        <w:rPr>
          <w:rFonts w:ascii="Century" w:hAnsi="Century"/>
          <w:b/>
          <w:sz w:val="26"/>
          <w:szCs w:val="26"/>
          <w:lang w:val="uk-UA"/>
        </w:rPr>
        <w:sectPr w:rsidR="00916E3A" w:rsidSect="001F59D4">
          <w:pgSz w:w="11906" w:h="16838"/>
          <w:pgMar w:top="510" w:right="850" w:bottom="850" w:left="1417" w:header="709" w:footer="264" w:gutter="0"/>
          <w:pgNumType w:start="1"/>
          <w:cols w:space="708"/>
          <w:docGrid w:linePitch="360"/>
        </w:sectPr>
      </w:pPr>
      <w:r w:rsidRPr="001F59D4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</w:r>
      <w:r w:rsidRPr="001F59D4">
        <w:rPr>
          <w:rFonts w:ascii="Century" w:hAnsi="Century"/>
          <w:b/>
          <w:sz w:val="26"/>
          <w:szCs w:val="26"/>
          <w:lang w:val="uk-UA"/>
        </w:rPr>
        <w:tab/>
        <w:t xml:space="preserve">   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</w:t>
      </w:r>
      <w:r w:rsidRPr="001F59D4">
        <w:rPr>
          <w:rFonts w:ascii="Century" w:hAnsi="Century"/>
          <w:b/>
          <w:sz w:val="26"/>
          <w:szCs w:val="26"/>
          <w:lang w:val="uk-UA"/>
        </w:rPr>
        <w:t>Володим</w:t>
      </w:r>
      <w:r w:rsidR="003C6FA1">
        <w:rPr>
          <w:rFonts w:ascii="Century" w:hAnsi="Century"/>
          <w:b/>
          <w:sz w:val="26"/>
          <w:szCs w:val="26"/>
          <w:lang w:val="uk-UA"/>
        </w:rPr>
        <w:t>ир РЕМЕНЯК</w:t>
      </w:r>
      <w:bookmarkStart w:id="0" w:name="_GoBack"/>
      <w:bookmarkEnd w:id="0"/>
    </w:p>
    <w:p w:rsidR="006D1918" w:rsidRDefault="006D1918" w:rsidP="00C114FE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sectPr w:rsidR="006D1918" w:rsidSect="006D1918">
      <w:type w:val="continuous"/>
      <w:pgSz w:w="11906" w:h="16838"/>
      <w:pgMar w:top="510" w:right="850" w:bottom="850" w:left="1417" w:header="709" w:footer="2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73E" w:rsidRDefault="00D8473E" w:rsidP="001854AF">
      <w:r>
        <w:separator/>
      </w:r>
    </w:p>
  </w:endnote>
  <w:endnote w:type="continuationSeparator" w:id="0">
    <w:p w:rsidR="00D8473E" w:rsidRDefault="00D8473E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73E" w:rsidRDefault="00D8473E" w:rsidP="001854AF">
      <w:r>
        <w:separator/>
      </w:r>
    </w:p>
  </w:footnote>
  <w:footnote w:type="continuationSeparator" w:id="0">
    <w:p w:rsidR="00D8473E" w:rsidRDefault="00D8473E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DED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23AA"/>
    <w:rsid w:val="00067679"/>
    <w:rsid w:val="000705EE"/>
    <w:rsid w:val="000741C8"/>
    <w:rsid w:val="00081C19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26A45"/>
    <w:rsid w:val="00140D89"/>
    <w:rsid w:val="00141089"/>
    <w:rsid w:val="00157195"/>
    <w:rsid w:val="00157296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59D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7D55"/>
    <w:rsid w:val="003A4EF4"/>
    <w:rsid w:val="003A5E1B"/>
    <w:rsid w:val="003A6DED"/>
    <w:rsid w:val="003C0187"/>
    <w:rsid w:val="003C2445"/>
    <w:rsid w:val="003C2D2D"/>
    <w:rsid w:val="003C3A38"/>
    <w:rsid w:val="003C526E"/>
    <w:rsid w:val="003C6FA1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5588"/>
    <w:rsid w:val="004A65D3"/>
    <w:rsid w:val="004B0CD4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074B3"/>
    <w:rsid w:val="00512CCD"/>
    <w:rsid w:val="00520423"/>
    <w:rsid w:val="00524094"/>
    <w:rsid w:val="0053394F"/>
    <w:rsid w:val="00533A8E"/>
    <w:rsid w:val="00540C98"/>
    <w:rsid w:val="005465C5"/>
    <w:rsid w:val="00551D44"/>
    <w:rsid w:val="0055204E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D1918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44B5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6E3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75297"/>
    <w:rsid w:val="00982057"/>
    <w:rsid w:val="00983A1C"/>
    <w:rsid w:val="009841E2"/>
    <w:rsid w:val="00985ABA"/>
    <w:rsid w:val="009863B5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23AD"/>
    <w:rsid w:val="009F4272"/>
    <w:rsid w:val="00A04963"/>
    <w:rsid w:val="00A21FA3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48CA"/>
    <w:rsid w:val="00BD799E"/>
    <w:rsid w:val="00BE23A6"/>
    <w:rsid w:val="00BE5E60"/>
    <w:rsid w:val="00BF04A3"/>
    <w:rsid w:val="00BF7EA7"/>
    <w:rsid w:val="00C052B3"/>
    <w:rsid w:val="00C06D89"/>
    <w:rsid w:val="00C10A42"/>
    <w:rsid w:val="00C114FE"/>
    <w:rsid w:val="00C136BB"/>
    <w:rsid w:val="00C15086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673D"/>
    <w:rsid w:val="00D16FE2"/>
    <w:rsid w:val="00D17AAC"/>
    <w:rsid w:val="00D21F68"/>
    <w:rsid w:val="00D22566"/>
    <w:rsid w:val="00D23FF1"/>
    <w:rsid w:val="00D24E35"/>
    <w:rsid w:val="00D27671"/>
    <w:rsid w:val="00D27CE3"/>
    <w:rsid w:val="00D33380"/>
    <w:rsid w:val="00D44E48"/>
    <w:rsid w:val="00D510C6"/>
    <w:rsid w:val="00D54E84"/>
    <w:rsid w:val="00D63E4C"/>
    <w:rsid w:val="00D81D34"/>
    <w:rsid w:val="00D82A4D"/>
    <w:rsid w:val="00D8473E"/>
    <w:rsid w:val="00D876A4"/>
    <w:rsid w:val="00D97462"/>
    <w:rsid w:val="00DB4423"/>
    <w:rsid w:val="00DC087D"/>
    <w:rsid w:val="00DC5C63"/>
    <w:rsid w:val="00DC759C"/>
    <w:rsid w:val="00DC75CF"/>
    <w:rsid w:val="00DD3B21"/>
    <w:rsid w:val="00DD3E18"/>
    <w:rsid w:val="00DD4E88"/>
    <w:rsid w:val="00DE5EA7"/>
    <w:rsid w:val="00DE7061"/>
    <w:rsid w:val="00E04698"/>
    <w:rsid w:val="00E06DD6"/>
    <w:rsid w:val="00E135AE"/>
    <w:rsid w:val="00E21683"/>
    <w:rsid w:val="00E22BE9"/>
    <w:rsid w:val="00E271DC"/>
    <w:rsid w:val="00E43A73"/>
    <w:rsid w:val="00E45ABD"/>
    <w:rsid w:val="00E46705"/>
    <w:rsid w:val="00E72884"/>
    <w:rsid w:val="00E76F74"/>
    <w:rsid w:val="00E84744"/>
    <w:rsid w:val="00E9002E"/>
    <w:rsid w:val="00EA6419"/>
    <w:rsid w:val="00EB1AE8"/>
    <w:rsid w:val="00EB494A"/>
    <w:rsid w:val="00EC0BD0"/>
    <w:rsid w:val="00EC1ECC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4886"/>
    <w:rsid w:val="00F86E3A"/>
    <w:rsid w:val="00F93D57"/>
    <w:rsid w:val="00F94594"/>
    <w:rsid w:val="00FB1CC9"/>
    <w:rsid w:val="00FC05D5"/>
    <w:rsid w:val="00FC2FDC"/>
    <w:rsid w:val="00FD7A08"/>
    <w:rsid w:val="00FE5ECF"/>
    <w:rsid w:val="00FF1197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63819F"/>
  <w15:chartTrackingRefBased/>
  <w15:docId w15:val="{749B7F8A-EA64-489D-9875-2031CB89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!Stavovyi%20Andriy%20Ryslanivich\.Stavovyi%20&#1056;&#1086;&#1073;&#1086;&#1090;&#1072;\&#1053;&#1072;&#1089;&#1090;&#1088;&#1086;&#1102;&#1074;&#1072;&#1085;&#1110;%20&#1096;&#1072;&#1073;&#1083;&#1086;&#1085;&#1080;%20Office\!%20&#1053;&#1054;&#1042;&#1030;\&#1064;&#1040;&#1041;&#1051;&#1054;&#1053;%202.0.dot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2.0</Template>
  <TotalTime>5</TotalTime>
  <Pages>36</Pages>
  <Words>51721</Words>
  <Characters>29481</Characters>
  <Application>Microsoft Office Word</Application>
  <DocSecurity>0</DocSecurity>
  <Lines>245</Lines>
  <Paragraphs>162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5</cp:revision>
  <dcterms:created xsi:type="dcterms:W3CDTF">2022-12-07T07:04:00Z</dcterms:created>
  <dcterms:modified xsi:type="dcterms:W3CDTF">2022-12-13T11:46:00Z</dcterms:modified>
</cp:coreProperties>
</file>