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889" w:rsidRDefault="00A50889" w:rsidP="0009387A">
      <w:pPr>
        <w:ind w:firstLine="567"/>
        <w:jc w:val="right"/>
        <w:rPr>
          <w:b/>
          <w:sz w:val="26"/>
          <w:szCs w:val="26"/>
          <w:lang w:val="uk-UA"/>
        </w:rPr>
      </w:pPr>
    </w:p>
    <w:p w:rsidR="00A50889" w:rsidRPr="004B3BF3" w:rsidRDefault="00A50889" w:rsidP="00F60594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Д О Д А Т К О В И Й   </w:t>
      </w:r>
      <w:r w:rsidRPr="00970261">
        <w:rPr>
          <w:b/>
          <w:sz w:val="26"/>
          <w:szCs w:val="26"/>
          <w:lang w:val="uk-UA"/>
        </w:rPr>
        <w:t>П Е Р Е Л І К</w:t>
      </w:r>
    </w:p>
    <w:p w:rsidR="00A50889" w:rsidRDefault="00A50889" w:rsidP="002D0F81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>
        <w:rPr>
          <w:b/>
          <w:sz w:val="26"/>
          <w:szCs w:val="26"/>
          <w:lang w:val="uk-UA"/>
        </w:rPr>
        <w:t xml:space="preserve">яд сесії 20.12.2018 </w:t>
      </w:r>
      <w:r w:rsidRPr="00970261">
        <w:rPr>
          <w:b/>
          <w:sz w:val="26"/>
          <w:szCs w:val="26"/>
          <w:lang w:val="uk-UA"/>
        </w:rPr>
        <w:t>р.</w:t>
      </w:r>
    </w:p>
    <w:p w:rsidR="00A50889" w:rsidRPr="00CA0D7A" w:rsidRDefault="00A50889" w:rsidP="005F1C5C">
      <w:pPr>
        <w:jc w:val="center"/>
        <w:rPr>
          <w:b/>
          <w:sz w:val="20"/>
          <w:szCs w:val="20"/>
          <w:lang w:val="uk-UA"/>
        </w:rPr>
      </w:pPr>
    </w:p>
    <w:p w:rsidR="00A50889" w:rsidRDefault="00A50889" w:rsidP="00E70FC9">
      <w:pPr>
        <w:pStyle w:val="ListParagraph"/>
        <w:numPr>
          <w:ilvl w:val="0"/>
          <w:numId w:val="32"/>
        </w:numPr>
        <w:tabs>
          <w:tab w:val="left" w:pos="0"/>
        </w:tabs>
        <w:ind w:left="0"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 затвердження детальних</w:t>
      </w:r>
      <w:r w:rsidRPr="001F3CCE">
        <w:rPr>
          <w:sz w:val="26"/>
          <w:szCs w:val="26"/>
          <w:lang w:val="uk-UA"/>
        </w:rPr>
        <w:t xml:space="preserve"> план</w:t>
      </w:r>
      <w:r>
        <w:rPr>
          <w:sz w:val="26"/>
          <w:szCs w:val="26"/>
          <w:lang w:val="uk-UA"/>
        </w:rPr>
        <w:t>ів</w:t>
      </w:r>
      <w:r w:rsidRPr="001F3CCE">
        <w:rPr>
          <w:sz w:val="26"/>
          <w:szCs w:val="26"/>
          <w:lang w:val="uk-UA"/>
        </w:rPr>
        <w:t xml:space="preserve"> території:</w:t>
      </w:r>
    </w:p>
    <w:p w:rsidR="00A50889" w:rsidRDefault="00A50889" w:rsidP="007C0C2A">
      <w:pPr>
        <w:ind w:firstLine="284"/>
        <w:jc w:val="both"/>
        <w:rPr>
          <w:sz w:val="26"/>
          <w:szCs w:val="26"/>
          <w:lang w:val="uk-UA"/>
        </w:rPr>
      </w:pPr>
      <w:r w:rsidRPr="007C0C2A">
        <w:rPr>
          <w:sz w:val="26"/>
          <w:szCs w:val="26"/>
          <w:lang w:val="uk-UA"/>
        </w:rPr>
        <w:t xml:space="preserve">- </w:t>
      </w:r>
      <w:r w:rsidRPr="007C0C2A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Стасів О.Р</w:t>
      </w:r>
      <w:r w:rsidRPr="007C0C2A">
        <w:rPr>
          <w:b/>
          <w:sz w:val="26"/>
          <w:szCs w:val="26"/>
          <w:lang w:val="uk-UA"/>
        </w:rPr>
        <w:t>.</w:t>
      </w:r>
      <w:r w:rsidRPr="007C0C2A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Львівській, 38 «д»</w:t>
      </w:r>
      <w:r w:rsidRPr="007C0C2A">
        <w:rPr>
          <w:sz w:val="26"/>
          <w:szCs w:val="26"/>
          <w:lang w:val="uk-UA"/>
        </w:rPr>
        <w:t xml:space="preserve"> для </w:t>
      </w:r>
      <w:r>
        <w:rPr>
          <w:sz w:val="26"/>
          <w:szCs w:val="26"/>
          <w:lang w:val="uk-UA"/>
        </w:rPr>
        <w:t>реконструкції нежитлової будівлі</w:t>
      </w:r>
      <w:r w:rsidRPr="007C0C2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зем.діл. площею</w:t>
      </w:r>
      <w:r w:rsidRPr="007C0C2A">
        <w:rPr>
          <w:sz w:val="26"/>
          <w:szCs w:val="26"/>
          <w:lang w:val="uk-UA"/>
        </w:rPr>
        <w:t xml:space="preserve"> 0,</w:t>
      </w:r>
      <w:r>
        <w:rPr>
          <w:sz w:val="26"/>
          <w:szCs w:val="26"/>
          <w:lang w:val="uk-UA"/>
        </w:rPr>
        <w:t>0490</w:t>
      </w:r>
      <w:r w:rsidRPr="007C0C2A">
        <w:rPr>
          <w:sz w:val="26"/>
          <w:szCs w:val="26"/>
          <w:lang w:val="uk-UA"/>
        </w:rPr>
        <w:t xml:space="preserve"> га;</w:t>
      </w:r>
    </w:p>
    <w:p w:rsidR="00A50889" w:rsidRPr="007C0C2A" w:rsidRDefault="00A50889" w:rsidP="0093460C">
      <w:pPr>
        <w:ind w:firstLine="284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Гірській О.П.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Д.Яворницького </w:t>
      </w:r>
      <w:r w:rsidRPr="00DE0A36">
        <w:rPr>
          <w:sz w:val="26"/>
          <w:szCs w:val="26"/>
          <w:lang w:val="uk-UA"/>
        </w:rPr>
        <w:t xml:space="preserve">для будівництва та обслуговування </w:t>
      </w:r>
      <w:r>
        <w:rPr>
          <w:sz w:val="26"/>
          <w:szCs w:val="26"/>
          <w:lang w:val="uk-UA"/>
        </w:rPr>
        <w:t>гаража на зем. діл. площею 0,0072 га;</w:t>
      </w:r>
    </w:p>
    <w:p w:rsidR="00A50889" w:rsidRPr="00C83D5E" w:rsidRDefault="00A50889" w:rsidP="00E70FC9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softHyphen/>
      </w: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Гром В.І.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О.Басараб, 8 </w:t>
      </w:r>
      <w:r w:rsidRPr="00DE0A36">
        <w:rPr>
          <w:sz w:val="26"/>
          <w:szCs w:val="26"/>
          <w:lang w:val="uk-UA"/>
        </w:rPr>
        <w:t xml:space="preserve">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 на зем. діл. площею 0,1000 га.</w:t>
      </w:r>
    </w:p>
    <w:p w:rsidR="00A50889" w:rsidRDefault="00A50889" w:rsidP="00E70FC9">
      <w:pPr>
        <w:pStyle w:val="ListParagraph"/>
        <w:numPr>
          <w:ilvl w:val="0"/>
          <w:numId w:val="32"/>
        </w:numPr>
        <w:tabs>
          <w:tab w:val="left" w:pos="0"/>
          <w:tab w:val="left" w:pos="426"/>
        </w:tabs>
        <w:ind w:left="0" w:firstLine="284"/>
        <w:jc w:val="both"/>
        <w:rPr>
          <w:sz w:val="26"/>
          <w:szCs w:val="26"/>
          <w:lang w:val="uk-UA"/>
        </w:rPr>
      </w:pPr>
      <w:r w:rsidRPr="00D83F2A">
        <w:rPr>
          <w:sz w:val="26"/>
          <w:szCs w:val="26"/>
          <w:lang w:val="uk-UA"/>
        </w:rPr>
        <w:t>Про затвердження проектів землеустрою щодо відведення земельних ділянок:</w:t>
      </w:r>
    </w:p>
    <w:p w:rsidR="00A50889" w:rsidRPr="007A6B67" w:rsidRDefault="00A50889" w:rsidP="007A6B67">
      <w:pPr>
        <w:ind w:firstLine="284"/>
        <w:jc w:val="both"/>
        <w:rPr>
          <w:sz w:val="26"/>
          <w:szCs w:val="26"/>
          <w:lang w:val="uk-UA"/>
        </w:rPr>
      </w:pPr>
      <w:r w:rsidRPr="007A6B67">
        <w:rPr>
          <w:sz w:val="26"/>
          <w:szCs w:val="26"/>
          <w:lang w:val="uk-UA"/>
        </w:rPr>
        <w:t xml:space="preserve">- </w:t>
      </w:r>
      <w:r w:rsidRPr="007A6B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Попко М</w:t>
      </w:r>
      <w:r w:rsidRPr="007A6B67">
        <w:rPr>
          <w:b/>
          <w:sz w:val="26"/>
          <w:szCs w:val="26"/>
          <w:lang w:val="uk-UA"/>
        </w:rPr>
        <w:t>.С.</w:t>
      </w:r>
      <w:r w:rsidRPr="007A6B67">
        <w:rPr>
          <w:sz w:val="26"/>
          <w:szCs w:val="26"/>
          <w:lang w:val="uk-UA"/>
        </w:rPr>
        <w:t xml:space="preserve"> для передачі в оренду земельної ділянки на вул. </w:t>
      </w:r>
      <w:r>
        <w:rPr>
          <w:sz w:val="26"/>
          <w:szCs w:val="26"/>
          <w:lang w:val="uk-UA"/>
        </w:rPr>
        <w:t>І.Франка, 7</w:t>
      </w:r>
      <w:r w:rsidRPr="007A6B67">
        <w:rPr>
          <w:sz w:val="26"/>
          <w:szCs w:val="26"/>
          <w:lang w:val="uk-UA"/>
        </w:rPr>
        <w:t>1 пл. 0,</w:t>
      </w:r>
      <w:r>
        <w:rPr>
          <w:sz w:val="26"/>
          <w:szCs w:val="26"/>
          <w:lang w:val="uk-UA"/>
        </w:rPr>
        <w:t>3151 га для</w:t>
      </w:r>
      <w:r w:rsidRPr="007A6B67">
        <w:rPr>
          <w:sz w:val="26"/>
          <w:szCs w:val="26"/>
          <w:lang w:val="uk-UA"/>
        </w:rPr>
        <w:t xml:space="preserve"> обслуговування</w:t>
      </w:r>
      <w:r>
        <w:rPr>
          <w:sz w:val="26"/>
          <w:szCs w:val="26"/>
          <w:lang w:val="uk-UA"/>
        </w:rPr>
        <w:t xml:space="preserve"> виробничо-складських приміщень</w:t>
      </w:r>
      <w:r w:rsidRPr="007A6B67">
        <w:rPr>
          <w:sz w:val="26"/>
          <w:szCs w:val="26"/>
          <w:lang w:val="uk-UA"/>
        </w:rPr>
        <w:t>;</w:t>
      </w:r>
    </w:p>
    <w:p w:rsidR="00A50889" w:rsidRDefault="00A50889" w:rsidP="000754B2">
      <w:pPr>
        <w:ind w:firstLine="284"/>
        <w:jc w:val="both"/>
        <w:rPr>
          <w:sz w:val="26"/>
          <w:szCs w:val="26"/>
          <w:lang w:val="uk-UA"/>
        </w:rPr>
      </w:pPr>
      <w:r w:rsidRPr="00D83F2A">
        <w:rPr>
          <w:sz w:val="26"/>
          <w:szCs w:val="26"/>
          <w:lang w:val="uk-UA"/>
        </w:rPr>
        <w:t xml:space="preserve">- </w:t>
      </w:r>
      <w:r w:rsidRPr="00D83F2A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Витошко В.С</w:t>
      </w:r>
      <w:r w:rsidRPr="00D83F2A">
        <w:rPr>
          <w:b/>
          <w:sz w:val="26"/>
          <w:szCs w:val="26"/>
          <w:lang w:val="uk-UA"/>
        </w:rPr>
        <w:t>.</w:t>
      </w:r>
      <w:r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для передачі в оренду земельної ділянки </w:t>
      </w:r>
      <w:r w:rsidRPr="00D83F2A">
        <w:rPr>
          <w:sz w:val="26"/>
          <w:szCs w:val="26"/>
          <w:lang w:val="uk-UA"/>
        </w:rPr>
        <w:t xml:space="preserve">на вул. </w:t>
      </w:r>
      <w:r>
        <w:rPr>
          <w:sz w:val="26"/>
          <w:szCs w:val="26"/>
          <w:lang w:val="uk-UA"/>
        </w:rPr>
        <w:t>Львівській, 8/1</w:t>
      </w:r>
      <w:r w:rsidRPr="00D83F2A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343</w:t>
      </w:r>
      <w:r w:rsidRPr="00D83F2A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будівництва та обслуговування магазину</w:t>
      </w:r>
      <w:r w:rsidRPr="00D83F2A">
        <w:rPr>
          <w:sz w:val="26"/>
          <w:szCs w:val="26"/>
          <w:lang w:val="uk-UA"/>
        </w:rPr>
        <w:t>;</w:t>
      </w:r>
    </w:p>
    <w:p w:rsidR="00A50889" w:rsidRDefault="00A50889" w:rsidP="00E70FC9">
      <w:pPr>
        <w:pStyle w:val="ListParagraph"/>
        <w:numPr>
          <w:ilvl w:val="0"/>
          <w:numId w:val="24"/>
        </w:numPr>
        <w:tabs>
          <w:tab w:val="left" w:pos="0"/>
          <w:tab w:val="left" w:pos="426"/>
        </w:tabs>
        <w:ind w:left="0" w:firstLine="284"/>
        <w:jc w:val="both"/>
        <w:rPr>
          <w:sz w:val="26"/>
          <w:szCs w:val="26"/>
          <w:lang w:val="uk-UA"/>
        </w:rPr>
      </w:pPr>
      <w:r w:rsidRPr="00546FCA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Новак В.Р</w:t>
      </w:r>
      <w:r w:rsidRPr="00546FCA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Підгай, (122) пл. 0,0126 га для ведення ОСГ;</w:t>
      </w:r>
    </w:p>
    <w:p w:rsidR="00A50889" w:rsidRDefault="00A50889" w:rsidP="00F579D0">
      <w:pPr>
        <w:pStyle w:val="ListParagraph"/>
        <w:numPr>
          <w:ilvl w:val="0"/>
          <w:numId w:val="24"/>
        </w:numPr>
        <w:tabs>
          <w:tab w:val="left" w:pos="0"/>
          <w:tab w:val="left" w:pos="426"/>
        </w:tabs>
        <w:ind w:left="0" w:firstLine="284"/>
        <w:jc w:val="both"/>
        <w:rPr>
          <w:sz w:val="26"/>
          <w:szCs w:val="26"/>
          <w:lang w:val="uk-UA"/>
        </w:rPr>
      </w:pPr>
      <w:r w:rsidRPr="00546FCA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Бернагевич М.С</w:t>
      </w:r>
      <w:r w:rsidRPr="00546FCA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Львівській пл. 0,0200 га для ведення ОСГ;</w:t>
      </w:r>
    </w:p>
    <w:p w:rsidR="00A50889" w:rsidRDefault="00A50889" w:rsidP="00692FAC">
      <w:pPr>
        <w:pStyle w:val="ListParagraph"/>
        <w:numPr>
          <w:ilvl w:val="0"/>
          <w:numId w:val="24"/>
        </w:numPr>
        <w:tabs>
          <w:tab w:val="left" w:pos="0"/>
          <w:tab w:val="left" w:pos="426"/>
        </w:tabs>
        <w:ind w:left="0" w:firstLine="284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гр. Бохонко О.Я</w:t>
      </w:r>
      <w:r w:rsidRPr="009D3726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М.Павлика, 5 гараж 28 пл.0,0033 га для будівництва та обслуговування гаража;</w:t>
      </w:r>
    </w:p>
    <w:p w:rsidR="00A50889" w:rsidRPr="008C4425" w:rsidRDefault="00A50889" w:rsidP="008C4425">
      <w:pPr>
        <w:pStyle w:val="ListParagraph"/>
        <w:numPr>
          <w:ilvl w:val="0"/>
          <w:numId w:val="24"/>
        </w:numPr>
        <w:tabs>
          <w:tab w:val="left" w:pos="0"/>
          <w:tab w:val="left" w:pos="426"/>
        </w:tabs>
        <w:ind w:left="0" w:firstLine="284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гр. Митці В.В</w:t>
      </w:r>
      <w:r w:rsidRPr="009D3726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М.Павлика, 5 гараж 65 пл. 0,0033 га для будівництва та обслуговування гаража;</w:t>
      </w:r>
    </w:p>
    <w:p w:rsidR="00A50889" w:rsidRPr="00584B36" w:rsidRDefault="00A50889" w:rsidP="00584B36">
      <w:pPr>
        <w:pStyle w:val="ListParagraph"/>
        <w:numPr>
          <w:ilvl w:val="0"/>
          <w:numId w:val="24"/>
        </w:numPr>
        <w:tabs>
          <w:tab w:val="left" w:pos="0"/>
          <w:tab w:val="left" w:pos="426"/>
        </w:tabs>
        <w:ind w:left="0" w:firstLine="284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гр. Винярському В.М</w:t>
      </w:r>
      <w:r w:rsidRPr="009D3726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А.Шептицького пл. 0,0040 га для будівництва та обслуговування гаража;</w:t>
      </w:r>
    </w:p>
    <w:p w:rsidR="00A50889" w:rsidRDefault="00A50889" w:rsidP="00E70FC9">
      <w:pPr>
        <w:pStyle w:val="ListParagraph"/>
        <w:numPr>
          <w:ilvl w:val="0"/>
          <w:numId w:val="24"/>
        </w:numPr>
        <w:tabs>
          <w:tab w:val="left" w:pos="0"/>
          <w:tab w:val="left" w:pos="426"/>
        </w:tabs>
        <w:ind w:left="0" w:firstLine="284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гр. Шмілці</w:t>
      </w:r>
      <w:r w:rsidRPr="009D3726">
        <w:rPr>
          <w:b/>
          <w:sz w:val="26"/>
          <w:szCs w:val="26"/>
          <w:lang w:val="uk-UA"/>
        </w:rPr>
        <w:t xml:space="preserve"> Н.В.</w:t>
      </w:r>
      <w:r>
        <w:rPr>
          <w:sz w:val="26"/>
          <w:szCs w:val="26"/>
          <w:lang w:val="uk-UA"/>
        </w:rPr>
        <w:t xml:space="preserve"> на вул. М.Павлика, 5 гараж 29 пл.0,0033 га для будівництва та обслуговування гаража.</w:t>
      </w:r>
    </w:p>
    <w:p w:rsidR="00A50889" w:rsidRPr="00584B36" w:rsidRDefault="00A50889" w:rsidP="00584B36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3</w:t>
      </w:r>
      <w:r w:rsidRPr="00584B36">
        <w:rPr>
          <w:sz w:val="26"/>
          <w:szCs w:val="26"/>
          <w:lang w:val="uk-UA"/>
        </w:rPr>
        <w:t>. Про затвердження технічних документацій із землеустрою:</w:t>
      </w:r>
    </w:p>
    <w:p w:rsidR="00A50889" w:rsidRDefault="00A50889" w:rsidP="00584B36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</w:t>
      </w:r>
      <w:r w:rsidRPr="00A87D41">
        <w:rPr>
          <w:b/>
          <w:sz w:val="26"/>
          <w:szCs w:val="26"/>
          <w:lang w:val="uk-UA"/>
        </w:rPr>
        <w:t>ПП «Обрій»</w:t>
      </w:r>
      <w:r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для передачі в оренду земельної ділянки </w:t>
      </w:r>
      <w:r w:rsidRPr="00584B36">
        <w:rPr>
          <w:sz w:val="26"/>
          <w:szCs w:val="26"/>
          <w:lang w:val="uk-UA"/>
        </w:rPr>
        <w:t xml:space="preserve">на вул. </w:t>
      </w:r>
      <w:r>
        <w:rPr>
          <w:sz w:val="26"/>
          <w:szCs w:val="26"/>
          <w:lang w:val="uk-UA"/>
        </w:rPr>
        <w:t>Львівській, 3 «б»</w:t>
      </w:r>
      <w:r w:rsidRPr="00584B36">
        <w:rPr>
          <w:sz w:val="26"/>
          <w:szCs w:val="26"/>
          <w:lang w:val="uk-UA"/>
        </w:rPr>
        <w:t xml:space="preserve">  пл. 0,0</w:t>
      </w:r>
      <w:r>
        <w:rPr>
          <w:sz w:val="26"/>
          <w:szCs w:val="26"/>
          <w:lang w:val="uk-UA"/>
        </w:rPr>
        <w:t>100</w:t>
      </w:r>
      <w:r w:rsidRPr="00584B36">
        <w:rPr>
          <w:sz w:val="26"/>
          <w:szCs w:val="26"/>
          <w:lang w:val="uk-UA"/>
        </w:rPr>
        <w:t xml:space="preserve"> га для будівництва та обслуговуван</w:t>
      </w:r>
      <w:r>
        <w:rPr>
          <w:sz w:val="26"/>
          <w:szCs w:val="26"/>
          <w:lang w:val="uk-UA"/>
        </w:rPr>
        <w:t>ня офісного приміщення;</w:t>
      </w:r>
    </w:p>
    <w:p w:rsidR="00A50889" w:rsidRDefault="00A50889" w:rsidP="00A87D41">
      <w:pPr>
        <w:ind w:firstLine="708"/>
        <w:jc w:val="both"/>
        <w:rPr>
          <w:sz w:val="26"/>
          <w:szCs w:val="26"/>
          <w:lang w:val="uk-UA"/>
        </w:rPr>
      </w:pPr>
      <w:r w:rsidRPr="00584B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Виздрик О</w:t>
      </w:r>
      <w:r w:rsidRPr="00584B36">
        <w:rPr>
          <w:b/>
          <w:sz w:val="26"/>
          <w:szCs w:val="26"/>
          <w:lang w:val="uk-UA"/>
        </w:rPr>
        <w:t>.С.</w:t>
      </w:r>
      <w:r w:rsidRPr="00584B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В.Винниченка, 59</w:t>
      </w:r>
      <w:r w:rsidRPr="00584B36">
        <w:rPr>
          <w:sz w:val="26"/>
          <w:szCs w:val="26"/>
          <w:lang w:val="uk-UA"/>
        </w:rPr>
        <w:t xml:space="preserve">  пл. 0,06</w:t>
      </w:r>
      <w:r>
        <w:rPr>
          <w:sz w:val="26"/>
          <w:szCs w:val="26"/>
          <w:lang w:val="uk-UA"/>
        </w:rPr>
        <w:t>00</w:t>
      </w:r>
      <w:r w:rsidRPr="00584B36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</w:t>
      </w:r>
      <w:r>
        <w:rPr>
          <w:sz w:val="26"/>
          <w:szCs w:val="26"/>
          <w:lang w:val="uk-UA"/>
        </w:rPr>
        <w:t>ких будівель та споруд;</w:t>
      </w:r>
    </w:p>
    <w:p w:rsidR="00A50889" w:rsidRDefault="00A50889" w:rsidP="008C4425">
      <w:pPr>
        <w:ind w:firstLine="708"/>
        <w:jc w:val="both"/>
        <w:rPr>
          <w:sz w:val="26"/>
          <w:szCs w:val="26"/>
          <w:lang w:val="uk-UA"/>
        </w:rPr>
      </w:pPr>
      <w:r w:rsidRPr="00584B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Домбрич М.В</w:t>
      </w:r>
      <w:r w:rsidRPr="00584B36">
        <w:rPr>
          <w:b/>
          <w:sz w:val="26"/>
          <w:szCs w:val="26"/>
          <w:lang w:val="uk-UA"/>
        </w:rPr>
        <w:t>.</w:t>
      </w:r>
      <w:r w:rsidRPr="00584B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В.Стуса, 136</w:t>
      </w:r>
      <w:r w:rsidRPr="00584B36">
        <w:rPr>
          <w:sz w:val="26"/>
          <w:szCs w:val="26"/>
          <w:lang w:val="uk-UA"/>
        </w:rPr>
        <w:t xml:space="preserve">  пл. 0,0</w:t>
      </w:r>
      <w:r>
        <w:rPr>
          <w:sz w:val="26"/>
          <w:szCs w:val="26"/>
          <w:lang w:val="uk-UA"/>
        </w:rPr>
        <w:t>536</w:t>
      </w:r>
      <w:r w:rsidRPr="00584B36">
        <w:rPr>
          <w:sz w:val="26"/>
          <w:szCs w:val="26"/>
          <w:lang w:val="uk-UA"/>
        </w:rPr>
        <w:t xml:space="preserve"> га</w:t>
      </w:r>
      <w:r>
        <w:rPr>
          <w:sz w:val="26"/>
          <w:szCs w:val="26"/>
          <w:lang w:val="uk-UA"/>
        </w:rPr>
        <w:t xml:space="preserve"> та пл. 0,0312 га</w:t>
      </w:r>
      <w:r w:rsidRPr="00584B36">
        <w:rPr>
          <w:sz w:val="26"/>
          <w:szCs w:val="26"/>
          <w:lang w:val="uk-UA"/>
        </w:rPr>
        <w:t xml:space="preserve"> для будівництва та обслуговування житлового будинку, господарсь</w:t>
      </w:r>
      <w:r>
        <w:rPr>
          <w:sz w:val="26"/>
          <w:szCs w:val="26"/>
          <w:lang w:val="uk-UA"/>
        </w:rPr>
        <w:t>ких будівель та споруд;</w:t>
      </w:r>
    </w:p>
    <w:p w:rsidR="00A50889" w:rsidRPr="00584B36" w:rsidRDefault="00A50889" w:rsidP="00917A14">
      <w:pPr>
        <w:ind w:firstLine="708"/>
        <w:jc w:val="both"/>
        <w:rPr>
          <w:sz w:val="26"/>
          <w:szCs w:val="26"/>
          <w:lang w:val="uk-UA"/>
        </w:rPr>
      </w:pPr>
      <w:r w:rsidRPr="00584B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Кромпащику В</w:t>
      </w:r>
      <w:r w:rsidRPr="00584B36">
        <w:rPr>
          <w:b/>
          <w:sz w:val="26"/>
          <w:szCs w:val="26"/>
          <w:lang w:val="uk-UA"/>
        </w:rPr>
        <w:t>.С.</w:t>
      </w:r>
      <w:r w:rsidRPr="00584B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М.Лисенка, 13</w:t>
      </w:r>
      <w:r w:rsidRPr="00584B36">
        <w:rPr>
          <w:sz w:val="26"/>
          <w:szCs w:val="26"/>
          <w:lang w:val="uk-UA"/>
        </w:rPr>
        <w:t xml:space="preserve">  пл. 0,0</w:t>
      </w:r>
      <w:r>
        <w:rPr>
          <w:sz w:val="26"/>
          <w:szCs w:val="26"/>
          <w:lang w:val="uk-UA"/>
        </w:rPr>
        <w:t>555</w:t>
      </w:r>
      <w:r w:rsidRPr="00584B36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</w:t>
      </w:r>
      <w:r>
        <w:rPr>
          <w:sz w:val="26"/>
          <w:szCs w:val="26"/>
          <w:lang w:val="uk-UA"/>
        </w:rPr>
        <w:t>ких будівель та споруд.</w:t>
      </w:r>
    </w:p>
    <w:p w:rsidR="00A50889" w:rsidRPr="00E71089" w:rsidRDefault="00A50889" w:rsidP="00E71089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4</w:t>
      </w:r>
      <w:r w:rsidRPr="00E71089">
        <w:rPr>
          <w:sz w:val="26"/>
          <w:szCs w:val="26"/>
          <w:lang w:val="uk-UA"/>
        </w:rPr>
        <w:t>. Про надання дозволів на розробку проектів землеустрою щодо відведення зем. ділянок:</w:t>
      </w:r>
    </w:p>
    <w:p w:rsidR="00A50889" w:rsidRDefault="00A50889" w:rsidP="005963E9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E71089">
        <w:rPr>
          <w:sz w:val="26"/>
          <w:szCs w:val="26"/>
          <w:lang w:val="uk-UA"/>
        </w:rPr>
        <w:t xml:space="preserve">-  </w:t>
      </w:r>
      <w:r w:rsidRPr="00E71089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Рудому Л</w:t>
      </w:r>
      <w:r w:rsidRPr="00E71089">
        <w:rPr>
          <w:b/>
          <w:sz w:val="26"/>
          <w:szCs w:val="26"/>
          <w:lang w:val="uk-UA"/>
        </w:rPr>
        <w:t>.М.</w:t>
      </w:r>
      <w:r w:rsidRPr="00E71089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С.Людкевича, 14</w:t>
      </w:r>
      <w:r w:rsidRPr="00E71089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6</w:t>
      </w:r>
      <w:r w:rsidRPr="00E71089">
        <w:rPr>
          <w:sz w:val="26"/>
          <w:szCs w:val="26"/>
          <w:lang w:val="uk-UA"/>
        </w:rPr>
        <w:t xml:space="preserve">00 га для </w:t>
      </w:r>
      <w:r>
        <w:rPr>
          <w:sz w:val="26"/>
          <w:szCs w:val="26"/>
          <w:lang w:val="uk-UA"/>
        </w:rPr>
        <w:t>будівництва та обслуговування житлового будинку, господарських будівель та споруд;</w:t>
      </w:r>
    </w:p>
    <w:p w:rsidR="00A50889" w:rsidRPr="0011466E" w:rsidRDefault="00A50889" w:rsidP="005963E9">
      <w:pPr>
        <w:tabs>
          <w:tab w:val="left" w:pos="0"/>
          <w:tab w:val="left" w:pos="426"/>
        </w:tabs>
        <w:ind w:firstLine="709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</w:t>
      </w:r>
      <w:r w:rsidRPr="00546FCA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Попко І.Р</w:t>
      </w:r>
      <w:r w:rsidRPr="00546FCA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Джерельній, (44) пл. 0,0100 га для ведення ОСГ</w:t>
      </w:r>
    </w:p>
    <w:p w:rsidR="00A50889" w:rsidRPr="0011466E" w:rsidRDefault="00A50889" w:rsidP="005963E9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</w:t>
      </w:r>
      <w:r w:rsidRPr="0011466E">
        <w:rPr>
          <w:sz w:val="26"/>
          <w:szCs w:val="26"/>
          <w:lang w:val="uk-UA"/>
        </w:rPr>
        <w:t>. Про надання дозволів на виготовлення технічних документацій із землеустрою щодо встановлення меж земельних ділянок в натурі (на місцевості):</w:t>
      </w:r>
    </w:p>
    <w:p w:rsidR="00A50889" w:rsidRDefault="00A50889" w:rsidP="00E70FC9">
      <w:pPr>
        <w:tabs>
          <w:tab w:val="left" w:pos="0"/>
          <w:tab w:val="left" w:pos="426"/>
        </w:tabs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11466E">
        <w:rPr>
          <w:sz w:val="26"/>
          <w:szCs w:val="26"/>
          <w:lang w:val="uk-UA"/>
        </w:rPr>
        <w:t xml:space="preserve">- </w:t>
      </w:r>
      <w:r w:rsidRPr="0011466E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Цапяку Т.Д</w:t>
      </w:r>
      <w:r w:rsidRPr="0011466E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0,03</w:t>
      </w:r>
      <w:r w:rsidRPr="0011466E">
        <w:rPr>
          <w:sz w:val="26"/>
          <w:szCs w:val="26"/>
          <w:lang w:val="uk-UA"/>
        </w:rPr>
        <w:t xml:space="preserve">00 га на вул. </w:t>
      </w:r>
      <w:r>
        <w:rPr>
          <w:sz w:val="26"/>
          <w:szCs w:val="26"/>
          <w:lang w:val="uk-UA"/>
        </w:rPr>
        <w:t>І.Сірка, 19</w:t>
      </w:r>
      <w:r w:rsidRPr="0011466E">
        <w:rPr>
          <w:sz w:val="26"/>
          <w:szCs w:val="26"/>
          <w:lang w:val="uk-UA"/>
        </w:rPr>
        <w:t xml:space="preserve"> для обслуг. житл. будинку, господарських будівель та споруд;</w:t>
      </w:r>
    </w:p>
    <w:p w:rsidR="00A50889" w:rsidRDefault="00A50889" w:rsidP="00E70FC9">
      <w:pPr>
        <w:tabs>
          <w:tab w:val="left" w:pos="0"/>
          <w:tab w:val="left" w:pos="426"/>
        </w:tabs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11466E">
        <w:rPr>
          <w:sz w:val="26"/>
          <w:szCs w:val="26"/>
          <w:lang w:val="uk-UA"/>
        </w:rPr>
        <w:t xml:space="preserve">- </w:t>
      </w:r>
      <w:r w:rsidRPr="0011466E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Цапяку В.Й</w:t>
      </w:r>
      <w:r w:rsidRPr="0011466E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0,03</w:t>
      </w:r>
      <w:r w:rsidRPr="0011466E">
        <w:rPr>
          <w:sz w:val="26"/>
          <w:szCs w:val="26"/>
          <w:lang w:val="uk-UA"/>
        </w:rPr>
        <w:t xml:space="preserve">00 га на вул. </w:t>
      </w:r>
      <w:r>
        <w:rPr>
          <w:sz w:val="26"/>
          <w:szCs w:val="26"/>
          <w:lang w:val="uk-UA"/>
        </w:rPr>
        <w:t>І.Сірка, 19 «б»</w:t>
      </w:r>
      <w:r w:rsidRPr="0011466E">
        <w:rPr>
          <w:sz w:val="26"/>
          <w:szCs w:val="26"/>
          <w:lang w:val="uk-UA"/>
        </w:rPr>
        <w:t xml:space="preserve"> для обслуг. житл. будинку, господарських будівель та споруд;</w:t>
      </w:r>
    </w:p>
    <w:p w:rsidR="00A50889" w:rsidRDefault="00A50889" w:rsidP="00D409D2">
      <w:pPr>
        <w:tabs>
          <w:tab w:val="left" w:pos="0"/>
          <w:tab w:val="left" w:pos="426"/>
        </w:tabs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11466E">
        <w:rPr>
          <w:sz w:val="26"/>
          <w:szCs w:val="26"/>
          <w:lang w:val="uk-UA"/>
        </w:rPr>
        <w:t xml:space="preserve">- </w:t>
      </w:r>
      <w:r w:rsidRPr="0011466E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Фостяку Р.Я</w:t>
      </w:r>
      <w:r w:rsidRPr="0011466E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0,06</w:t>
      </w:r>
      <w:r w:rsidRPr="0011466E">
        <w:rPr>
          <w:sz w:val="26"/>
          <w:szCs w:val="26"/>
          <w:lang w:val="uk-UA"/>
        </w:rPr>
        <w:t xml:space="preserve">00 га на вул. </w:t>
      </w:r>
      <w:r>
        <w:rPr>
          <w:sz w:val="26"/>
          <w:szCs w:val="26"/>
          <w:lang w:val="uk-UA"/>
        </w:rPr>
        <w:t>Підгір</w:t>
      </w:r>
      <w:r w:rsidRPr="005963E9">
        <w:rPr>
          <w:sz w:val="26"/>
          <w:szCs w:val="26"/>
        </w:rPr>
        <w:t>’</w:t>
      </w:r>
      <w:r>
        <w:rPr>
          <w:sz w:val="26"/>
          <w:szCs w:val="26"/>
          <w:lang w:val="uk-UA"/>
        </w:rPr>
        <w:t>я, 84</w:t>
      </w:r>
      <w:r w:rsidRPr="0011466E">
        <w:rPr>
          <w:sz w:val="26"/>
          <w:szCs w:val="26"/>
          <w:lang w:val="uk-UA"/>
        </w:rPr>
        <w:t xml:space="preserve"> для обслуг. житл. будинку, господарських будівель та споруд;</w:t>
      </w:r>
    </w:p>
    <w:p w:rsidR="00A50889" w:rsidRDefault="00A50889" w:rsidP="00D409D2">
      <w:pPr>
        <w:tabs>
          <w:tab w:val="left" w:pos="0"/>
          <w:tab w:val="left" w:pos="426"/>
        </w:tabs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11466E">
        <w:rPr>
          <w:sz w:val="26"/>
          <w:szCs w:val="26"/>
          <w:lang w:val="uk-UA"/>
        </w:rPr>
        <w:t xml:space="preserve">- </w:t>
      </w:r>
      <w:r w:rsidRPr="0011466E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Ветошко М.С</w:t>
      </w:r>
      <w:r w:rsidRPr="0011466E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0,08</w:t>
      </w:r>
      <w:r w:rsidRPr="0011466E">
        <w:rPr>
          <w:sz w:val="26"/>
          <w:szCs w:val="26"/>
          <w:lang w:val="uk-UA"/>
        </w:rPr>
        <w:t xml:space="preserve">00 га на вул. </w:t>
      </w:r>
      <w:r>
        <w:rPr>
          <w:sz w:val="26"/>
          <w:szCs w:val="26"/>
          <w:lang w:val="uk-UA"/>
        </w:rPr>
        <w:t>І.Франка, 226</w:t>
      </w:r>
      <w:r w:rsidRPr="0011466E">
        <w:rPr>
          <w:sz w:val="26"/>
          <w:szCs w:val="26"/>
          <w:lang w:val="uk-UA"/>
        </w:rPr>
        <w:t xml:space="preserve"> для обслуг. житл. будинку, господарських будівель та споруд;</w:t>
      </w:r>
    </w:p>
    <w:p w:rsidR="00A50889" w:rsidRDefault="00A50889" w:rsidP="00F579D0">
      <w:pPr>
        <w:tabs>
          <w:tab w:val="left" w:pos="0"/>
          <w:tab w:val="left" w:pos="426"/>
        </w:tabs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11466E">
        <w:rPr>
          <w:sz w:val="26"/>
          <w:szCs w:val="26"/>
          <w:lang w:val="uk-UA"/>
        </w:rPr>
        <w:t xml:space="preserve">- </w:t>
      </w:r>
      <w:r w:rsidRPr="0011466E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Кізлаку С.М</w:t>
      </w:r>
      <w:r w:rsidRPr="0011466E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0,04</w:t>
      </w:r>
      <w:r w:rsidRPr="0011466E">
        <w:rPr>
          <w:sz w:val="26"/>
          <w:szCs w:val="26"/>
          <w:lang w:val="uk-UA"/>
        </w:rPr>
        <w:t xml:space="preserve">00 га на вул. </w:t>
      </w:r>
      <w:r>
        <w:rPr>
          <w:sz w:val="26"/>
          <w:szCs w:val="26"/>
          <w:lang w:val="uk-UA"/>
        </w:rPr>
        <w:t>Січових Стрільців, 5</w:t>
      </w:r>
      <w:r w:rsidRPr="0011466E">
        <w:rPr>
          <w:sz w:val="26"/>
          <w:szCs w:val="26"/>
          <w:lang w:val="uk-UA"/>
        </w:rPr>
        <w:t xml:space="preserve"> для обслуг. житл. будинку, господарських будівель та споруд;</w:t>
      </w:r>
    </w:p>
    <w:p w:rsidR="00A50889" w:rsidRPr="0011466E" w:rsidRDefault="00A50889" w:rsidP="0085016E">
      <w:pPr>
        <w:tabs>
          <w:tab w:val="left" w:pos="0"/>
          <w:tab w:val="left" w:pos="426"/>
        </w:tabs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11466E">
        <w:rPr>
          <w:sz w:val="26"/>
          <w:szCs w:val="26"/>
          <w:lang w:val="uk-UA"/>
        </w:rPr>
        <w:t xml:space="preserve">- </w:t>
      </w:r>
      <w:r w:rsidRPr="0011466E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Збирко Г.П</w:t>
      </w:r>
      <w:r w:rsidRPr="0011466E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0,06</w:t>
      </w:r>
      <w:r w:rsidRPr="0011466E">
        <w:rPr>
          <w:sz w:val="26"/>
          <w:szCs w:val="26"/>
          <w:lang w:val="uk-UA"/>
        </w:rPr>
        <w:t xml:space="preserve">00 га на вул. </w:t>
      </w:r>
      <w:r>
        <w:rPr>
          <w:sz w:val="26"/>
          <w:szCs w:val="26"/>
          <w:lang w:val="uk-UA"/>
        </w:rPr>
        <w:t>Св.Миколая, 61</w:t>
      </w:r>
      <w:r w:rsidRPr="0011466E">
        <w:rPr>
          <w:sz w:val="26"/>
          <w:szCs w:val="26"/>
          <w:lang w:val="uk-UA"/>
        </w:rPr>
        <w:t xml:space="preserve"> для обслуг. житл. будинку, г</w:t>
      </w:r>
      <w:r>
        <w:rPr>
          <w:sz w:val="26"/>
          <w:szCs w:val="26"/>
          <w:lang w:val="uk-UA"/>
        </w:rPr>
        <w:t>осподарських будівель та споруд.</w:t>
      </w:r>
    </w:p>
    <w:p w:rsidR="00A50889" w:rsidRDefault="00A50889" w:rsidP="005963E9">
      <w:pPr>
        <w:pStyle w:val="ListParagraph"/>
        <w:tabs>
          <w:tab w:val="left" w:pos="0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6. Про надання дозволу на розробку детального плану території:</w:t>
      </w:r>
    </w:p>
    <w:p w:rsidR="00A50889" w:rsidRDefault="00A50889" w:rsidP="005963E9">
      <w:pPr>
        <w:pStyle w:val="ListParagraph"/>
        <w:tabs>
          <w:tab w:val="left" w:pos="0"/>
        </w:tabs>
        <w:ind w:left="0" w:firstLine="426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83D5E">
        <w:rPr>
          <w:b/>
          <w:sz w:val="26"/>
          <w:szCs w:val="26"/>
          <w:lang w:val="uk-UA"/>
        </w:rPr>
        <w:t xml:space="preserve">ОСББ «Чорновола </w:t>
      </w:r>
      <w:r>
        <w:rPr>
          <w:b/>
          <w:sz w:val="26"/>
          <w:szCs w:val="26"/>
          <w:lang w:val="uk-UA"/>
        </w:rPr>
        <w:t>13</w:t>
      </w:r>
      <w:r w:rsidRPr="00C83D5E">
        <w:rPr>
          <w:b/>
          <w:sz w:val="26"/>
          <w:szCs w:val="26"/>
          <w:lang w:val="uk-UA"/>
        </w:rPr>
        <w:t xml:space="preserve">» </w:t>
      </w:r>
      <w:r>
        <w:rPr>
          <w:sz w:val="26"/>
          <w:szCs w:val="26"/>
          <w:lang w:val="uk-UA"/>
        </w:rPr>
        <w:t xml:space="preserve">на вул. В.Чорновола, 13 </w:t>
      </w:r>
      <w:r w:rsidRPr="00C83D5E">
        <w:rPr>
          <w:sz w:val="26"/>
          <w:szCs w:val="26"/>
          <w:lang w:val="uk-UA"/>
        </w:rPr>
        <w:t>для</w:t>
      </w:r>
      <w:r>
        <w:rPr>
          <w:sz w:val="26"/>
          <w:szCs w:val="26"/>
          <w:lang w:val="uk-UA"/>
        </w:rPr>
        <w:t xml:space="preserve"> обслуговування багатоквартирного</w:t>
      </w:r>
      <w:r w:rsidRPr="00C83D5E">
        <w:rPr>
          <w:sz w:val="26"/>
          <w:szCs w:val="26"/>
          <w:lang w:val="uk-UA"/>
        </w:rPr>
        <w:t xml:space="preserve"> житлов</w:t>
      </w:r>
      <w:r>
        <w:rPr>
          <w:sz w:val="26"/>
          <w:szCs w:val="26"/>
          <w:lang w:val="uk-UA"/>
        </w:rPr>
        <w:t>ого</w:t>
      </w:r>
      <w:r w:rsidRPr="00C83D5E">
        <w:rPr>
          <w:sz w:val="26"/>
          <w:szCs w:val="26"/>
          <w:lang w:val="uk-UA"/>
        </w:rPr>
        <w:t xml:space="preserve"> будинк</w:t>
      </w:r>
      <w:r>
        <w:rPr>
          <w:sz w:val="26"/>
          <w:szCs w:val="26"/>
          <w:lang w:val="uk-UA"/>
        </w:rPr>
        <w:t>у</w:t>
      </w:r>
      <w:r w:rsidRPr="00C83D5E">
        <w:rPr>
          <w:sz w:val="26"/>
          <w:szCs w:val="26"/>
          <w:lang w:val="uk-UA"/>
        </w:rPr>
        <w:t>, прилеглих господарських будівель, споруд та прибудинкової території.</w:t>
      </w:r>
      <w:bookmarkStart w:id="0" w:name="_GoBack"/>
      <w:bookmarkEnd w:id="0"/>
    </w:p>
    <w:p w:rsidR="00A50889" w:rsidRDefault="00A50889" w:rsidP="008321DC">
      <w:pPr>
        <w:jc w:val="center"/>
        <w:rPr>
          <w:b/>
          <w:sz w:val="26"/>
          <w:szCs w:val="26"/>
          <w:lang w:val="uk-UA"/>
        </w:rPr>
      </w:pPr>
    </w:p>
    <w:p w:rsidR="00A50889" w:rsidRDefault="00A50889" w:rsidP="008321DC">
      <w:pPr>
        <w:jc w:val="center"/>
        <w:rPr>
          <w:b/>
          <w:sz w:val="26"/>
          <w:szCs w:val="26"/>
          <w:lang w:val="uk-UA"/>
        </w:rPr>
      </w:pPr>
    </w:p>
    <w:p w:rsidR="00A50889" w:rsidRPr="006B3050" w:rsidRDefault="00A50889" w:rsidP="008321DC">
      <w:pPr>
        <w:jc w:val="center"/>
        <w:rPr>
          <w:b/>
          <w:sz w:val="28"/>
          <w:szCs w:val="28"/>
          <w:lang w:val="uk-UA"/>
        </w:rPr>
      </w:pPr>
      <w:r w:rsidRPr="006B3050">
        <w:rPr>
          <w:b/>
          <w:sz w:val="28"/>
          <w:szCs w:val="28"/>
          <w:lang w:val="uk-UA"/>
        </w:rPr>
        <w:t>Без висновку комісії</w:t>
      </w:r>
    </w:p>
    <w:p w:rsidR="00A50889" w:rsidRDefault="00A50889" w:rsidP="008321DC">
      <w:pPr>
        <w:jc w:val="center"/>
        <w:rPr>
          <w:b/>
          <w:sz w:val="26"/>
          <w:szCs w:val="26"/>
          <w:lang w:val="uk-UA"/>
        </w:rPr>
      </w:pPr>
    </w:p>
    <w:p w:rsidR="00A50889" w:rsidRDefault="00A50889" w:rsidP="006B3050">
      <w:pPr>
        <w:ind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1. </w:t>
      </w:r>
      <w:r w:rsidRPr="00D83F2A">
        <w:rPr>
          <w:sz w:val="26"/>
          <w:szCs w:val="26"/>
          <w:lang w:val="uk-UA"/>
        </w:rPr>
        <w:t>Про затвердження проект</w:t>
      </w:r>
      <w:r>
        <w:rPr>
          <w:sz w:val="26"/>
          <w:szCs w:val="26"/>
          <w:lang w:val="uk-UA"/>
        </w:rPr>
        <w:t>у</w:t>
      </w:r>
      <w:r w:rsidRPr="00D83F2A">
        <w:rPr>
          <w:sz w:val="26"/>
          <w:szCs w:val="26"/>
          <w:lang w:val="uk-UA"/>
        </w:rPr>
        <w:t xml:space="preserve"> землеустрою щодо відведення земельн</w:t>
      </w:r>
      <w:r>
        <w:rPr>
          <w:sz w:val="26"/>
          <w:szCs w:val="26"/>
          <w:lang w:val="uk-UA"/>
        </w:rPr>
        <w:t>ої</w:t>
      </w:r>
      <w:r w:rsidRPr="00D83F2A">
        <w:rPr>
          <w:sz w:val="26"/>
          <w:szCs w:val="26"/>
          <w:lang w:val="uk-UA"/>
        </w:rPr>
        <w:t xml:space="preserve"> ділян</w:t>
      </w:r>
      <w:r>
        <w:rPr>
          <w:sz w:val="26"/>
          <w:szCs w:val="26"/>
          <w:lang w:val="uk-UA"/>
        </w:rPr>
        <w:t>ки</w:t>
      </w:r>
      <w:r w:rsidRPr="00D83F2A">
        <w:rPr>
          <w:sz w:val="26"/>
          <w:szCs w:val="26"/>
          <w:lang w:val="uk-UA"/>
        </w:rPr>
        <w:t>:</w:t>
      </w:r>
    </w:p>
    <w:p w:rsidR="00A50889" w:rsidRDefault="00A50889" w:rsidP="006B3050">
      <w:pPr>
        <w:ind w:firstLine="426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6B3050">
        <w:rPr>
          <w:b/>
          <w:sz w:val="26"/>
          <w:szCs w:val="26"/>
          <w:lang w:val="uk-UA"/>
        </w:rPr>
        <w:t>ОСББ «Українська-13»</w:t>
      </w:r>
      <w:r>
        <w:rPr>
          <w:b/>
          <w:sz w:val="26"/>
          <w:szCs w:val="26"/>
          <w:lang w:val="uk-UA"/>
        </w:rPr>
        <w:t xml:space="preserve"> </w:t>
      </w:r>
      <w:r w:rsidRPr="00791670">
        <w:rPr>
          <w:sz w:val="26"/>
          <w:szCs w:val="26"/>
          <w:lang w:val="uk-UA"/>
        </w:rPr>
        <w:t xml:space="preserve">для передачі у власність зем. діл. площею 0,0894 га </w:t>
      </w:r>
      <w:r w:rsidRPr="006B3050">
        <w:rPr>
          <w:sz w:val="26"/>
          <w:szCs w:val="26"/>
          <w:lang w:val="uk-UA"/>
        </w:rPr>
        <w:t>на вул. Українській, 13</w:t>
      </w:r>
      <w:r>
        <w:rPr>
          <w:sz w:val="26"/>
          <w:szCs w:val="26"/>
          <w:lang w:val="uk-UA"/>
        </w:rPr>
        <w:t xml:space="preserve"> </w:t>
      </w:r>
      <w:r w:rsidRPr="00C83D5E">
        <w:rPr>
          <w:sz w:val="26"/>
          <w:szCs w:val="26"/>
          <w:lang w:val="uk-UA"/>
        </w:rPr>
        <w:t>для</w:t>
      </w:r>
      <w:r>
        <w:rPr>
          <w:sz w:val="26"/>
          <w:szCs w:val="26"/>
          <w:lang w:val="uk-UA"/>
        </w:rPr>
        <w:t xml:space="preserve"> обслуговування багатоквартирного</w:t>
      </w:r>
      <w:r w:rsidRPr="00C83D5E">
        <w:rPr>
          <w:sz w:val="26"/>
          <w:szCs w:val="26"/>
          <w:lang w:val="uk-UA"/>
        </w:rPr>
        <w:t xml:space="preserve"> житлов</w:t>
      </w:r>
      <w:r>
        <w:rPr>
          <w:sz w:val="26"/>
          <w:szCs w:val="26"/>
          <w:lang w:val="uk-UA"/>
        </w:rPr>
        <w:t>ого</w:t>
      </w:r>
      <w:r w:rsidRPr="00C83D5E">
        <w:rPr>
          <w:sz w:val="26"/>
          <w:szCs w:val="26"/>
          <w:lang w:val="uk-UA"/>
        </w:rPr>
        <w:t xml:space="preserve"> будинк</w:t>
      </w:r>
      <w:r>
        <w:rPr>
          <w:sz w:val="26"/>
          <w:szCs w:val="26"/>
          <w:lang w:val="uk-UA"/>
        </w:rPr>
        <w:t>у</w:t>
      </w:r>
      <w:r w:rsidRPr="00C83D5E">
        <w:rPr>
          <w:sz w:val="26"/>
          <w:szCs w:val="26"/>
          <w:lang w:val="uk-UA"/>
        </w:rPr>
        <w:t>, прилеглих господарських будівель, споруд та прибудинкової території.</w:t>
      </w:r>
    </w:p>
    <w:p w:rsidR="00A50889" w:rsidRDefault="00A50889" w:rsidP="0011466E">
      <w:pPr>
        <w:tabs>
          <w:tab w:val="left" w:pos="0"/>
        </w:tabs>
        <w:jc w:val="both"/>
        <w:rPr>
          <w:sz w:val="26"/>
          <w:szCs w:val="26"/>
          <w:lang w:val="uk-UA"/>
        </w:rPr>
      </w:pPr>
    </w:p>
    <w:p w:rsidR="00A50889" w:rsidRDefault="00A50889" w:rsidP="0011466E">
      <w:pPr>
        <w:tabs>
          <w:tab w:val="left" w:pos="0"/>
        </w:tabs>
        <w:jc w:val="both"/>
        <w:rPr>
          <w:sz w:val="26"/>
          <w:szCs w:val="26"/>
          <w:lang w:val="uk-UA"/>
        </w:rPr>
      </w:pPr>
    </w:p>
    <w:p w:rsidR="00A50889" w:rsidRDefault="00A50889" w:rsidP="0011466E">
      <w:pPr>
        <w:tabs>
          <w:tab w:val="left" w:pos="0"/>
        </w:tabs>
        <w:jc w:val="both"/>
        <w:rPr>
          <w:sz w:val="26"/>
          <w:szCs w:val="26"/>
          <w:lang w:val="uk-UA"/>
        </w:rPr>
      </w:pPr>
    </w:p>
    <w:p w:rsidR="00A50889" w:rsidRPr="0011466E" w:rsidRDefault="00A50889" w:rsidP="0011466E">
      <w:pPr>
        <w:tabs>
          <w:tab w:val="left" w:pos="0"/>
        </w:tabs>
        <w:jc w:val="both"/>
        <w:rPr>
          <w:sz w:val="26"/>
          <w:szCs w:val="26"/>
          <w:lang w:val="uk-UA"/>
        </w:rPr>
      </w:pPr>
    </w:p>
    <w:sectPr w:rsidR="00A50889" w:rsidRPr="0011466E" w:rsidSect="00CA0D7A">
      <w:pgSz w:w="11906" w:h="16838"/>
      <w:pgMar w:top="737" w:right="680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889" w:rsidRDefault="00A50889" w:rsidP="00332A77">
      <w:r>
        <w:separator/>
      </w:r>
    </w:p>
  </w:endnote>
  <w:endnote w:type="continuationSeparator" w:id="0">
    <w:p w:rsidR="00A50889" w:rsidRDefault="00A50889" w:rsidP="00332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889" w:rsidRDefault="00A50889" w:rsidP="00332A77">
      <w:r>
        <w:separator/>
      </w:r>
    </w:p>
  </w:footnote>
  <w:footnote w:type="continuationSeparator" w:id="0">
    <w:p w:rsidR="00A50889" w:rsidRDefault="00A50889" w:rsidP="00332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1410D"/>
    <w:multiLevelType w:val="hybridMultilevel"/>
    <w:tmpl w:val="DFF67D3A"/>
    <w:lvl w:ilvl="0" w:tplc="FFFABB9C">
      <w:start w:val="1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04710729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0B444EF8"/>
    <w:multiLevelType w:val="hybridMultilevel"/>
    <w:tmpl w:val="F67CA4FC"/>
    <w:lvl w:ilvl="0" w:tplc="00E8222A">
      <w:start w:val="16"/>
      <w:numFmt w:val="decimal"/>
      <w:lvlText w:val="%1."/>
      <w:lvlJc w:val="left"/>
      <w:pPr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0C3F0836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0EE215E5"/>
    <w:multiLevelType w:val="hybridMultilevel"/>
    <w:tmpl w:val="E4FAF0BA"/>
    <w:lvl w:ilvl="0" w:tplc="62B2E60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122830C0"/>
    <w:multiLevelType w:val="hybridMultilevel"/>
    <w:tmpl w:val="A4087658"/>
    <w:lvl w:ilvl="0" w:tplc="D5FCDBCC">
      <w:start w:val="5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6">
    <w:nsid w:val="14B2123D"/>
    <w:multiLevelType w:val="hybridMultilevel"/>
    <w:tmpl w:val="F41213B4"/>
    <w:lvl w:ilvl="0" w:tplc="36F0060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169501F4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1FB93AAE"/>
    <w:multiLevelType w:val="hybridMultilevel"/>
    <w:tmpl w:val="DF5EA5F4"/>
    <w:lvl w:ilvl="0" w:tplc="54A6C354">
      <w:start w:val="1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9">
    <w:nsid w:val="20633068"/>
    <w:multiLevelType w:val="hybridMultilevel"/>
    <w:tmpl w:val="AE92A5AC"/>
    <w:lvl w:ilvl="0" w:tplc="6E00785A">
      <w:start w:val="2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0">
    <w:nsid w:val="2113199C"/>
    <w:multiLevelType w:val="hybridMultilevel"/>
    <w:tmpl w:val="BAAA8B90"/>
    <w:lvl w:ilvl="0" w:tplc="1768309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26071E25"/>
    <w:multiLevelType w:val="hybridMultilevel"/>
    <w:tmpl w:val="58A62E1A"/>
    <w:lvl w:ilvl="0" w:tplc="8C1E04BE">
      <w:start w:val="1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290570A5"/>
    <w:multiLevelType w:val="hybridMultilevel"/>
    <w:tmpl w:val="689824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0D108E5"/>
    <w:multiLevelType w:val="hybridMultilevel"/>
    <w:tmpl w:val="58F878D4"/>
    <w:lvl w:ilvl="0" w:tplc="B26ECA1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4">
    <w:nsid w:val="322D172B"/>
    <w:multiLevelType w:val="hybridMultilevel"/>
    <w:tmpl w:val="D17C3430"/>
    <w:lvl w:ilvl="0" w:tplc="23C47A5E">
      <w:start w:val="14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5">
    <w:nsid w:val="3C9262F7"/>
    <w:multiLevelType w:val="hybridMultilevel"/>
    <w:tmpl w:val="47364168"/>
    <w:lvl w:ilvl="0" w:tplc="A5DEAE46">
      <w:start w:val="7"/>
      <w:numFmt w:val="decimal"/>
      <w:lvlText w:val="%1."/>
      <w:lvlJc w:val="left"/>
      <w:pPr>
        <w:ind w:left="57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6">
    <w:nsid w:val="421F69C9"/>
    <w:multiLevelType w:val="hybridMultilevel"/>
    <w:tmpl w:val="645C948C"/>
    <w:lvl w:ilvl="0" w:tplc="3FE470F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>
    <w:nsid w:val="43B70E36"/>
    <w:multiLevelType w:val="hybridMultilevel"/>
    <w:tmpl w:val="A6FCA274"/>
    <w:lvl w:ilvl="0" w:tplc="FDB2590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45813B24"/>
    <w:multiLevelType w:val="hybridMultilevel"/>
    <w:tmpl w:val="A3E04290"/>
    <w:lvl w:ilvl="0" w:tplc="AD8EAA4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47AE2648"/>
    <w:multiLevelType w:val="hybridMultilevel"/>
    <w:tmpl w:val="212CE0DC"/>
    <w:lvl w:ilvl="0" w:tplc="9990D0A0">
      <w:start w:val="10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0">
    <w:nsid w:val="49383740"/>
    <w:multiLevelType w:val="hybridMultilevel"/>
    <w:tmpl w:val="7C30D4B4"/>
    <w:lvl w:ilvl="0" w:tplc="E6F25320">
      <w:start w:val="5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1">
    <w:nsid w:val="4FE133CF"/>
    <w:multiLevelType w:val="hybridMultilevel"/>
    <w:tmpl w:val="F1E2FE76"/>
    <w:lvl w:ilvl="0" w:tplc="5A04E072">
      <w:start w:val="4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2">
    <w:nsid w:val="50952851"/>
    <w:multiLevelType w:val="hybridMultilevel"/>
    <w:tmpl w:val="F6C0C1AE"/>
    <w:lvl w:ilvl="0" w:tplc="DA50CD9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>
    <w:nsid w:val="5B0809BF"/>
    <w:multiLevelType w:val="hybridMultilevel"/>
    <w:tmpl w:val="8FC4E50E"/>
    <w:lvl w:ilvl="0" w:tplc="A6046566"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4">
    <w:nsid w:val="63417773"/>
    <w:multiLevelType w:val="hybridMultilevel"/>
    <w:tmpl w:val="EB268D80"/>
    <w:lvl w:ilvl="0" w:tplc="A6324C8C">
      <w:start w:val="1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5">
    <w:nsid w:val="66DC50E6"/>
    <w:multiLevelType w:val="hybridMultilevel"/>
    <w:tmpl w:val="6FFA4300"/>
    <w:lvl w:ilvl="0" w:tplc="BEF8E33E">
      <w:start w:val="1"/>
      <w:numFmt w:val="decimal"/>
      <w:lvlText w:val="%1."/>
      <w:lvlJc w:val="left"/>
      <w:pPr>
        <w:ind w:left="11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6" w:hanging="180"/>
      </w:pPr>
      <w:rPr>
        <w:rFonts w:cs="Times New Roman"/>
      </w:rPr>
    </w:lvl>
  </w:abstractNum>
  <w:abstractNum w:abstractNumId="26">
    <w:nsid w:val="6D9E1316"/>
    <w:multiLevelType w:val="hybridMultilevel"/>
    <w:tmpl w:val="FB4C3FDC"/>
    <w:lvl w:ilvl="0" w:tplc="F8E61B62">
      <w:start w:val="13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7">
    <w:nsid w:val="70DA3C30"/>
    <w:multiLevelType w:val="hybridMultilevel"/>
    <w:tmpl w:val="F8FC9CDA"/>
    <w:lvl w:ilvl="0" w:tplc="41886DE8">
      <w:start w:val="4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8">
    <w:nsid w:val="72BE421B"/>
    <w:multiLevelType w:val="hybridMultilevel"/>
    <w:tmpl w:val="71D8DD9E"/>
    <w:lvl w:ilvl="0" w:tplc="5C604A0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>
    <w:nsid w:val="79120561"/>
    <w:multiLevelType w:val="hybridMultilevel"/>
    <w:tmpl w:val="30CA05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C675292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22"/>
  </w:num>
  <w:num w:numId="4">
    <w:abstractNumId w:val="29"/>
  </w:num>
  <w:num w:numId="5">
    <w:abstractNumId w:val="7"/>
  </w:num>
  <w:num w:numId="6">
    <w:abstractNumId w:val="1"/>
  </w:num>
  <w:num w:numId="7">
    <w:abstractNumId w:val="8"/>
  </w:num>
  <w:num w:numId="8">
    <w:abstractNumId w:val="25"/>
  </w:num>
  <w:num w:numId="9">
    <w:abstractNumId w:val="6"/>
  </w:num>
  <w:num w:numId="10">
    <w:abstractNumId w:val="30"/>
  </w:num>
  <w:num w:numId="11">
    <w:abstractNumId w:val="2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7"/>
  </w:num>
  <w:num w:numId="15">
    <w:abstractNumId w:val="0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1"/>
  </w:num>
  <w:num w:numId="19">
    <w:abstractNumId w:val="20"/>
  </w:num>
  <w:num w:numId="20">
    <w:abstractNumId w:val="10"/>
  </w:num>
  <w:num w:numId="21">
    <w:abstractNumId w:val="4"/>
  </w:num>
  <w:num w:numId="22">
    <w:abstractNumId w:val="13"/>
  </w:num>
  <w:num w:numId="23">
    <w:abstractNumId w:val="15"/>
  </w:num>
  <w:num w:numId="24">
    <w:abstractNumId w:val="23"/>
  </w:num>
  <w:num w:numId="25">
    <w:abstractNumId w:val="16"/>
  </w:num>
  <w:num w:numId="26">
    <w:abstractNumId w:val="19"/>
  </w:num>
  <w:num w:numId="27">
    <w:abstractNumId w:val="14"/>
  </w:num>
  <w:num w:numId="28">
    <w:abstractNumId w:val="9"/>
  </w:num>
  <w:num w:numId="29">
    <w:abstractNumId w:val="24"/>
  </w:num>
  <w:num w:numId="30">
    <w:abstractNumId w:val="17"/>
  </w:num>
  <w:num w:numId="31">
    <w:abstractNumId w:val="18"/>
  </w:num>
  <w:num w:numId="32">
    <w:abstractNumId w:val="12"/>
  </w:num>
  <w:num w:numId="33">
    <w:abstractNumId w:val="2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594"/>
    <w:rsid w:val="000001CA"/>
    <w:rsid w:val="000004EA"/>
    <w:rsid w:val="00000BCE"/>
    <w:rsid w:val="00000E1F"/>
    <w:rsid w:val="00001581"/>
    <w:rsid w:val="00001607"/>
    <w:rsid w:val="00002210"/>
    <w:rsid w:val="0000225B"/>
    <w:rsid w:val="00003604"/>
    <w:rsid w:val="000039C7"/>
    <w:rsid w:val="00003B85"/>
    <w:rsid w:val="000040CE"/>
    <w:rsid w:val="00004A54"/>
    <w:rsid w:val="00005029"/>
    <w:rsid w:val="000051C0"/>
    <w:rsid w:val="00005A10"/>
    <w:rsid w:val="0000601A"/>
    <w:rsid w:val="00006107"/>
    <w:rsid w:val="00006327"/>
    <w:rsid w:val="00006ECC"/>
    <w:rsid w:val="00007031"/>
    <w:rsid w:val="000079EA"/>
    <w:rsid w:val="000104DC"/>
    <w:rsid w:val="00010F5B"/>
    <w:rsid w:val="00011560"/>
    <w:rsid w:val="00011E30"/>
    <w:rsid w:val="00012F53"/>
    <w:rsid w:val="000135F4"/>
    <w:rsid w:val="00014629"/>
    <w:rsid w:val="00014B88"/>
    <w:rsid w:val="0001571B"/>
    <w:rsid w:val="0001654E"/>
    <w:rsid w:val="00016BAA"/>
    <w:rsid w:val="00017336"/>
    <w:rsid w:val="00017896"/>
    <w:rsid w:val="00017E9B"/>
    <w:rsid w:val="00020940"/>
    <w:rsid w:val="00020F56"/>
    <w:rsid w:val="00020FD2"/>
    <w:rsid w:val="000213E4"/>
    <w:rsid w:val="00021540"/>
    <w:rsid w:val="00021781"/>
    <w:rsid w:val="000224A9"/>
    <w:rsid w:val="000229B2"/>
    <w:rsid w:val="00022F45"/>
    <w:rsid w:val="00023393"/>
    <w:rsid w:val="000235E5"/>
    <w:rsid w:val="00023BE0"/>
    <w:rsid w:val="00023EBA"/>
    <w:rsid w:val="00023F9F"/>
    <w:rsid w:val="000246BE"/>
    <w:rsid w:val="000251B2"/>
    <w:rsid w:val="000254BA"/>
    <w:rsid w:val="00026650"/>
    <w:rsid w:val="00026AA9"/>
    <w:rsid w:val="00026B08"/>
    <w:rsid w:val="00027050"/>
    <w:rsid w:val="00027878"/>
    <w:rsid w:val="00027A46"/>
    <w:rsid w:val="00027B9A"/>
    <w:rsid w:val="00027F4A"/>
    <w:rsid w:val="0003062D"/>
    <w:rsid w:val="00030BA2"/>
    <w:rsid w:val="000311D2"/>
    <w:rsid w:val="00031399"/>
    <w:rsid w:val="00031596"/>
    <w:rsid w:val="000328EF"/>
    <w:rsid w:val="00032D11"/>
    <w:rsid w:val="00032E31"/>
    <w:rsid w:val="00032FBE"/>
    <w:rsid w:val="000330FC"/>
    <w:rsid w:val="000333A6"/>
    <w:rsid w:val="00033902"/>
    <w:rsid w:val="00033AE0"/>
    <w:rsid w:val="00033C72"/>
    <w:rsid w:val="00034897"/>
    <w:rsid w:val="0003536F"/>
    <w:rsid w:val="0003634F"/>
    <w:rsid w:val="00037700"/>
    <w:rsid w:val="000377E6"/>
    <w:rsid w:val="000401C1"/>
    <w:rsid w:val="00042ED1"/>
    <w:rsid w:val="000433A4"/>
    <w:rsid w:val="000438EC"/>
    <w:rsid w:val="00043B76"/>
    <w:rsid w:val="00044178"/>
    <w:rsid w:val="000452A4"/>
    <w:rsid w:val="0004594E"/>
    <w:rsid w:val="00046742"/>
    <w:rsid w:val="00046BD2"/>
    <w:rsid w:val="0004759E"/>
    <w:rsid w:val="00047740"/>
    <w:rsid w:val="00047BFB"/>
    <w:rsid w:val="00051FEE"/>
    <w:rsid w:val="000521DD"/>
    <w:rsid w:val="00052302"/>
    <w:rsid w:val="00052DED"/>
    <w:rsid w:val="000533AF"/>
    <w:rsid w:val="00053A76"/>
    <w:rsid w:val="00053E93"/>
    <w:rsid w:val="000551FE"/>
    <w:rsid w:val="000563CC"/>
    <w:rsid w:val="00056B9F"/>
    <w:rsid w:val="00056D07"/>
    <w:rsid w:val="00056EBF"/>
    <w:rsid w:val="0005710A"/>
    <w:rsid w:val="00057721"/>
    <w:rsid w:val="0005772C"/>
    <w:rsid w:val="0005779C"/>
    <w:rsid w:val="00060160"/>
    <w:rsid w:val="00061252"/>
    <w:rsid w:val="00061B78"/>
    <w:rsid w:val="00061D93"/>
    <w:rsid w:val="00062622"/>
    <w:rsid w:val="00062685"/>
    <w:rsid w:val="000626DA"/>
    <w:rsid w:val="00064A32"/>
    <w:rsid w:val="00066453"/>
    <w:rsid w:val="00067BF2"/>
    <w:rsid w:val="00070088"/>
    <w:rsid w:val="00070244"/>
    <w:rsid w:val="000703D7"/>
    <w:rsid w:val="0007091B"/>
    <w:rsid w:val="00071058"/>
    <w:rsid w:val="000718F8"/>
    <w:rsid w:val="00071D71"/>
    <w:rsid w:val="0007213D"/>
    <w:rsid w:val="00072676"/>
    <w:rsid w:val="000754B2"/>
    <w:rsid w:val="0007565F"/>
    <w:rsid w:val="0007688D"/>
    <w:rsid w:val="00076CBB"/>
    <w:rsid w:val="00076CE9"/>
    <w:rsid w:val="00077606"/>
    <w:rsid w:val="00077DA0"/>
    <w:rsid w:val="00077EF6"/>
    <w:rsid w:val="00081A8A"/>
    <w:rsid w:val="0008257A"/>
    <w:rsid w:val="00082FC7"/>
    <w:rsid w:val="0008344D"/>
    <w:rsid w:val="000839F7"/>
    <w:rsid w:val="00083F0F"/>
    <w:rsid w:val="00085258"/>
    <w:rsid w:val="00085275"/>
    <w:rsid w:val="00085D04"/>
    <w:rsid w:val="00086E7B"/>
    <w:rsid w:val="0008712F"/>
    <w:rsid w:val="000873AB"/>
    <w:rsid w:val="00087715"/>
    <w:rsid w:val="000901B6"/>
    <w:rsid w:val="000908AA"/>
    <w:rsid w:val="00091913"/>
    <w:rsid w:val="000925A3"/>
    <w:rsid w:val="0009387A"/>
    <w:rsid w:val="00094B4F"/>
    <w:rsid w:val="00094BBE"/>
    <w:rsid w:val="00094D9F"/>
    <w:rsid w:val="00095748"/>
    <w:rsid w:val="00095DAD"/>
    <w:rsid w:val="000965B1"/>
    <w:rsid w:val="00097447"/>
    <w:rsid w:val="000A0CD1"/>
    <w:rsid w:val="000A0E5E"/>
    <w:rsid w:val="000A18B7"/>
    <w:rsid w:val="000A232D"/>
    <w:rsid w:val="000A4CDD"/>
    <w:rsid w:val="000A4F7A"/>
    <w:rsid w:val="000A58F7"/>
    <w:rsid w:val="000A5B52"/>
    <w:rsid w:val="000A65AC"/>
    <w:rsid w:val="000A76BD"/>
    <w:rsid w:val="000A76DD"/>
    <w:rsid w:val="000A7A13"/>
    <w:rsid w:val="000A7A19"/>
    <w:rsid w:val="000B0F3E"/>
    <w:rsid w:val="000B1933"/>
    <w:rsid w:val="000B1C3C"/>
    <w:rsid w:val="000B29EE"/>
    <w:rsid w:val="000B322C"/>
    <w:rsid w:val="000B332D"/>
    <w:rsid w:val="000B39C6"/>
    <w:rsid w:val="000B3F3F"/>
    <w:rsid w:val="000B54B2"/>
    <w:rsid w:val="000B769F"/>
    <w:rsid w:val="000B7767"/>
    <w:rsid w:val="000C17D6"/>
    <w:rsid w:val="000C3313"/>
    <w:rsid w:val="000C3C2B"/>
    <w:rsid w:val="000C4130"/>
    <w:rsid w:val="000C5722"/>
    <w:rsid w:val="000C572D"/>
    <w:rsid w:val="000C5B29"/>
    <w:rsid w:val="000C6535"/>
    <w:rsid w:val="000C6F64"/>
    <w:rsid w:val="000C734E"/>
    <w:rsid w:val="000C7876"/>
    <w:rsid w:val="000D0991"/>
    <w:rsid w:val="000D0C4C"/>
    <w:rsid w:val="000D0FED"/>
    <w:rsid w:val="000D1259"/>
    <w:rsid w:val="000D1629"/>
    <w:rsid w:val="000D1B81"/>
    <w:rsid w:val="000D315F"/>
    <w:rsid w:val="000D41A1"/>
    <w:rsid w:val="000D4FDE"/>
    <w:rsid w:val="000D5E0C"/>
    <w:rsid w:val="000D613A"/>
    <w:rsid w:val="000D741D"/>
    <w:rsid w:val="000D7F4B"/>
    <w:rsid w:val="000E15C8"/>
    <w:rsid w:val="000E1854"/>
    <w:rsid w:val="000E1B6C"/>
    <w:rsid w:val="000E1BC4"/>
    <w:rsid w:val="000E2C3B"/>
    <w:rsid w:val="000E328B"/>
    <w:rsid w:val="000E4101"/>
    <w:rsid w:val="000E427D"/>
    <w:rsid w:val="000E4903"/>
    <w:rsid w:val="000E60B1"/>
    <w:rsid w:val="000E683E"/>
    <w:rsid w:val="000E6DC6"/>
    <w:rsid w:val="000E6DCC"/>
    <w:rsid w:val="000E71E6"/>
    <w:rsid w:val="000E7851"/>
    <w:rsid w:val="000E7F83"/>
    <w:rsid w:val="000F09A0"/>
    <w:rsid w:val="000F1D3A"/>
    <w:rsid w:val="000F2CFB"/>
    <w:rsid w:val="000F3537"/>
    <w:rsid w:val="000F3CBF"/>
    <w:rsid w:val="000F4A4F"/>
    <w:rsid w:val="000F4EBB"/>
    <w:rsid w:val="000F5043"/>
    <w:rsid w:val="000F6BC4"/>
    <w:rsid w:val="000F6D87"/>
    <w:rsid w:val="000F6E0E"/>
    <w:rsid w:val="000F7428"/>
    <w:rsid w:val="001013A1"/>
    <w:rsid w:val="001029F4"/>
    <w:rsid w:val="00103263"/>
    <w:rsid w:val="0010349F"/>
    <w:rsid w:val="00105776"/>
    <w:rsid w:val="00105923"/>
    <w:rsid w:val="00107A20"/>
    <w:rsid w:val="00107DBF"/>
    <w:rsid w:val="00107E91"/>
    <w:rsid w:val="001103C0"/>
    <w:rsid w:val="0011110A"/>
    <w:rsid w:val="0011246C"/>
    <w:rsid w:val="0011381C"/>
    <w:rsid w:val="0011404E"/>
    <w:rsid w:val="00114350"/>
    <w:rsid w:val="0011466E"/>
    <w:rsid w:val="00114C85"/>
    <w:rsid w:val="001151FC"/>
    <w:rsid w:val="0011521E"/>
    <w:rsid w:val="00115245"/>
    <w:rsid w:val="001165E8"/>
    <w:rsid w:val="00116D69"/>
    <w:rsid w:val="00116FC2"/>
    <w:rsid w:val="00117010"/>
    <w:rsid w:val="001201D5"/>
    <w:rsid w:val="00121580"/>
    <w:rsid w:val="00121D71"/>
    <w:rsid w:val="00121EBB"/>
    <w:rsid w:val="00122818"/>
    <w:rsid w:val="00122CFD"/>
    <w:rsid w:val="001238EA"/>
    <w:rsid w:val="00124BBA"/>
    <w:rsid w:val="001257B5"/>
    <w:rsid w:val="001257C9"/>
    <w:rsid w:val="00125C1C"/>
    <w:rsid w:val="00125FED"/>
    <w:rsid w:val="00126311"/>
    <w:rsid w:val="00126750"/>
    <w:rsid w:val="00127538"/>
    <w:rsid w:val="00127B16"/>
    <w:rsid w:val="00127CA4"/>
    <w:rsid w:val="00132101"/>
    <w:rsid w:val="00132226"/>
    <w:rsid w:val="001322BC"/>
    <w:rsid w:val="0013330C"/>
    <w:rsid w:val="00134328"/>
    <w:rsid w:val="00134AD3"/>
    <w:rsid w:val="0013521E"/>
    <w:rsid w:val="001364F5"/>
    <w:rsid w:val="00136D87"/>
    <w:rsid w:val="0013752A"/>
    <w:rsid w:val="00137F28"/>
    <w:rsid w:val="00140EEE"/>
    <w:rsid w:val="001410FD"/>
    <w:rsid w:val="00142909"/>
    <w:rsid w:val="00142A9B"/>
    <w:rsid w:val="00142EAC"/>
    <w:rsid w:val="001434B4"/>
    <w:rsid w:val="00143645"/>
    <w:rsid w:val="00143DA6"/>
    <w:rsid w:val="00145490"/>
    <w:rsid w:val="0014555B"/>
    <w:rsid w:val="00145797"/>
    <w:rsid w:val="001458E9"/>
    <w:rsid w:val="00145D85"/>
    <w:rsid w:val="00145FB0"/>
    <w:rsid w:val="001466BB"/>
    <w:rsid w:val="00146706"/>
    <w:rsid w:val="001477BB"/>
    <w:rsid w:val="001479F1"/>
    <w:rsid w:val="00147DFF"/>
    <w:rsid w:val="00150298"/>
    <w:rsid w:val="00151311"/>
    <w:rsid w:val="00151435"/>
    <w:rsid w:val="001515D3"/>
    <w:rsid w:val="001529AA"/>
    <w:rsid w:val="00152F20"/>
    <w:rsid w:val="001532B3"/>
    <w:rsid w:val="0015374D"/>
    <w:rsid w:val="0015424A"/>
    <w:rsid w:val="00155D39"/>
    <w:rsid w:val="00155DA1"/>
    <w:rsid w:val="00155F3A"/>
    <w:rsid w:val="00157069"/>
    <w:rsid w:val="0016186C"/>
    <w:rsid w:val="00161907"/>
    <w:rsid w:val="0016282E"/>
    <w:rsid w:val="00162CF0"/>
    <w:rsid w:val="00162F47"/>
    <w:rsid w:val="001633F5"/>
    <w:rsid w:val="00163E50"/>
    <w:rsid w:val="00164923"/>
    <w:rsid w:val="00165D44"/>
    <w:rsid w:val="00165E56"/>
    <w:rsid w:val="001668B7"/>
    <w:rsid w:val="001673E4"/>
    <w:rsid w:val="00167CFA"/>
    <w:rsid w:val="00170CEA"/>
    <w:rsid w:val="0017117F"/>
    <w:rsid w:val="00172808"/>
    <w:rsid w:val="00172D52"/>
    <w:rsid w:val="001734BF"/>
    <w:rsid w:val="00173C75"/>
    <w:rsid w:val="00173D6D"/>
    <w:rsid w:val="00173D85"/>
    <w:rsid w:val="00175063"/>
    <w:rsid w:val="001758E4"/>
    <w:rsid w:val="00176ABF"/>
    <w:rsid w:val="001802E2"/>
    <w:rsid w:val="0018034E"/>
    <w:rsid w:val="00181AC3"/>
    <w:rsid w:val="00181EAC"/>
    <w:rsid w:val="00181F77"/>
    <w:rsid w:val="001830A1"/>
    <w:rsid w:val="001842BC"/>
    <w:rsid w:val="00185085"/>
    <w:rsid w:val="00185884"/>
    <w:rsid w:val="00185DC4"/>
    <w:rsid w:val="00186680"/>
    <w:rsid w:val="00186821"/>
    <w:rsid w:val="00186E69"/>
    <w:rsid w:val="00187E26"/>
    <w:rsid w:val="00187F47"/>
    <w:rsid w:val="00190771"/>
    <w:rsid w:val="00191C65"/>
    <w:rsid w:val="00191E89"/>
    <w:rsid w:val="00192103"/>
    <w:rsid w:val="00194CD3"/>
    <w:rsid w:val="00194DC3"/>
    <w:rsid w:val="00195614"/>
    <w:rsid w:val="001959AC"/>
    <w:rsid w:val="00195C07"/>
    <w:rsid w:val="00195D05"/>
    <w:rsid w:val="00197104"/>
    <w:rsid w:val="001A0551"/>
    <w:rsid w:val="001A14A2"/>
    <w:rsid w:val="001A1A48"/>
    <w:rsid w:val="001A2E2C"/>
    <w:rsid w:val="001A421D"/>
    <w:rsid w:val="001A53D0"/>
    <w:rsid w:val="001A570C"/>
    <w:rsid w:val="001A5D4F"/>
    <w:rsid w:val="001A601B"/>
    <w:rsid w:val="001A6103"/>
    <w:rsid w:val="001A69EE"/>
    <w:rsid w:val="001A7724"/>
    <w:rsid w:val="001A7AA9"/>
    <w:rsid w:val="001B04D2"/>
    <w:rsid w:val="001B0534"/>
    <w:rsid w:val="001B0B4D"/>
    <w:rsid w:val="001B0DFC"/>
    <w:rsid w:val="001B209E"/>
    <w:rsid w:val="001B26B3"/>
    <w:rsid w:val="001B275A"/>
    <w:rsid w:val="001B2CC3"/>
    <w:rsid w:val="001B3C62"/>
    <w:rsid w:val="001B3F8C"/>
    <w:rsid w:val="001B44AD"/>
    <w:rsid w:val="001B4825"/>
    <w:rsid w:val="001B4901"/>
    <w:rsid w:val="001B5912"/>
    <w:rsid w:val="001B5F44"/>
    <w:rsid w:val="001B6010"/>
    <w:rsid w:val="001B7561"/>
    <w:rsid w:val="001B7B17"/>
    <w:rsid w:val="001C031A"/>
    <w:rsid w:val="001C0FE9"/>
    <w:rsid w:val="001C12CE"/>
    <w:rsid w:val="001C13A8"/>
    <w:rsid w:val="001C1AA1"/>
    <w:rsid w:val="001C34B5"/>
    <w:rsid w:val="001C3E23"/>
    <w:rsid w:val="001C47EC"/>
    <w:rsid w:val="001C55FC"/>
    <w:rsid w:val="001C5BC9"/>
    <w:rsid w:val="001C5E04"/>
    <w:rsid w:val="001C6BB8"/>
    <w:rsid w:val="001C6E38"/>
    <w:rsid w:val="001C7A00"/>
    <w:rsid w:val="001C7A97"/>
    <w:rsid w:val="001D14D1"/>
    <w:rsid w:val="001D2BAC"/>
    <w:rsid w:val="001D2D39"/>
    <w:rsid w:val="001D2F0A"/>
    <w:rsid w:val="001D2F4B"/>
    <w:rsid w:val="001D336A"/>
    <w:rsid w:val="001D33ED"/>
    <w:rsid w:val="001D36C6"/>
    <w:rsid w:val="001D3837"/>
    <w:rsid w:val="001D3D3F"/>
    <w:rsid w:val="001D3D60"/>
    <w:rsid w:val="001D493A"/>
    <w:rsid w:val="001D4A0C"/>
    <w:rsid w:val="001D4C01"/>
    <w:rsid w:val="001D4CEC"/>
    <w:rsid w:val="001D521B"/>
    <w:rsid w:val="001D57DA"/>
    <w:rsid w:val="001D592D"/>
    <w:rsid w:val="001D6601"/>
    <w:rsid w:val="001D68F5"/>
    <w:rsid w:val="001D69AD"/>
    <w:rsid w:val="001D7377"/>
    <w:rsid w:val="001E0676"/>
    <w:rsid w:val="001E0973"/>
    <w:rsid w:val="001E0982"/>
    <w:rsid w:val="001E1678"/>
    <w:rsid w:val="001E1C26"/>
    <w:rsid w:val="001E2A49"/>
    <w:rsid w:val="001E2BCF"/>
    <w:rsid w:val="001E2C8F"/>
    <w:rsid w:val="001E3512"/>
    <w:rsid w:val="001E4229"/>
    <w:rsid w:val="001E4449"/>
    <w:rsid w:val="001E4EBC"/>
    <w:rsid w:val="001E4F91"/>
    <w:rsid w:val="001E5D3B"/>
    <w:rsid w:val="001E6378"/>
    <w:rsid w:val="001E6466"/>
    <w:rsid w:val="001E679A"/>
    <w:rsid w:val="001E793B"/>
    <w:rsid w:val="001E7E70"/>
    <w:rsid w:val="001F014A"/>
    <w:rsid w:val="001F0278"/>
    <w:rsid w:val="001F0CCE"/>
    <w:rsid w:val="001F217D"/>
    <w:rsid w:val="001F2CBF"/>
    <w:rsid w:val="001F2F8E"/>
    <w:rsid w:val="001F3A7A"/>
    <w:rsid w:val="001F3CCE"/>
    <w:rsid w:val="001F666B"/>
    <w:rsid w:val="001F74E9"/>
    <w:rsid w:val="001F7A3B"/>
    <w:rsid w:val="001F7AE2"/>
    <w:rsid w:val="002001E4"/>
    <w:rsid w:val="00200322"/>
    <w:rsid w:val="0020087A"/>
    <w:rsid w:val="002015AB"/>
    <w:rsid w:val="00201AE5"/>
    <w:rsid w:val="00202B88"/>
    <w:rsid w:val="0020367C"/>
    <w:rsid w:val="00203926"/>
    <w:rsid w:val="00203A58"/>
    <w:rsid w:val="0020459E"/>
    <w:rsid w:val="00204BF4"/>
    <w:rsid w:val="00205891"/>
    <w:rsid w:val="00206E85"/>
    <w:rsid w:val="002070CE"/>
    <w:rsid w:val="00207ED8"/>
    <w:rsid w:val="0021073B"/>
    <w:rsid w:val="00210A28"/>
    <w:rsid w:val="0021112F"/>
    <w:rsid w:val="002113E3"/>
    <w:rsid w:val="00211401"/>
    <w:rsid w:val="00211FC6"/>
    <w:rsid w:val="00212029"/>
    <w:rsid w:val="0021252D"/>
    <w:rsid w:val="00212DFE"/>
    <w:rsid w:val="00213145"/>
    <w:rsid w:val="0021332E"/>
    <w:rsid w:val="0021343A"/>
    <w:rsid w:val="002134E5"/>
    <w:rsid w:val="0021377E"/>
    <w:rsid w:val="002148BE"/>
    <w:rsid w:val="00215200"/>
    <w:rsid w:val="0021541E"/>
    <w:rsid w:val="002155B7"/>
    <w:rsid w:val="00215A09"/>
    <w:rsid w:val="00215E22"/>
    <w:rsid w:val="00215E89"/>
    <w:rsid w:val="002161D9"/>
    <w:rsid w:val="0021638B"/>
    <w:rsid w:val="00216779"/>
    <w:rsid w:val="00217A32"/>
    <w:rsid w:val="002201E6"/>
    <w:rsid w:val="00220CEB"/>
    <w:rsid w:val="00222435"/>
    <w:rsid w:val="0022243A"/>
    <w:rsid w:val="00222453"/>
    <w:rsid w:val="00222BD2"/>
    <w:rsid w:val="00222D9C"/>
    <w:rsid w:val="00223651"/>
    <w:rsid w:val="0022370A"/>
    <w:rsid w:val="0022383E"/>
    <w:rsid w:val="002254B8"/>
    <w:rsid w:val="0022583A"/>
    <w:rsid w:val="002261DB"/>
    <w:rsid w:val="002269E9"/>
    <w:rsid w:val="00226E61"/>
    <w:rsid w:val="00226EC4"/>
    <w:rsid w:val="00227AD7"/>
    <w:rsid w:val="00230140"/>
    <w:rsid w:val="002306D0"/>
    <w:rsid w:val="0023149B"/>
    <w:rsid w:val="00231742"/>
    <w:rsid w:val="0023195F"/>
    <w:rsid w:val="00231B7F"/>
    <w:rsid w:val="002325C2"/>
    <w:rsid w:val="0023294A"/>
    <w:rsid w:val="00233265"/>
    <w:rsid w:val="002350FC"/>
    <w:rsid w:val="00235FE9"/>
    <w:rsid w:val="00236115"/>
    <w:rsid w:val="002366AD"/>
    <w:rsid w:val="00236DC4"/>
    <w:rsid w:val="00236F63"/>
    <w:rsid w:val="00237437"/>
    <w:rsid w:val="00241120"/>
    <w:rsid w:val="002416A0"/>
    <w:rsid w:val="00241ABC"/>
    <w:rsid w:val="00243F37"/>
    <w:rsid w:val="00244EB2"/>
    <w:rsid w:val="00245190"/>
    <w:rsid w:val="002456B9"/>
    <w:rsid w:val="00245D1B"/>
    <w:rsid w:val="00246CA3"/>
    <w:rsid w:val="0024711A"/>
    <w:rsid w:val="002476B9"/>
    <w:rsid w:val="002477F2"/>
    <w:rsid w:val="00250B7D"/>
    <w:rsid w:val="00250E26"/>
    <w:rsid w:val="0025103C"/>
    <w:rsid w:val="00252D20"/>
    <w:rsid w:val="0025303B"/>
    <w:rsid w:val="00253091"/>
    <w:rsid w:val="00253EDC"/>
    <w:rsid w:val="00254914"/>
    <w:rsid w:val="00255459"/>
    <w:rsid w:val="00255947"/>
    <w:rsid w:val="0025657A"/>
    <w:rsid w:val="002568E4"/>
    <w:rsid w:val="00256B9A"/>
    <w:rsid w:val="002601C5"/>
    <w:rsid w:val="002606F9"/>
    <w:rsid w:val="002611B9"/>
    <w:rsid w:val="002612F6"/>
    <w:rsid w:val="00262017"/>
    <w:rsid w:val="00262A72"/>
    <w:rsid w:val="00262DAB"/>
    <w:rsid w:val="00262EE5"/>
    <w:rsid w:val="00263E47"/>
    <w:rsid w:val="00264099"/>
    <w:rsid w:val="002642C9"/>
    <w:rsid w:val="00264C47"/>
    <w:rsid w:val="00265BBA"/>
    <w:rsid w:val="00265F09"/>
    <w:rsid w:val="002669F1"/>
    <w:rsid w:val="00266E22"/>
    <w:rsid w:val="00271C13"/>
    <w:rsid w:val="00271D80"/>
    <w:rsid w:val="00272542"/>
    <w:rsid w:val="00272714"/>
    <w:rsid w:val="00273179"/>
    <w:rsid w:val="002734A4"/>
    <w:rsid w:val="00274101"/>
    <w:rsid w:val="00274547"/>
    <w:rsid w:val="00274DDC"/>
    <w:rsid w:val="0027506B"/>
    <w:rsid w:val="00275467"/>
    <w:rsid w:val="00275DBB"/>
    <w:rsid w:val="002768ED"/>
    <w:rsid w:val="00276ABE"/>
    <w:rsid w:val="00276E88"/>
    <w:rsid w:val="00277123"/>
    <w:rsid w:val="002778A5"/>
    <w:rsid w:val="00277FD2"/>
    <w:rsid w:val="002812F5"/>
    <w:rsid w:val="002812F6"/>
    <w:rsid w:val="00281790"/>
    <w:rsid w:val="00281CA3"/>
    <w:rsid w:val="00281CE5"/>
    <w:rsid w:val="00282025"/>
    <w:rsid w:val="00282437"/>
    <w:rsid w:val="00282754"/>
    <w:rsid w:val="00282869"/>
    <w:rsid w:val="00283211"/>
    <w:rsid w:val="00284E3D"/>
    <w:rsid w:val="0028557E"/>
    <w:rsid w:val="00286515"/>
    <w:rsid w:val="00286B66"/>
    <w:rsid w:val="00286D64"/>
    <w:rsid w:val="002877F2"/>
    <w:rsid w:val="00287B25"/>
    <w:rsid w:val="00290A2D"/>
    <w:rsid w:val="00290BFD"/>
    <w:rsid w:val="0029111C"/>
    <w:rsid w:val="0029362B"/>
    <w:rsid w:val="00293738"/>
    <w:rsid w:val="00293D35"/>
    <w:rsid w:val="00293FFF"/>
    <w:rsid w:val="00294DE4"/>
    <w:rsid w:val="0029520E"/>
    <w:rsid w:val="00295839"/>
    <w:rsid w:val="00296705"/>
    <w:rsid w:val="00296FD8"/>
    <w:rsid w:val="00297139"/>
    <w:rsid w:val="002975A3"/>
    <w:rsid w:val="002A0428"/>
    <w:rsid w:val="002A0731"/>
    <w:rsid w:val="002A0B7D"/>
    <w:rsid w:val="002A0BB2"/>
    <w:rsid w:val="002A0FCC"/>
    <w:rsid w:val="002A1162"/>
    <w:rsid w:val="002A145D"/>
    <w:rsid w:val="002A215D"/>
    <w:rsid w:val="002A2AD4"/>
    <w:rsid w:val="002A338D"/>
    <w:rsid w:val="002A3434"/>
    <w:rsid w:val="002A367B"/>
    <w:rsid w:val="002A3793"/>
    <w:rsid w:val="002A3AA0"/>
    <w:rsid w:val="002A5778"/>
    <w:rsid w:val="002A5868"/>
    <w:rsid w:val="002A61DC"/>
    <w:rsid w:val="002A64E7"/>
    <w:rsid w:val="002A6694"/>
    <w:rsid w:val="002A68B3"/>
    <w:rsid w:val="002A68EA"/>
    <w:rsid w:val="002A6926"/>
    <w:rsid w:val="002A7902"/>
    <w:rsid w:val="002A7B81"/>
    <w:rsid w:val="002A7DF6"/>
    <w:rsid w:val="002A7EE4"/>
    <w:rsid w:val="002B1898"/>
    <w:rsid w:val="002B1C69"/>
    <w:rsid w:val="002B25F2"/>
    <w:rsid w:val="002B2975"/>
    <w:rsid w:val="002B4306"/>
    <w:rsid w:val="002B453E"/>
    <w:rsid w:val="002B4BD5"/>
    <w:rsid w:val="002B4D2E"/>
    <w:rsid w:val="002B4EF1"/>
    <w:rsid w:val="002B61E2"/>
    <w:rsid w:val="002B6587"/>
    <w:rsid w:val="002B69DB"/>
    <w:rsid w:val="002B6E67"/>
    <w:rsid w:val="002B7205"/>
    <w:rsid w:val="002C0133"/>
    <w:rsid w:val="002C0218"/>
    <w:rsid w:val="002C0E99"/>
    <w:rsid w:val="002C20F6"/>
    <w:rsid w:val="002C22AA"/>
    <w:rsid w:val="002C22F1"/>
    <w:rsid w:val="002C2B3C"/>
    <w:rsid w:val="002C2C2B"/>
    <w:rsid w:val="002C390F"/>
    <w:rsid w:val="002C4062"/>
    <w:rsid w:val="002C40FE"/>
    <w:rsid w:val="002C4438"/>
    <w:rsid w:val="002C5436"/>
    <w:rsid w:val="002D0F81"/>
    <w:rsid w:val="002D1349"/>
    <w:rsid w:val="002D15A1"/>
    <w:rsid w:val="002D287C"/>
    <w:rsid w:val="002D2F92"/>
    <w:rsid w:val="002D464B"/>
    <w:rsid w:val="002D48BB"/>
    <w:rsid w:val="002D5657"/>
    <w:rsid w:val="002D5E5F"/>
    <w:rsid w:val="002D5FAA"/>
    <w:rsid w:val="002D644B"/>
    <w:rsid w:val="002D7195"/>
    <w:rsid w:val="002D72BE"/>
    <w:rsid w:val="002D7598"/>
    <w:rsid w:val="002D7AFF"/>
    <w:rsid w:val="002E130C"/>
    <w:rsid w:val="002E1381"/>
    <w:rsid w:val="002E16BD"/>
    <w:rsid w:val="002E16C2"/>
    <w:rsid w:val="002E1E76"/>
    <w:rsid w:val="002E2198"/>
    <w:rsid w:val="002E222C"/>
    <w:rsid w:val="002E372E"/>
    <w:rsid w:val="002E4F91"/>
    <w:rsid w:val="002E51B0"/>
    <w:rsid w:val="002E587E"/>
    <w:rsid w:val="002E676F"/>
    <w:rsid w:val="002E752C"/>
    <w:rsid w:val="002F023A"/>
    <w:rsid w:val="002F186C"/>
    <w:rsid w:val="002F37C5"/>
    <w:rsid w:val="002F6893"/>
    <w:rsid w:val="002F7830"/>
    <w:rsid w:val="00300BD8"/>
    <w:rsid w:val="00301661"/>
    <w:rsid w:val="00301FFF"/>
    <w:rsid w:val="0030274E"/>
    <w:rsid w:val="00302AF9"/>
    <w:rsid w:val="00302E63"/>
    <w:rsid w:val="0030353B"/>
    <w:rsid w:val="0030496F"/>
    <w:rsid w:val="003054A8"/>
    <w:rsid w:val="0030580B"/>
    <w:rsid w:val="0030625C"/>
    <w:rsid w:val="00306355"/>
    <w:rsid w:val="00307FCC"/>
    <w:rsid w:val="003110BB"/>
    <w:rsid w:val="00311197"/>
    <w:rsid w:val="00312D5F"/>
    <w:rsid w:val="0031346A"/>
    <w:rsid w:val="003134F8"/>
    <w:rsid w:val="00313CD4"/>
    <w:rsid w:val="0031427E"/>
    <w:rsid w:val="00314564"/>
    <w:rsid w:val="003146DB"/>
    <w:rsid w:val="00314CFB"/>
    <w:rsid w:val="00320959"/>
    <w:rsid w:val="00321198"/>
    <w:rsid w:val="0032151A"/>
    <w:rsid w:val="00321616"/>
    <w:rsid w:val="00321C67"/>
    <w:rsid w:val="00322188"/>
    <w:rsid w:val="00322F05"/>
    <w:rsid w:val="00323211"/>
    <w:rsid w:val="00323747"/>
    <w:rsid w:val="00323763"/>
    <w:rsid w:val="00324333"/>
    <w:rsid w:val="003262BA"/>
    <w:rsid w:val="003302FE"/>
    <w:rsid w:val="00332532"/>
    <w:rsid w:val="00332A77"/>
    <w:rsid w:val="00333A5B"/>
    <w:rsid w:val="0033451B"/>
    <w:rsid w:val="00334F95"/>
    <w:rsid w:val="00335BEA"/>
    <w:rsid w:val="00335E72"/>
    <w:rsid w:val="00336FC3"/>
    <w:rsid w:val="003376D2"/>
    <w:rsid w:val="00337971"/>
    <w:rsid w:val="00337D69"/>
    <w:rsid w:val="00340290"/>
    <w:rsid w:val="00340370"/>
    <w:rsid w:val="00340E97"/>
    <w:rsid w:val="00341158"/>
    <w:rsid w:val="00342960"/>
    <w:rsid w:val="00342BB4"/>
    <w:rsid w:val="00344E35"/>
    <w:rsid w:val="00346585"/>
    <w:rsid w:val="0034680D"/>
    <w:rsid w:val="00346888"/>
    <w:rsid w:val="00346DFD"/>
    <w:rsid w:val="003475E4"/>
    <w:rsid w:val="003504BC"/>
    <w:rsid w:val="003510DB"/>
    <w:rsid w:val="00351A44"/>
    <w:rsid w:val="00351D1B"/>
    <w:rsid w:val="00351E61"/>
    <w:rsid w:val="003526E5"/>
    <w:rsid w:val="00352D75"/>
    <w:rsid w:val="00353627"/>
    <w:rsid w:val="00353E4D"/>
    <w:rsid w:val="0035419F"/>
    <w:rsid w:val="003559F4"/>
    <w:rsid w:val="0035660E"/>
    <w:rsid w:val="003573CB"/>
    <w:rsid w:val="00357645"/>
    <w:rsid w:val="00357688"/>
    <w:rsid w:val="00357922"/>
    <w:rsid w:val="00357D2C"/>
    <w:rsid w:val="003603B0"/>
    <w:rsid w:val="0036048E"/>
    <w:rsid w:val="00360AEC"/>
    <w:rsid w:val="00362350"/>
    <w:rsid w:val="003637C9"/>
    <w:rsid w:val="00363EEE"/>
    <w:rsid w:val="00364D2C"/>
    <w:rsid w:val="00364F18"/>
    <w:rsid w:val="00364FC4"/>
    <w:rsid w:val="00365A46"/>
    <w:rsid w:val="00365B34"/>
    <w:rsid w:val="003669FD"/>
    <w:rsid w:val="00367571"/>
    <w:rsid w:val="00367A3F"/>
    <w:rsid w:val="00367ACF"/>
    <w:rsid w:val="00370E37"/>
    <w:rsid w:val="0037163D"/>
    <w:rsid w:val="003717F3"/>
    <w:rsid w:val="003727BE"/>
    <w:rsid w:val="00372E3F"/>
    <w:rsid w:val="0037415D"/>
    <w:rsid w:val="0037438D"/>
    <w:rsid w:val="00375C78"/>
    <w:rsid w:val="00376211"/>
    <w:rsid w:val="00377570"/>
    <w:rsid w:val="00377BAD"/>
    <w:rsid w:val="003802FA"/>
    <w:rsid w:val="003811D0"/>
    <w:rsid w:val="00381962"/>
    <w:rsid w:val="00381D9D"/>
    <w:rsid w:val="00382AA6"/>
    <w:rsid w:val="00382F88"/>
    <w:rsid w:val="0038316F"/>
    <w:rsid w:val="003838AD"/>
    <w:rsid w:val="003843E9"/>
    <w:rsid w:val="00384CF4"/>
    <w:rsid w:val="00385542"/>
    <w:rsid w:val="00385B41"/>
    <w:rsid w:val="00387935"/>
    <w:rsid w:val="00387E10"/>
    <w:rsid w:val="0039127B"/>
    <w:rsid w:val="00391A08"/>
    <w:rsid w:val="003934C2"/>
    <w:rsid w:val="00393633"/>
    <w:rsid w:val="00393657"/>
    <w:rsid w:val="00393A62"/>
    <w:rsid w:val="00394072"/>
    <w:rsid w:val="00394C0D"/>
    <w:rsid w:val="003953A9"/>
    <w:rsid w:val="0039583B"/>
    <w:rsid w:val="003960E3"/>
    <w:rsid w:val="00397EFA"/>
    <w:rsid w:val="003A02FB"/>
    <w:rsid w:val="003A140A"/>
    <w:rsid w:val="003A1AB5"/>
    <w:rsid w:val="003A2DAD"/>
    <w:rsid w:val="003A4660"/>
    <w:rsid w:val="003A5100"/>
    <w:rsid w:val="003A56CE"/>
    <w:rsid w:val="003A5F74"/>
    <w:rsid w:val="003A60CF"/>
    <w:rsid w:val="003A6214"/>
    <w:rsid w:val="003A63F6"/>
    <w:rsid w:val="003A6BEE"/>
    <w:rsid w:val="003A6D4E"/>
    <w:rsid w:val="003B0B75"/>
    <w:rsid w:val="003B0EF1"/>
    <w:rsid w:val="003B10B8"/>
    <w:rsid w:val="003B2C5E"/>
    <w:rsid w:val="003B449E"/>
    <w:rsid w:val="003B4F16"/>
    <w:rsid w:val="003B53AF"/>
    <w:rsid w:val="003B7945"/>
    <w:rsid w:val="003C072A"/>
    <w:rsid w:val="003C0F93"/>
    <w:rsid w:val="003C1021"/>
    <w:rsid w:val="003C17F0"/>
    <w:rsid w:val="003C1CEB"/>
    <w:rsid w:val="003C369B"/>
    <w:rsid w:val="003C3F0C"/>
    <w:rsid w:val="003C47AC"/>
    <w:rsid w:val="003C5118"/>
    <w:rsid w:val="003C5681"/>
    <w:rsid w:val="003C58C3"/>
    <w:rsid w:val="003C5B0F"/>
    <w:rsid w:val="003C5F5A"/>
    <w:rsid w:val="003C6CAF"/>
    <w:rsid w:val="003C6FE7"/>
    <w:rsid w:val="003C7235"/>
    <w:rsid w:val="003D059D"/>
    <w:rsid w:val="003D0754"/>
    <w:rsid w:val="003D13CF"/>
    <w:rsid w:val="003D24E8"/>
    <w:rsid w:val="003D2592"/>
    <w:rsid w:val="003D2785"/>
    <w:rsid w:val="003D2D1A"/>
    <w:rsid w:val="003D33C6"/>
    <w:rsid w:val="003D4D18"/>
    <w:rsid w:val="003D4DEF"/>
    <w:rsid w:val="003D5083"/>
    <w:rsid w:val="003D54EB"/>
    <w:rsid w:val="003D55D3"/>
    <w:rsid w:val="003D6BB3"/>
    <w:rsid w:val="003D6D5C"/>
    <w:rsid w:val="003D6E52"/>
    <w:rsid w:val="003D7AC6"/>
    <w:rsid w:val="003E034C"/>
    <w:rsid w:val="003E2CC6"/>
    <w:rsid w:val="003E2F20"/>
    <w:rsid w:val="003E3184"/>
    <w:rsid w:val="003E526E"/>
    <w:rsid w:val="003E607F"/>
    <w:rsid w:val="003E6A3B"/>
    <w:rsid w:val="003E6B3F"/>
    <w:rsid w:val="003E6E15"/>
    <w:rsid w:val="003E76F7"/>
    <w:rsid w:val="003F028B"/>
    <w:rsid w:val="003F0BBD"/>
    <w:rsid w:val="003F2802"/>
    <w:rsid w:val="003F3247"/>
    <w:rsid w:val="003F3A00"/>
    <w:rsid w:val="003F426A"/>
    <w:rsid w:val="003F4A2B"/>
    <w:rsid w:val="003F533D"/>
    <w:rsid w:val="003F53AC"/>
    <w:rsid w:val="003F54E9"/>
    <w:rsid w:val="003F66EE"/>
    <w:rsid w:val="003F694F"/>
    <w:rsid w:val="003F6E9F"/>
    <w:rsid w:val="003F7002"/>
    <w:rsid w:val="003F73D9"/>
    <w:rsid w:val="004000A1"/>
    <w:rsid w:val="004003D5"/>
    <w:rsid w:val="004005BD"/>
    <w:rsid w:val="0040100C"/>
    <w:rsid w:val="00401085"/>
    <w:rsid w:val="004013F6"/>
    <w:rsid w:val="00401509"/>
    <w:rsid w:val="004015FB"/>
    <w:rsid w:val="00401974"/>
    <w:rsid w:val="00401FB6"/>
    <w:rsid w:val="00402359"/>
    <w:rsid w:val="00402B9F"/>
    <w:rsid w:val="00402DBD"/>
    <w:rsid w:val="0040349F"/>
    <w:rsid w:val="00405B31"/>
    <w:rsid w:val="0040604F"/>
    <w:rsid w:val="00406602"/>
    <w:rsid w:val="004071A5"/>
    <w:rsid w:val="004075BC"/>
    <w:rsid w:val="00407F16"/>
    <w:rsid w:val="00412BC8"/>
    <w:rsid w:val="00412E0D"/>
    <w:rsid w:val="00413444"/>
    <w:rsid w:val="00414198"/>
    <w:rsid w:val="00414A89"/>
    <w:rsid w:val="00414D97"/>
    <w:rsid w:val="00414E4C"/>
    <w:rsid w:val="004159A6"/>
    <w:rsid w:val="00415A24"/>
    <w:rsid w:val="00416167"/>
    <w:rsid w:val="004168BC"/>
    <w:rsid w:val="004172B2"/>
    <w:rsid w:val="00417B9B"/>
    <w:rsid w:val="004213DB"/>
    <w:rsid w:val="00421724"/>
    <w:rsid w:val="00421874"/>
    <w:rsid w:val="00422427"/>
    <w:rsid w:val="00422E5A"/>
    <w:rsid w:val="00422EF3"/>
    <w:rsid w:val="00424A5A"/>
    <w:rsid w:val="00424ED7"/>
    <w:rsid w:val="004252F4"/>
    <w:rsid w:val="00425485"/>
    <w:rsid w:val="00425A72"/>
    <w:rsid w:val="004260A6"/>
    <w:rsid w:val="00426BC1"/>
    <w:rsid w:val="00426BC9"/>
    <w:rsid w:val="00426C5E"/>
    <w:rsid w:val="0042734B"/>
    <w:rsid w:val="00427493"/>
    <w:rsid w:val="00427A37"/>
    <w:rsid w:val="00431EA4"/>
    <w:rsid w:val="00432A3C"/>
    <w:rsid w:val="00433DFF"/>
    <w:rsid w:val="004346A1"/>
    <w:rsid w:val="00435547"/>
    <w:rsid w:val="00435918"/>
    <w:rsid w:val="00435A4D"/>
    <w:rsid w:val="00435B5E"/>
    <w:rsid w:val="00435CA9"/>
    <w:rsid w:val="00436D35"/>
    <w:rsid w:val="00437418"/>
    <w:rsid w:val="004403BF"/>
    <w:rsid w:val="00440ECE"/>
    <w:rsid w:val="00441302"/>
    <w:rsid w:val="0044191F"/>
    <w:rsid w:val="00441E82"/>
    <w:rsid w:val="004439D1"/>
    <w:rsid w:val="00446733"/>
    <w:rsid w:val="00447331"/>
    <w:rsid w:val="00447B84"/>
    <w:rsid w:val="004504DE"/>
    <w:rsid w:val="00451107"/>
    <w:rsid w:val="00451ECB"/>
    <w:rsid w:val="004522E0"/>
    <w:rsid w:val="00452359"/>
    <w:rsid w:val="00452F3C"/>
    <w:rsid w:val="00453852"/>
    <w:rsid w:val="00454101"/>
    <w:rsid w:val="00454315"/>
    <w:rsid w:val="00454463"/>
    <w:rsid w:val="00455845"/>
    <w:rsid w:val="00455CCE"/>
    <w:rsid w:val="00456853"/>
    <w:rsid w:val="00456A5B"/>
    <w:rsid w:val="004570C9"/>
    <w:rsid w:val="00457A8D"/>
    <w:rsid w:val="00461894"/>
    <w:rsid w:val="00462063"/>
    <w:rsid w:val="00462A2D"/>
    <w:rsid w:val="00464DDE"/>
    <w:rsid w:val="004659AE"/>
    <w:rsid w:val="00470856"/>
    <w:rsid w:val="004726EB"/>
    <w:rsid w:val="00474DF6"/>
    <w:rsid w:val="00475177"/>
    <w:rsid w:val="00476425"/>
    <w:rsid w:val="004767D9"/>
    <w:rsid w:val="004768E1"/>
    <w:rsid w:val="00476E11"/>
    <w:rsid w:val="00476EE9"/>
    <w:rsid w:val="004776A1"/>
    <w:rsid w:val="004776A2"/>
    <w:rsid w:val="004819D7"/>
    <w:rsid w:val="00481A9C"/>
    <w:rsid w:val="00482170"/>
    <w:rsid w:val="00482177"/>
    <w:rsid w:val="0048471E"/>
    <w:rsid w:val="0048493A"/>
    <w:rsid w:val="00484CFA"/>
    <w:rsid w:val="0048553B"/>
    <w:rsid w:val="00485765"/>
    <w:rsid w:val="0048683A"/>
    <w:rsid w:val="0048704B"/>
    <w:rsid w:val="004903E1"/>
    <w:rsid w:val="00490475"/>
    <w:rsid w:val="00490AF8"/>
    <w:rsid w:val="00491789"/>
    <w:rsid w:val="00491FDA"/>
    <w:rsid w:val="00492234"/>
    <w:rsid w:val="00493127"/>
    <w:rsid w:val="004936C3"/>
    <w:rsid w:val="004938D9"/>
    <w:rsid w:val="00493BC2"/>
    <w:rsid w:val="00493EC9"/>
    <w:rsid w:val="00494224"/>
    <w:rsid w:val="004942E5"/>
    <w:rsid w:val="0049470A"/>
    <w:rsid w:val="00494F14"/>
    <w:rsid w:val="00495A13"/>
    <w:rsid w:val="00495CB8"/>
    <w:rsid w:val="00496188"/>
    <w:rsid w:val="0049629C"/>
    <w:rsid w:val="00497ABD"/>
    <w:rsid w:val="004A0000"/>
    <w:rsid w:val="004A00B0"/>
    <w:rsid w:val="004A0C93"/>
    <w:rsid w:val="004A1EB9"/>
    <w:rsid w:val="004A1F88"/>
    <w:rsid w:val="004A2113"/>
    <w:rsid w:val="004A2BCC"/>
    <w:rsid w:val="004A36D8"/>
    <w:rsid w:val="004A3972"/>
    <w:rsid w:val="004A4CD4"/>
    <w:rsid w:val="004A54A6"/>
    <w:rsid w:val="004A5816"/>
    <w:rsid w:val="004A760F"/>
    <w:rsid w:val="004B0E4B"/>
    <w:rsid w:val="004B1F87"/>
    <w:rsid w:val="004B207B"/>
    <w:rsid w:val="004B21C3"/>
    <w:rsid w:val="004B2379"/>
    <w:rsid w:val="004B3396"/>
    <w:rsid w:val="004B3BF3"/>
    <w:rsid w:val="004B4326"/>
    <w:rsid w:val="004B4783"/>
    <w:rsid w:val="004B5372"/>
    <w:rsid w:val="004B55DE"/>
    <w:rsid w:val="004B5B6B"/>
    <w:rsid w:val="004B5E16"/>
    <w:rsid w:val="004B6411"/>
    <w:rsid w:val="004B6761"/>
    <w:rsid w:val="004B7216"/>
    <w:rsid w:val="004B7310"/>
    <w:rsid w:val="004C2969"/>
    <w:rsid w:val="004C36C8"/>
    <w:rsid w:val="004C37B3"/>
    <w:rsid w:val="004C3A2C"/>
    <w:rsid w:val="004C4161"/>
    <w:rsid w:val="004C46E2"/>
    <w:rsid w:val="004C49C4"/>
    <w:rsid w:val="004C4A42"/>
    <w:rsid w:val="004C4DE1"/>
    <w:rsid w:val="004C52D9"/>
    <w:rsid w:val="004C68F5"/>
    <w:rsid w:val="004C761C"/>
    <w:rsid w:val="004C7C3D"/>
    <w:rsid w:val="004D01EA"/>
    <w:rsid w:val="004D0FB5"/>
    <w:rsid w:val="004D1268"/>
    <w:rsid w:val="004D1ED6"/>
    <w:rsid w:val="004D1F93"/>
    <w:rsid w:val="004D2BA2"/>
    <w:rsid w:val="004D3172"/>
    <w:rsid w:val="004D3429"/>
    <w:rsid w:val="004D3E47"/>
    <w:rsid w:val="004D6411"/>
    <w:rsid w:val="004D6EE5"/>
    <w:rsid w:val="004D7B6E"/>
    <w:rsid w:val="004E1CBB"/>
    <w:rsid w:val="004E1D62"/>
    <w:rsid w:val="004E29CB"/>
    <w:rsid w:val="004E330F"/>
    <w:rsid w:val="004E4D38"/>
    <w:rsid w:val="004E5404"/>
    <w:rsid w:val="004E706C"/>
    <w:rsid w:val="004E73A1"/>
    <w:rsid w:val="004E7422"/>
    <w:rsid w:val="004F14FC"/>
    <w:rsid w:val="004F1C43"/>
    <w:rsid w:val="004F1EEC"/>
    <w:rsid w:val="004F4337"/>
    <w:rsid w:val="004F43B4"/>
    <w:rsid w:val="004F44BB"/>
    <w:rsid w:val="004F5CAE"/>
    <w:rsid w:val="004F6B4D"/>
    <w:rsid w:val="005014E3"/>
    <w:rsid w:val="0050160E"/>
    <w:rsid w:val="00501870"/>
    <w:rsid w:val="00501E14"/>
    <w:rsid w:val="00502CE7"/>
    <w:rsid w:val="005040BB"/>
    <w:rsid w:val="00505099"/>
    <w:rsid w:val="005051DD"/>
    <w:rsid w:val="00505D0C"/>
    <w:rsid w:val="00505EC0"/>
    <w:rsid w:val="005062C3"/>
    <w:rsid w:val="005062C9"/>
    <w:rsid w:val="005063DB"/>
    <w:rsid w:val="0050656A"/>
    <w:rsid w:val="0051000B"/>
    <w:rsid w:val="0051024C"/>
    <w:rsid w:val="00510F13"/>
    <w:rsid w:val="00511222"/>
    <w:rsid w:val="005113ED"/>
    <w:rsid w:val="00512485"/>
    <w:rsid w:val="00512A40"/>
    <w:rsid w:val="00513833"/>
    <w:rsid w:val="00513B13"/>
    <w:rsid w:val="00514B18"/>
    <w:rsid w:val="00515064"/>
    <w:rsid w:val="005208BD"/>
    <w:rsid w:val="00521166"/>
    <w:rsid w:val="00522202"/>
    <w:rsid w:val="00523155"/>
    <w:rsid w:val="0052463A"/>
    <w:rsid w:val="00525201"/>
    <w:rsid w:val="005256F0"/>
    <w:rsid w:val="005268CA"/>
    <w:rsid w:val="0052756A"/>
    <w:rsid w:val="005276DB"/>
    <w:rsid w:val="005277AD"/>
    <w:rsid w:val="00527927"/>
    <w:rsid w:val="00527D3B"/>
    <w:rsid w:val="005306CA"/>
    <w:rsid w:val="005307E2"/>
    <w:rsid w:val="005308A8"/>
    <w:rsid w:val="005309B1"/>
    <w:rsid w:val="00530A25"/>
    <w:rsid w:val="00530F34"/>
    <w:rsid w:val="0053142A"/>
    <w:rsid w:val="00531B84"/>
    <w:rsid w:val="0053211E"/>
    <w:rsid w:val="00532459"/>
    <w:rsid w:val="0053292B"/>
    <w:rsid w:val="00532958"/>
    <w:rsid w:val="00532C49"/>
    <w:rsid w:val="00532CBD"/>
    <w:rsid w:val="0053302D"/>
    <w:rsid w:val="00533DB6"/>
    <w:rsid w:val="00533EBB"/>
    <w:rsid w:val="00535B29"/>
    <w:rsid w:val="00535CFA"/>
    <w:rsid w:val="00536079"/>
    <w:rsid w:val="00536E47"/>
    <w:rsid w:val="00536FA9"/>
    <w:rsid w:val="00540061"/>
    <w:rsid w:val="0054011D"/>
    <w:rsid w:val="005408D7"/>
    <w:rsid w:val="00541CA8"/>
    <w:rsid w:val="00542EE7"/>
    <w:rsid w:val="00543D57"/>
    <w:rsid w:val="00543E88"/>
    <w:rsid w:val="0054414E"/>
    <w:rsid w:val="00544157"/>
    <w:rsid w:val="00544823"/>
    <w:rsid w:val="00544AB5"/>
    <w:rsid w:val="00544C45"/>
    <w:rsid w:val="00545792"/>
    <w:rsid w:val="005462D4"/>
    <w:rsid w:val="00546759"/>
    <w:rsid w:val="00546CC9"/>
    <w:rsid w:val="00546F54"/>
    <w:rsid w:val="00546FCA"/>
    <w:rsid w:val="00547A50"/>
    <w:rsid w:val="00547AFA"/>
    <w:rsid w:val="00550F05"/>
    <w:rsid w:val="0055110A"/>
    <w:rsid w:val="0055121A"/>
    <w:rsid w:val="0055267E"/>
    <w:rsid w:val="00552929"/>
    <w:rsid w:val="00552BDF"/>
    <w:rsid w:val="00553F34"/>
    <w:rsid w:val="00554662"/>
    <w:rsid w:val="00554771"/>
    <w:rsid w:val="005552DB"/>
    <w:rsid w:val="00555795"/>
    <w:rsid w:val="00555B9C"/>
    <w:rsid w:val="00555C76"/>
    <w:rsid w:val="00555EF8"/>
    <w:rsid w:val="0055604E"/>
    <w:rsid w:val="00557F36"/>
    <w:rsid w:val="00560479"/>
    <w:rsid w:val="00560BE6"/>
    <w:rsid w:val="00560E50"/>
    <w:rsid w:val="00560EA1"/>
    <w:rsid w:val="00561458"/>
    <w:rsid w:val="00561B7C"/>
    <w:rsid w:val="00563147"/>
    <w:rsid w:val="005647CD"/>
    <w:rsid w:val="00564E51"/>
    <w:rsid w:val="0056629A"/>
    <w:rsid w:val="0056647E"/>
    <w:rsid w:val="00566DCB"/>
    <w:rsid w:val="00570680"/>
    <w:rsid w:val="00570BC2"/>
    <w:rsid w:val="00570C48"/>
    <w:rsid w:val="00571D1B"/>
    <w:rsid w:val="00571F85"/>
    <w:rsid w:val="0057294C"/>
    <w:rsid w:val="005736ED"/>
    <w:rsid w:val="0057426F"/>
    <w:rsid w:val="00575C2D"/>
    <w:rsid w:val="0057638A"/>
    <w:rsid w:val="00577171"/>
    <w:rsid w:val="00577AC0"/>
    <w:rsid w:val="0058027E"/>
    <w:rsid w:val="005818E9"/>
    <w:rsid w:val="0058219E"/>
    <w:rsid w:val="005828B2"/>
    <w:rsid w:val="00582B1A"/>
    <w:rsid w:val="005837D4"/>
    <w:rsid w:val="00584614"/>
    <w:rsid w:val="00584B36"/>
    <w:rsid w:val="0058509A"/>
    <w:rsid w:val="005853B8"/>
    <w:rsid w:val="00585B3C"/>
    <w:rsid w:val="00585F58"/>
    <w:rsid w:val="00585F7B"/>
    <w:rsid w:val="0058767F"/>
    <w:rsid w:val="005876C7"/>
    <w:rsid w:val="00590290"/>
    <w:rsid w:val="00591598"/>
    <w:rsid w:val="00591955"/>
    <w:rsid w:val="00591A97"/>
    <w:rsid w:val="00591B80"/>
    <w:rsid w:val="00594D3A"/>
    <w:rsid w:val="005950F5"/>
    <w:rsid w:val="00595664"/>
    <w:rsid w:val="00595CFB"/>
    <w:rsid w:val="005963E9"/>
    <w:rsid w:val="00596F3C"/>
    <w:rsid w:val="0059755B"/>
    <w:rsid w:val="005979D2"/>
    <w:rsid w:val="005A03F9"/>
    <w:rsid w:val="005A1A45"/>
    <w:rsid w:val="005A1E48"/>
    <w:rsid w:val="005A3082"/>
    <w:rsid w:val="005A34E6"/>
    <w:rsid w:val="005A491D"/>
    <w:rsid w:val="005A4D9A"/>
    <w:rsid w:val="005A5247"/>
    <w:rsid w:val="005A5FFC"/>
    <w:rsid w:val="005A6404"/>
    <w:rsid w:val="005A69E7"/>
    <w:rsid w:val="005A6C0F"/>
    <w:rsid w:val="005A7AC3"/>
    <w:rsid w:val="005B0F1D"/>
    <w:rsid w:val="005B12DB"/>
    <w:rsid w:val="005B13B1"/>
    <w:rsid w:val="005B172D"/>
    <w:rsid w:val="005B1BA2"/>
    <w:rsid w:val="005B21FA"/>
    <w:rsid w:val="005B29C4"/>
    <w:rsid w:val="005B2A0C"/>
    <w:rsid w:val="005B3B6C"/>
    <w:rsid w:val="005B4787"/>
    <w:rsid w:val="005B57BD"/>
    <w:rsid w:val="005B6122"/>
    <w:rsid w:val="005B61C1"/>
    <w:rsid w:val="005B66F9"/>
    <w:rsid w:val="005B6E7A"/>
    <w:rsid w:val="005B7550"/>
    <w:rsid w:val="005C06FE"/>
    <w:rsid w:val="005C1943"/>
    <w:rsid w:val="005C1D0A"/>
    <w:rsid w:val="005C212B"/>
    <w:rsid w:val="005C45F5"/>
    <w:rsid w:val="005C471B"/>
    <w:rsid w:val="005C5D60"/>
    <w:rsid w:val="005C681B"/>
    <w:rsid w:val="005C6C23"/>
    <w:rsid w:val="005C6C95"/>
    <w:rsid w:val="005C7573"/>
    <w:rsid w:val="005C77F1"/>
    <w:rsid w:val="005D004D"/>
    <w:rsid w:val="005D049C"/>
    <w:rsid w:val="005D07D7"/>
    <w:rsid w:val="005D18CC"/>
    <w:rsid w:val="005D1F1E"/>
    <w:rsid w:val="005D2C3E"/>
    <w:rsid w:val="005D31B3"/>
    <w:rsid w:val="005D469B"/>
    <w:rsid w:val="005D60FF"/>
    <w:rsid w:val="005D6368"/>
    <w:rsid w:val="005D64DA"/>
    <w:rsid w:val="005D680C"/>
    <w:rsid w:val="005D6D47"/>
    <w:rsid w:val="005D6E3B"/>
    <w:rsid w:val="005D76E7"/>
    <w:rsid w:val="005D7BAA"/>
    <w:rsid w:val="005E16A0"/>
    <w:rsid w:val="005E1C71"/>
    <w:rsid w:val="005E2343"/>
    <w:rsid w:val="005E2498"/>
    <w:rsid w:val="005E2BD1"/>
    <w:rsid w:val="005E3AF8"/>
    <w:rsid w:val="005E3BC9"/>
    <w:rsid w:val="005E3D58"/>
    <w:rsid w:val="005E3DA4"/>
    <w:rsid w:val="005E513D"/>
    <w:rsid w:val="005E5F4C"/>
    <w:rsid w:val="005E6CA6"/>
    <w:rsid w:val="005E7D93"/>
    <w:rsid w:val="005F0246"/>
    <w:rsid w:val="005F0D10"/>
    <w:rsid w:val="005F16D4"/>
    <w:rsid w:val="005F1C5C"/>
    <w:rsid w:val="005F2C52"/>
    <w:rsid w:val="005F3098"/>
    <w:rsid w:val="005F4A70"/>
    <w:rsid w:val="005F52F3"/>
    <w:rsid w:val="005F5975"/>
    <w:rsid w:val="005F5B07"/>
    <w:rsid w:val="005F5F09"/>
    <w:rsid w:val="005F6FE9"/>
    <w:rsid w:val="005F785B"/>
    <w:rsid w:val="00600C41"/>
    <w:rsid w:val="0060300A"/>
    <w:rsid w:val="00603104"/>
    <w:rsid w:val="00603277"/>
    <w:rsid w:val="00603D0A"/>
    <w:rsid w:val="00603DB0"/>
    <w:rsid w:val="0060406B"/>
    <w:rsid w:val="006053CA"/>
    <w:rsid w:val="0060561D"/>
    <w:rsid w:val="00605A70"/>
    <w:rsid w:val="00606354"/>
    <w:rsid w:val="00607421"/>
    <w:rsid w:val="006074D3"/>
    <w:rsid w:val="00607AE2"/>
    <w:rsid w:val="006101A6"/>
    <w:rsid w:val="006103B0"/>
    <w:rsid w:val="006103CD"/>
    <w:rsid w:val="0061045B"/>
    <w:rsid w:val="00610591"/>
    <w:rsid w:val="006117E7"/>
    <w:rsid w:val="006124FE"/>
    <w:rsid w:val="00612A35"/>
    <w:rsid w:val="00612F21"/>
    <w:rsid w:val="00613296"/>
    <w:rsid w:val="0061331B"/>
    <w:rsid w:val="0061351F"/>
    <w:rsid w:val="00613543"/>
    <w:rsid w:val="00613B0B"/>
    <w:rsid w:val="006146B3"/>
    <w:rsid w:val="00615D46"/>
    <w:rsid w:val="00616546"/>
    <w:rsid w:val="0061760F"/>
    <w:rsid w:val="00617C76"/>
    <w:rsid w:val="00617D45"/>
    <w:rsid w:val="00620D2C"/>
    <w:rsid w:val="00620F9A"/>
    <w:rsid w:val="006210DA"/>
    <w:rsid w:val="00621AB4"/>
    <w:rsid w:val="00624881"/>
    <w:rsid w:val="00624AC4"/>
    <w:rsid w:val="00624E7D"/>
    <w:rsid w:val="00625F1D"/>
    <w:rsid w:val="006266C2"/>
    <w:rsid w:val="006267C6"/>
    <w:rsid w:val="00627052"/>
    <w:rsid w:val="00627B7C"/>
    <w:rsid w:val="006305C3"/>
    <w:rsid w:val="0063068C"/>
    <w:rsid w:val="00630966"/>
    <w:rsid w:val="0063096A"/>
    <w:rsid w:val="00630BD9"/>
    <w:rsid w:val="0063175E"/>
    <w:rsid w:val="00631E11"/>
    <w:rsid w:val="00631FA5"/>
    <w:rsid w:val="00632B3E"/>
    <w:rsid w:val="00632F47"/>
    <w:rsid w:val="006348BD"/>
    <w:rsid w:val="0063492D"/>
    <w:rsid w:val="006350DB"/>
    <w:rsid w:val="00635626"/>
    <w:rsid w:val="00636B1F"/>
    <w:rsid w:val="00636D7F"/>
    <w:rsid w:val="006373AD"/>
    <w:rsid w:val="00637D38"/>
    <w:rsid w:val="00640A7A"/>
    <w:rsid w:val="00640D80"/>
    <w:rsid w:val="00641955"/>
    <w:rsid w:val="00641B4F"/>
    <w:rsid w:val="00641C3D"/>
    <w:rsid w:val="00641D7E"/>
    <w:rsid w:val="00642641"/>
    <w:rsid w:val="00642705"/>
    <w:rsid w:val="00642DF9"/>
    <w:rsid w:val="00642E97"/>
    <w:rsid w:val="0064322D"/>
    <w:rsid w:val="0064391A"/>
    <w:rsid w:val="00643FB0"/>
    <w:rsid w:val="00644AAE"/>
    <w:rsid w:val="00644B76"/>
    <w:rsid w:val="00645794"/>
    <w:rsid w:val="00645B41"/>
    <w:rsid w:val="006463E7"/>
    <w:rsid w:val="00646415"/>
    <w:rsid w:val="00646504"/>
    <w:rsid w:val="006468F5"/>
    <w:rsid w:val="00646AEA"/>
    <w:rsid w:val="00647334"/>
    <w:rsid w:val="006479E5"/>
    <w:rsid w:val="00647ABB"/>
    <w:rsid w:val="00650097"/>
    <w:rsid w:val="006509A9"/>
    <w:rsid w:val="0065116B"/>
    <w:rsid w:val="00652064"/>
    <w:rsid w:val="00652A16"/>
    <w:rsid w:val="00652F9A"/>
    <w:rsid w:val="00653379"/>
    <w:rsid w:val="006534AD"/>
    <w:rsid w:val="006539DB"/>
    <w:rsid w:val="00653C19"/>
    <w:rsid w:val="00654045"/>
    <w:rsid w:val="006558D5"/>
    <w:rsid w:val="006560C7"/>
    <w:rsid w:val="00656464"/>
    <w:rsid w:val="0065767E"/>
    <w:rsid w:val="00660124"/>
    <w:rsid w:val="00660D26"/>
    <w:rsid w:val="006612FB"/>
    <w:rsid w:val="006617EE"/>
    <w:rsid w:val="00661F0E"/>
    <w:rsid w:val="0066218F"/>
    <w:rsid w:val="006629C0"/>
    <w:rsid w:val="00663C27"/>
    <w:rsid w:val="00663DA0"/>
    <w:rsid w:val="00664096"/>
    <w:rsid w:val="006641F6"/>
    <w:rsid w:val="006651B5"/>
    <w:rsid w:val="00665DAE"/>
    <w:rsid w:val="00665E66"/>
    <w:rsid w:val="00666347"/>
    <w:rsid w:val="00666E88"/>
    <w:rsid w:val="00667268"/>
    <w:rsid w:val="006673F6"/>
    <w:rsid w:val="0066751C"/>
    <w:rsid w:val="00667A10"/>
    <w:rsid w:val="00667B44"/>
    <w:rsid w:val="00667C9F"/>
    <w:rsid w:val="0067114A"/>
    <w:rsid w:val="006711F7"/>
    <w:rsid w:val="0067224E"/>
    <w:rsid w:val="00672321"/>
    <w:rsid w:val="00673016"/>
    <w:rsid w:val="006730CB"/>
    <w:rsid w:val="0067347B"/>
    <w:rsid w:val="006735FE"/>
    <w:rsid w:val="00673ECF"/>
    <w:rsid w:val="00673FA8"/>
    <w:rsid w:val="006748F3"/>
    <w:rsid w:val="00674BAF"/>
    <w:rsid w:val="00674E77"/>
    <w:rsid w:val="00675D65"/>
    <w:rsid w:val="006764B5"/>
    <w:rsid w:val="00676828"/>
    <w:rsid w:val="006771C3"/>
    <w:rsid w:val="00677269"/>
    <w:rsid w:val="00677418"/>
    <w:rsid w:val="00677889"/>
    <w:rsid w:val="00677D00"/>
    <w:rsid w:val="00677F4A"/>
    <w:rsid w:val="0068071C"/>
    <w:rsid w:val="00681D69"/>
    <w:rsid w:val="00681DDD"/>
    <w:rsid w:val="00681FD3"/>
    <w:rsid w:val="00682455"/>
    <w:rsid w:val="006830F8"/>
    <w:rsid w:val="0068374C"/>
    <w:rsid w:val="006837C8"/>
    <w:rsid w:val="00683BB2"/>
    <w:rsid w:val="0068460F"/>
    <w:rsid w:val="0068471E"/>
    <w:rsid w:val="00684CC9"/>
    <w:rsid w:val="00685524"/>
    <w:rsid w:val="0068656E"/>
    <w:rsid w:val="006867D6"/>
    <w:rsid w:val="00686C01"/>
    <w:rsid w:val="00686F9B"/>
    <w:rsid w:val="006874F4"/>
    <w:rsid w:val="0068760F"/>
    <w:rsid w:val="00687BC6"/>
    <w:rsid w:val="00690267"/>
    <w:rsid w:val="00690A2D"/>
    <w:rsid w:val="006911C6"/>
    <w:rsid w:val="0069147C"/>
    <w:rsid w:val="00691606"/>
    <w:rsid w:val="00691F74"/>
    <w:rsid w:val="00692988"/>
    <w:rsid w:val="00692FAC"/>
    <w:rsid w:val="0069308B"/>
    <w:rsid w:val="00693147"/>
    <w:rsid w:val="00694014"/>
    <w:rsid w:val="0069483D"/>
    <w:rsid w:val="00695F3C"/>
    <w:rsid w:val="00695F62"/>
    <w:rsid w:val="00696B4B"/>
    <w:rsid w:val="00697F4F"/>
    <w:rsid w:val="006A1C0E"/>
    <w:rsid w:val="006A23C2"/>
    <w:rsid w:val="006A27CA"/>
    <w:rsid w:val="006A3602"/>
    <w:rsid w:val="006A3B55"/>
    <w:rsid w:val="006A43A8"/>
    <w:rsid w:val="006A4E05"/>
    <w:rsid w:val="006A5306"/>
    <w:rsid w:val="006A576D"/>
    <w:rsid w:val="006A5D22"/>
    <w:rsid w:val="006A632D"/>
    <w:rsid w:val="006A6A79"/>
    <w:rsid w:val="006A7E80"/>
    <w:rsid w:val="006A7F94"/>
    <w:rsid w:val="006B0563"/>
    <w:rsid w:val="006B0B3A"/>
    <w:rsid w:val="006B135C"/>
    <w:rsid w:val="006B17B5"/>
    <w:rsid w:val="006B1B61"/>
    <w:rsid w:val="006B1E32"/>
    <w:rsid w:val="006B23EA"/>
    <w:rsid w:val="006B2686"/>
    <w:rsid w:val="006B2994"/>
    <w:rsid w:val="006B2E0F"/>
    <w:rsid w:val="006B3050"/>
    <w:rsid w:val="006B3561"/>
    <w:rsid w:val="006B497D"/>
    <w:rsid w:val="006B5327"/>
    <w:rsid w:val="006B5A51"/>
    <w:rsid w:val="006B5F43"/>
    <w:rsid w:val="006B6004"/>
    <w:rsid w:val="006B66B3"/>
    <w:rsid w:val="006B6B37"/>
    <w:rsid w:val="006B6CD2"/>
    <w:rsid w:val="006B728B"/>
    <w:rsid w:val="006B73FA"/>
    <w:rsid w:val="006B7F3B"/>
    <w:rsid w:val="006C0208"/>
    <w:rsid w:val="006C10D5"/>
    <w:rsid w:val="006C1DF0"/>
    <w:rsid w:val="006C21A5"/>
    <w:rsid w:val="006C296B"/>
    <w:rsid w:val="006C35F1"/>
    <w:rsid w:val="006C3677"/>
    <w:rsid w:val="006C3C1F"/>
    <w:rsid w:val="006C4A1A"/>
    <w:rsid w:val="006C4BD5"/>
    <w:rsid w:val="006C6302"/>
    <w:rsid w:val="006C68D8"/>
    <w:rsid w:val="006C6FD6"/>
    <w:rsid w:val="006C726D"/>
    <w:rsid w:val="006C7A3B"/>
    <w:rsid w:val="006C7C65"/>
    <w:rsid w:val="006C7DA2"/>
    <w:rsid w:val="006C7F39"/>
    <w:rsid w:val="006D0429"/>
    <w:rsid w:val="006D1BFC"/>
    <w:rsid w:val="006D38D6"/>
    <w:rsid w:val="006D4485"/>
    <w:rsid w:val="006D49D2"/>
    <w:rsid w:val="006D5941"/>
    <w:rsid w:val="006D59F2"/>
    <w:rsid w:val="006D6EAC"/>
    <w:rsid w:val="006D753B"/>
    <w:rsid w:val="006D7A26"/>
    <w:rsid w:val="006D7B59"/>
    <w:rsid w:val="006E0B39"/>
    <w:rsid w:val="006E0D5E"/>
    <w:rsid w:val="006E10D5"/>
    <w:rsid w:val="006E1316"/>
    <w:rsid w:val="006E17F0"/>
    <w:rsid w:val="006E1E94"/>
    <w:rsid w:val="006E1F42"/>
    <w:rsid w:val="006E2065"/>
    <w:rsid w:val="006E241F"/>
    <w:rsid w:val="006E2551"/>
    <w:rsid w:val="006E2B3C"/>
    <w:rsid w:val="006E2C70"/>
    <w:rsid w:val="006E2F41"/>
    <w:rsid w:val="006E453F"/>
    <w:rsid w:val="006E4939"/>
    <w:rsid w:val="006E5423"/>
    <w:rsid w:val="006E5827"/>
    <w:rsid w:val="006E7A62"/>
    <w:rsid w:val="006E7F79"/>
    <w:rsid w:val="006F36F1"/>
    <w:rsid w:val="006F3BAD"/>
    <w:rsid w:val="006F3D39"/>
    <w:rsid w:val="006F3DC0"/>
    <w:rsid w:val="006F41C4"/>
    <w:rsid w:val="006F4BE7"/>
    <w:rsid w:val="006F4F7C"/>
    <w:rsid w:val="006F5353"/>
    <w:rsid w:val="006F54D9"/>
    <w:rsid w:val="006F6076"/>
    <w:rsid w:val="006F6ED0"/>
    <w:rsid w:val="006F76C2"/>
    <w:rsid w:val="006F7DAB"/>
    <w:rsid w:val="0070056F"/>
    <w:rsid w:val="00701640"/>
    <w:rsid w:val="00701A21"/>
    <w:rsid w:val="00703988"/>
    <w:rsid w:val="007046A4"/>
    <w:rsid w:val="007050B8"/>
    <w:rsid w:val="00705194"/>
    <w:rsid w:val="007059C4"/>
    <w:rsid w:val="007060F7"/>
    <w:rsid w:val="00706B58"/>
    <w:rsid w:val="00706C49"/>
    <w:rsid w:val="0070764F"/>
    <w:rsid w:val="00707749"/>
    <w:rsid w:val="007077FB"/>
    <w:rsid w:val="00710534"/>
    <w:rsid w:val="007111F0"/>
    <w:rsid w:val="00711959"/>
    <w:rsid w:val="00711BA2"/>
    <w:rsid w:val="00712272"/>
    <w:rsid w:val="00713057"/>
    <w:rsid w:val="00713909"/>
    <w:rsid w:val="007142CE"/>
    <w:rsid w:val="0071511F"/>
    <w:rsid w:val="007154AF"/>
    <w:rsid w:val="00715E41"/>
    <w:rsid w:val="00715EBE"/>
    <w:rsid w:val="00715F7A"/>
    <w:rsid w:val="0071661B"/>
    <w:rsid w:val="00717B9C"/>
    <w:rsid w:val="00720324"/>
    <w:rsid w:val="00720BA9"/>
    <w:rsid w:val="00721782"/>
    <w:rsid w:val="00723341"/>
    <w:rsid w:val="007248CF"/>
    <w:rsid w:val="00726103"/>
    <w:rsid w:val="00726188"/>
    <w:rsid w:val="007265AF"/>
    <w:rsid w:val="00727627"/>
    <w:rsid w:val="00727EFF"/>
    <w:rsid w:val="00730070"/>
    <w:rsid w:val="007301E5"/>
    <w:rsid w:val="007303A5"/>
    <w:rsid w:val="00730709"/>
    <w:rsid w:val="007307B6"/>
    <w:rsid w:val="00730FDC"/>
    <w:rsid w:val="00732315"/>
    <w:rsid w:val="00732D29"/>
    <w:rsid w:val="007334F6"/>
    <w:rsid w:val="0073419E"/>
    <w:rsid w:val="007369FF"/>
    <w:rsid w:val="007372D0"/>
    <w:rsid w:val="00741CE2"/>
    <w:rsid w:val="00741CFE"/>
    <w:rsid w:val="007420EA"/>
    <w:rsid w:val="0074228F"/>
    <w:rsid w:val="00743255"/>
    <w:rsid w:val="00743B5A"/>
    <w:rsid w:val="00744214"/>
    <w:rsid w:val="00744AB1"/>
    <w:rsid w:val="00744EE0"/>
    <w:rsid w:val="00744F56"/>
    <w:rsid w:val="00744FDB"/>
    <w:rsid w:val="0074551C"/>
    <w:rsid w:val="00745787"/>
    <w:rsid w:val="00745BEC"/>
    <w:rsid w:val="007462C7"/>
    <w:rsid w:val="007462E2"/>
    <w:rsid w:val="00747588"/>
    <w:rsid w:val="00750391"/>
    <w:rsid w:val="0075091B"/>
    <w:rsid w:val="00750C22"/>
    <w:rsid w:val="00751827"/>
    <w:rsid w:val="00751A18"/>
    <w:rsid w:val="007525F1"/>
    <w:rsid w:val="00752780"/>
    <w:rsid w:val="007528ED"/>
    <w:rsid w:val="00752C08"/>
    <w:rsid w:val="00754043"/>
    <w:rsid w:val="00754477"/>
    <w:rsid w:val="0075665D"/>
    <w:rsid w:val="00760491"/>
    <w:rsid w:val="007610C6"/>
    <w:rsid w:val="00761F92"/>
    <w:rsid w:val="0076335A"/>
    <w:rsid w:val="00764293"/>
    <w:rsid w:val="00764E5B"/>
    <w:rsid w:val="00764EF0"/>
    <w:rsid w:val="0076625B"/>
    <w:rsid w:val="00766910"/>
    <w:rsid w:val="00766935"/>
    <w:rsid w:val="00767EA1"/>
    <w:rsid w:val="00770639"/>
    <w:rsid w:val="00771167"/>
    <w:rsid w:val="0077134B"/>
    <w:rsid w:val="007720A8"/>
    <w:rsid w:val="007723CB"/>
    <w:rsid w:val="007744ED"/>
    <w:rsid w:val="00774BE6"/>
    <w:rsid w:val="00775857"/>
    <w:rsid w:val="007765D1"/>
    <w:rsid w:val="00777CEF"/>
    <w:rsid w:val="00777EF8"/>
    <w:rsid w:val="00777FCB"/>
    <w:rsid w:val="0078021D"/>
    <w:rsid w:val="00781520"/>
    <w:rsid w:val="007821D7"/>
    <w:rsid w:val="00782412"/>
    <w:rsid w:val="00782A86"/>
    <w:rsid w:val="00782AC3"/>
    <w:rsid w:val="0078355C"/>
    <w:rsid w:val="00784BB9"/>
    <w:rsid w:val="00784CE4"/>
    <w:rsid w:val="00785E48"/>
    <w:rsid w:val="007862EE"/>
    <w:rsid w:val="007869E9"/>
    <w:rsid w:val="0078714C"/>
    <w:rsid w:val="00787967"/>
    <w:rsid w:val="00791670"/>
    <w:rsid w:val="007935B3"/>
    <w:rsid w:val="00793864"/>
    <w:rsid w:val="007958DA"/>
    <w:rsid w:val="00795AD5"/>
    <w:rsid w:val="0079773D"/>
    <w:rsid w:val="00797ED4"/>
    <w:rsid w:val="007A0786"/>
    <w:rsid w:val="007A1B8A"/>
    <w:rsid w:val="007A3C12"/>
    <w:rsid w:val="007A4266"/>
    <w:rsid w:val="007A4B70"/>
    <w:rsid w:val="007A529D"/>
    <w:rsid w:val="007A5A4F"/>
    <w:rsid w:val="007A5B67"/>
    <w:rsid w:val="007A606B"/>
    <w:rsid w:val="007A6B67"/>
    <w:rsid w:val="007A70C7"/>
    <w:rsid w:val="007A7460"/>
    <w:rsid w:val="007A75D9"/>
    <w:rsid w:val="007B05C0"/>
    <w:rsid w:val="007B0D06"/>
    <w:rsid w:val="007B1122"/>
    <w:rsid w:val="007B139D"/>
    <w:rsid w:val="007B18D0"/>
    <w:rsid w:val="007B1B15"/>
    <w:rsid w:val="007B20C7"/>
    <w:rsid w:val="007B2D13"/>
    <w:rsid w:val="007B4467"/>
    <w:rsid w:val="007B4E9C"/>
    <w:rsid w:val="007B6E5B"/>
    <w:rsid w:val="007B7244"/>
    <w:rsid w:val="007C0C2A"/>
    <w:rsid w:val="007C0DA6"/>
    <w:rsid w:val="007C2B3F"/>
    <w:rsid w:val="007C3DAB"/>
    <w:rsid w:val="007C4583"/>
    <w:rsid w:val="007C49A3"/>
    <w:rsid w:val="007C4C89"/>
    <w:rsid w:val="007C51CB"/>
    <w:rsid w:val="007C52F8"/>
    <w:rsid w:val="007C56BA"/>
    <w:rsid w:val="007C5841"/>
    <w:rsid w:val="007C58C6"/>
    <w:rsid w:val="007C629D"/>
    <w:rsid w:val="007C6343"/>
    <w:rsid w:val="007C6913"/>
    <w:rsid w:val="007C6952"/>
    <w:rsid w:val="007C7277"/>
    <w:rsid w:val="007C72BA"/>
    <w:rsid w:val="007C7AE3"/>
    <w:rsid w:val="007C7AFA"/>
    <w:rsid w:val="007C7D7F"/>
    <w:rsid w:val="007D35E7"/>
    <w:rsid w:val="007D46AF"/>
    <w:rsid w:val="007D5151"/>
    <w:rsid w:val="007D58EA"/>
    <w:rsid w:val="007D6F99"/>
    <w:rsid w:val="007D7ECF"/>
    <w:rsid w:val="007E005A"/>
    <w:rsid w:val="007E0C8A"/>
    <w:rsid w:val="007E0ECF"/>
    <w:rsid w:val="007E0FD0"/>
    <w:rsid w:val="007E3577"/>
    <w:rsid w:val="007E3DDF"/>
    <w:rsid w:val="007E4C11"/>
    <w:rsid w:val="007E4CCC"/>
    <w:rsid w:val="007E5828"/>
    <w:rsid w:val="007E593E"/>
    <w:rsid w:val="007E5B7D"/>
    <w:rsid w:val="007E62B9"/>
    <w:rsid w:val="007E65FA"/>
    <w:rsid w:val="007E66BD"/>
    <w:rsid w:val="007E6948"/>
    <w:rsid w:val="007E6A33"/>
    <w:rsid w:val="007E75AC"/>
    <w:rsid w:val="007F01C9"/>
    <w:rsid w:val="007F0B37"/>
    <w:rsid w:val="007F0C53"/>
    <w:rsid w:val="007F15BD"/>
    <w:rsid w:val="007F208C"/>
    <w:rsid w:val="007F2351"/>
    <w:rsid w:val="007F260F"/>
    <w:rsid w:val="007F2F75"/>
    <w:rsid w:val="007F4180"/>
    <w:rsid w:val="007F4EE0"/>
    <w:rsid w:val="007F5CAE"/>
    <w:rsid w:val="007F6055"/>
    <w:rsid w:val="007F6CA7"/>
    <w:rsid w:val="007F7604"/>
    <w:rsid w:val="007F762E"/>
    <w:rsid w:val="00800F66"/>
    <w:rsid w:val="00801AE0"/>
    <w:rsid w:val="00801B22"/>
    <w:rsid w:val="00802278"/>
    <w:rsid w:val="00802865"/>
    <w:rsid w:val="00802B89"/>
    <w:rsid w:val="00802BD9"/>
    <w:rsid w:val="00802E27"/>
    <w:rsid w:val="00803A1E"/>
    <w:rsid w:val="008041E5"/>
    <w:rsid w:val="008054C5"/>
    <w:rsid w:val="008056D1"/>
    <w:rsid w:val="00805D37"/>
    <w:rsid w:val="00807515"/>
    <w:rsid w:val="00807887"/>
    <w:rsid w:val="00807BB2"/>
    <w:rsid w:val="00807CC3"/>
    <w:rsid w:val="008107DE"/>
    <w:rsid w:val="00810EB5"/>
    <w:rsid w:val="00811624"/>
    <w:rsid w:val="00811B04"/>
    <w:rsid w:val="00811D3D"/>
    <w:rsid w:val="00812718"/>
    <w:rsid w:val="00813B1A"/>
    <w:rsid w:val="00813E3A"/>
    <w:rsid w:val="00814387"/>
    <w:rsid w:val="0081447B"/>
    <w:rsid w:val="008148C4"/>
    <w:rsid w:val="00815877"/>
    <w:rsid w:val="00816208"/>
    <w:rsid w:val="00816508"/>
    <w:rsid w:val="00816A62"/>
    <w:rsid w:val="0081774E"/>
    <w:rsid w:val="0081775E"/>
    <w:rsid w:val="00817C4D"/>
    <w:rsid w:val="0082196D"/>
    <w:rsid w:val="00821D0A"/>
    <w:rsid w:val="00822717"/>
    <w:rsid w:val="008229C7"/>
    <w:rsid w:val="0082310A"/>
    <w:rsid w:val="00823335"/>
    <w:rsid w:val="0082388F"/>
    <w:rsid w:val="00823F3E"/>
    <w:rsid w:val="008251B8"/>
    <w:rsid w:val="00825703"/>
    <w:rsid w:val="008262F6"/>
    <w:rsid w:val="008267CF"/>
    <w:rsid w:val="00826B8C"/>
    <w:rsid w:val="00826ECE"/>
    <w:rsid w:val="00826FF1"/>
    <w:rsid w:val="0083134C"/>
    <w:rsid w:val="00831B8A"/>
    <w:rsid w:val="00832090"/>
    <w:rsid w:val="008321DC"/>
    <w:rsid w:val="00833C59"/>
    <w:rsid w:val="008342A2"/>
    <w:rsid w:val="008345E4"/>
    <w:rsid w:val="0083497A"/>
    <w:rsid w:val="00834EE4"/>
    <w:rsid w:val="00835C4F"/>
    <w:rsid w:val="00835E5A"/>
    <w:rsid w:val="00836C61"/>
    <w:rsid w:val="008403DA"/>
    <w:rsid w:val="00840581"/>
    <w:rsid w:val="00840EB9"/>
    <w:rsid w:val="00841C99"/>
    <w:rsid w:val="00842ECB"/>
    <w:rsid w:val="0084342F"/>
    <w:rsid w:val="00843803"/>
    <w:rsid w:val="00843F08"/>
    <w:rsid w:val="0084498F"/>
    <w:rsid w:val="00845FBC"/>
    <w:rsid w:val="00846267"/>
    <w:rsid w:val="00846C38"/>
    <w:rsid w:val="00847183"/>
    <w:rsid w:val="008471B7"/>
    <w:rsid w:val="0085016E"/>
    <w:rsid w:val="008506B9"/>
    <w:rsid w:val="00850CD2"/>
    <w:rsid w:val="00851554"/>
    <w:rsid w:val="008516F4"/>
    <w:rsid w:val="008521FE"/>
    <w:rsid w:val="00854377"/>
    <w:rsid w:val="00854613"/>
    <w:rsid w:val="00854911"/>
    <w:rsid w:val="00854B77"/>
    <w:rsid w:val="00856113"/>
    <w:rsid w:val="00856566"/>
    <w:rsid w:val="008568A8"/>
    <w:rsid w:val="00856C3F"/>
    <w:rsid w:val="008579AD"/>
    <w:rsid w:val="008618F1"/>
    <w:rsid w:val="00861C21"/>
    <w:rsid w:val="0086239A"/>
    <w:rsid w:val="00862990"/>
    <w:rsid w:val="00862A3B"/>
    <w:rsid w:val="00862BED"/>
    <w:rsid w:val="00862C06"/>
    <w:rsid w:val="00864032"/>
    <w:rsid w:val="008643CE"/>
    <w:rsid w:val="008649B7"/>
    <w:rsid w:val="00864DE3"/>
    <w:rsid w:val="00865AFD"/>
    <w:rsid w:val="00867ABD"/>
    <w:rsid w:val="008704DE"/>
    <w:rsid w:val="00870C75"/>
    <w:rsid w:val="00871001"/>
    <w:rsid w:val="00871244"/>
    <w:rsid w:val="0087162E"/>
    <w:rsid w:val="00871D2C"/>
    <w:rsid w:val="00872127"/>
    <w:rsid w:val="00873C95"/>
    <w:rsid w:val="00873F02"/>
    <w:rsid w:val="008741B8"/>
    <w:rsid w:val="00875A56"/>
    <w:rsid w:val="00875C5C"/>
    <w:rsid w:val="00875E6B"/>
    <w:rsid w:val="00876122"/>
    <w:rsid w:val="00876AA3"/>
    <w:rsid w:val="00876DD0"/>
    <w:rsid w:val="00877195"/>
    <w:rsid w:val="00877CFF"/>
    <w:rsid w:val="00880854"/>
    <w:rsid w:val="00883122"/>
    <w:rsid w:val="00883CAD"/>
    <w:rsid w:val="0088427A"/>
    <w:rsid w:val="00884D77"/>
    <w:rsid w:val="00886455"/>
    <w:rsid w:val="00887113"/>
    <w:rsid w:val="00887544"/>
    <w:rsid w:val="00887CE6"/>
    <w:rsid w:val="00890143"/>
    <w:rsid w:val="00890F93"/>
    <w:rsid w:val="00891AC7"/>
    <w:rsid w:val="008935EE"/>
    <w:rsid w:val="00894115"/>
    <w:rsid w:val="00895623"/>
    <w:rsid w:val="00895D8A"/>
    <w:rsid w:val="00896899"/>
    <w:rsid w:val="00896A94"/>
    <w:rsid w:val="00897067"/>
    <w:rsid w:val="008977C6"/>
    <w:rsid w:val="008979AC"/>
    <w:rsid w:val="008A01FE"/>
    <w:rsid w:val="008A048D"/>
    <w:rsid w:val="008A05F1"/>
    <w:rsid w:val="008A1F20"/>
    <w:rsid w:val="008A2144"/>
    <w:rsid w:val="008A2343"/>
    <w:rsid w:val="008A242F"/>
    <w:rsid w:val="008A2929"/>
    <w:rsid w:val="008A2FDC"/>
    <w:rsid w:val="008A2FEA"/>
    <w:rsid w:val="008A321E"/>
    <w:rsid w:val="008A3FB7"/>
    <w:rsid w:val="008A4079"/>
    <w:rsid w:val="008A4773"/>
    <w:rsid w:val="008A49A6"/>
    <w:rsid w:val="008A4ADB"/>
    <w:rsid w:val="008A4DAA"/>
    <w:rsid w:val="008A6459"/>
    <w:rsid w:val="008A649E"/>
    <w:rsid w:val="008A681A"/>
    <w:rsid w:val="008A6820"/>
    <w:rsid w:val="008A7525"/>
    <w:rsid w:val="008A7A8F"/>
    <w:rsid w:val="008A7F7E"/>
    <w:rsid w:val="008B1400"/>
    <w:rsid w:val="008B189E"/>
    <w:rsid w:val="008B1A4A"/>
    <w:rsid w:val="008B1FBA"/>
    <w:rsid w:val="008B2072"/>
    <w:rsid w:val="008B224A"/>
    <w:rsid w:val="008B261B"/>
    <w:rsid w:val="008B2CD4"/>
    <w:rsid w:val="008B36C2"/>
    <w:rsid w:val="008B4C17"/>
    <w:rsid w:val="008B684B"/>
    <w:rsid w:val="008B7438"/>
    <w:rsid w:val="008B7B66"/>
    <w:rsid w:val="008B7D2D"/>
    <w:rsid w:val="008B7D90"/>
    <w:rsid w:val="008C01B8"/>
    <w:rsid w:val="008C051C"/>
    <w:rsid w:val="008C0844"/>
    <w:rsid w:val="008C100E"/>
    <w:rsid w:val="008C1E7C"/>
    <w:rsid w:val="008C21BD"/>
    <w:rsid w:val="008C2BDE"/>
    <w:rsid w:val="008C30FC"/>
    <w:rsid w:val="008C330B"/>
    <w:rsid w:val="008C4425"/>
    <w:rsid w:val="008C52F8"/>
    <w:rsid w:val="008C5323"/>
    <w:rsid w:val="008C5A54"/>
    <w:rsid w:val="008C5B9B"/>
    <w:rsid w:val="008C614A"/>
    <w:rsid w:val="008C62EC"/>
    <w:rsid w:val="008C6663"/>
    <w:rsid w:val="008C7585"/>
    <w:rsid w:val="008C7BCA"/>
    <w:rsid w:val="008D034F"/>
    <w:rsid w:val="008D03C4"/>
    <w:rsid w:val="008D06DC"/>
    <w:rsid w:val="008D37E7"/>
    <w:rsid w:val="008D3F64"/>
    <w:rsid w:val="008D573F"/>
    <w:rsid w:val="008D57F1"/>
    <w:rsid w:val="008D598F"/>
    <w:rsid w:val="008D6B0B"/>
    <w:rsid w:val="008D6C02"/>
    <w:rsid w:val="008D6EB4"/>
    <w:rsid w:val="008D719C"/>
    <w:rsid w:val="008E0034"/>
    <w:rsid w:val="008E129C"/>
    <w:rsid w:val="008E17BB"/>
    <w:rsid w:val="008E2483"/>
    <w:rsid w:val="008E2E37"/>
    <w:rsid w:val="008E432F"/>
    <w:rsid w:val="008E4F60"/>
    <w:rsid w:val="008E55C5"/>
    <w:rsid w:val="008E5F8D"/>
    <w:rsid w:val="008E6EAD"/>
    <w:rsid w:val="008E7538"/>
    <w:rsid w:val="008E7576"/>
    <w:rsid w:val="008F1662"/>
    <w:rsid w:val="008F24CB"/>
    <w:rsid w:val="008F24D3"/>
    <w:rsid w:val="008F286C"/>
    <w:rsid w:val="008F288A"/>
    <w:rsid w:val="008F4415"/>
    <w:rsid w:val="008F4454"/>
    <w:rsid w:val="008F4FD0"/>
    <w:rsid w:val="008F514A"/>
    <w:rsid w:val="008F5930"/>
    <w:rsid w:val="008F5DA3"/>
    <w:rsid w:val="008F645D"/>
    <w:rsid w:val="008F65BC"/>
    <w:rsid w:val="008F683F"/>
    <w:rsid w:val="008F75AB"/>
    <w:rsid w:val="008F7C1C"/>
    <w:rsid w:val="009007E8"/>
    <w:rsid w:val="0090123E"/>
    <w:rsid w:val="0090140C"/>
    <w:rsid w:val="00902496"/>
    <w:rsid w:val="00902AA7"/>
    <w:rsid w:val="00902B99"/>
    <w:rsid w:val="00903078"/>
    <w:rsid w:val="009040E9"/>
    <w:rsid w:val="009104BF"/>
    <w:rsid w:val="00910B39"/>
    <w:rsid w:val="00910C67"/>
    <w:rsid w:val="009119F5"/>
    <w:rsid w:val="00912264"/>
    <w:rsid w:val="009122A5"/>
    <w:rsid w:val="009130E7"/>
    <w:rsid w:val="00913BD8"/>
    <w:rsid w:val="00914F72"/>
    <w:rsid w:val="0091639D"/>
    <w:rsid w:val="00917A14"/>
    <w:rsid w:val="009209C0"/>
    <w:rsid w:val="00921EA7"/>
    <w:rsid w:val="00921FFA"/>
    <w:rsid w:val="0092223C"/>
    <w:rsid w:val="00922873"/>
    <w:rsid w:val="00923E66"/>
    <w:rsid w:val="009242F5"/>
    <w:rsid w:val="00924A10"/>
    <w:rsid w:val="00924B77"/>
    <w:rsid w:val="00924F8B"/>
    <w:rsid w:val="009251FA"/>
    <w:rsid w:val="0092531F"/>
    <w:rsid w:val="0092571C"/>
    <w:rsid w:val="00926F80"/>
    <w:rsid w:val="00930CAF"/>
    <w:rsid w:val="0093132A"/>
    <w:rsid w:val="0093202B"/>
    <w:rsid w:val="00932BA8"/>
    <w:rsid w:val="00933494"/>
    <w:rsid w:val="009345CC"/>
    <w:rsid w:val="0093460C"/>
    <w:rsid w:val="00934C59"/>
    <w:rsid w:val="00934F93"/>
    <w:rsid w:val="00935418"/>
    <w:rsid w:val="0093700E"/>
    <w:rsid w:val="009370E3"/>
    <w:rsid w:val="00937CC1"/>
    <w:rsid w:val="00940920"/>
    <w:rsid w:val="00940D64"/>
    <w:rsid w:val="00941A41"/>
    <w:rsid w:val="0094247F"/>
    <w:rsid w:val="0094338C"/>
    <w:rsid w:val="009434D7"/>
    <w:rsid w:val="009439B9"/>
    <w:rsid w:val="00944197"/>
    <w:rsid w:val="00944244"/>
    <w:rsid w:val="009445FC"/>
    <w:rsid w:val="0094541E"/>
    <w:rsid w:val="00945A00"/>
    <w:rsid w:val="00945E44"/>
    <w:rsid w:val="00946288"/>
    <w:rsid w:val="00946F97"/>
    <w:rsid w:val="009473D9"/>
    <w:rsid w:val="00950F37"/>
    <w:rsid w:val="009523A6"/>
    <w:rsid w:val="009538F8"/>
    <w:rsid w:val="00953DB3"/>
    <w:rsid w:val="0095450C"/>
    <w:rsid w:val="00954823"/>
    <w:rsid w:val="00955EB6"/>
    <w:rsid w:val="00956D42"/>
    <w:rsid w:val="0096027F"/>
    <w:rsid w:val="00960CC0"/>
    <w:rsid w:val="0096138E"/>
    <w:rsid w:val="00961E50"/>
    <w:rsid w:val="0096269C"/>
    <w:rsid w:val="00962730"/>
    <w:rsid w:val="00962CA3"/>
    <w:rsid w:val="00962CD6"/>
    <w:rsid w:val="00962F46"/>
    <w:rsid w:val="009638BF"/>
    <w:rsid w:val="0096473D"/>
    <w:rsid w:val="009653BA"/>
    <w:rsid w:val="009657B5"/>
    <w:rsid w:val="009665CA"/>
    <w:rsid w:val="0096683E"/>
    <w:rsid w:val="00966914"/>
    <w:rsid w:val="00970261"/>
    <w:rsid w:val="00971DE3"/>
    <w:rsid w:val="0097262D"/>
    <w:rsid w:val="009726E1"/>
    <w:rsid w:val="00973DD3"/>
    <w:rsid w:val="00973E70"/>
    <w:rsid w:val="00974027"/>
    <w:rsid w:val="00974BB6"/>
    <w:rsid w:val="009760B1"/>
    <w:rsid w:val="009761EE"/>
    <w:rsid w:val="009762B8"/>
    <w:rsid w:val="00977610"/>
    <w:rsid w:val="00980292"/>
    <w:rsid w:val="00981301"/>
    <w:rsid w:val="0098130B"/>
    <w:rsid w:val="009814C4"/>
    <w:rsid w:val="009817AB"/>
    <w:rsid w:val="009824E8"/>
    <w:rsid w:val="00982F71"/>
    <w:rsid w:val="0098368F"/>
    <w:rsid w:val="0098430F"/>
    <w:rsid w:val="009846D2"/>
    <w:rsid w:val="0098486E"/>
    <w:rsid w:val="00984F72"/>
    <w:rsid w:val="00985140"/>
    <w:rsid w:val="009852D0"/>
    <w:rsid w:val="00985527"/>
    <w:rsid w:val="00985590"/>
    <w:rsid w:val="009856F1"/>
    <w:rsid w:val="0098570D"/>
    <w:rsid w:val="00985958"/>
    <w:rsid w:val="009861CE"/>
    <w:rsid w:val="009867D0"/>
    <w:rsid w:val="00990310"/>
    <w:rsid w:val="00990F95"/>
    <w:rsid w:val="0099280E"/>
    <w:rsid w:val="00993003"/>
    <w:rsid w:val="00993CD6"/>
    <w:rsid w:val="00994F58"/>
    <w:rsid w:val="009958CD"/>
    <w:rsid w:val="00996265"/>
    <w:rsid w:val="0099783B"/>
    <w:rsid w:val="00997AAB"/>
    <w:rsid w:val="009A069F"/>
    <w:rsid w:val="009A0DDD"/>
    <w:rsid w:val="009A0FF3"/>
    <w:rsid w:val="009A15F3"/>
    <w:rsid w:val="009A1EAB"/>
    <w:rsid w:val="009A1F09"/>
    <w:rsid w:val="009A2548"/>
    <w:rsid w:val="009A2BF9"/>
    <w:rsid w:val="009A340C"/>
    <w:rsid w:val="009A407A"/>
    <w:rsid w:val="009A4309"/>
    <w:rsid w:val="009A4325"/>
    <w:rsid w:val="009A45F4"/>
    <w:rsid w:val="009A6F00"/>
    <w:rsid w:val="009B05AF"/>
    <w:rsid w:val="009B0784"/>
    <w:rsid w:val="009B0B1C"/>
    <w:rsid w:val="009B0E3D"/>
    <w:rsid w:val="009B1DBB"/>
    <w:rsid w:val="009B252F"/>
    <w:rsid w:val="009B2CB2"/>
    <w:rsid w:val="009B3372"/>
    <w:rsid w:val="009B35CF"/>
    <w:rsid w:val="009B47F1"/>
    <w:rsid w:val="009B5A33"/>
    <w:rsid w:val="009B5B64"/>
    <w:rsid w:val="009B5C84"/>
    <w:rsid w:val="009B5E9E"/>
    <w:rsid w:val="009B5FFB"/>
    <w:rsid w:val="009B68A8"/>
    <w:rsid w:val="009B6F52"/>
    <w:rsid w:val="009B7707"/>
    <w:rsid w:val="009C0314"/>
    <w:rsid w:val="009C0B76"/>
    <w:rsid w:val="009C1822"/>
    <w:rsid w:val="009C1F43"/>
    <w:rsid w:val="009C2306"/>
    <w:rsid w:val="009C27C1"/>
    <w:rsid w:val="009C48DA"/>
    <w:rsid w:val="009C4C3D"/>
    <w:rsid w:val="009C51D5"/>
    <w:rsid w:val="009C5317"/>
    <w:rsid w:val="009C575F"/>
    <w:rsid w:val="009D03AA"/>
    <w:rsid w:val="009D062C"/>
    <w:rsid w:val="009D0BE5"/>
    <w:rsid w:val="009D1870"/>
    <w:rsid w:val="009D1975"/>
    <w:rsid w:val="009D2F05"/>
    <w:rsid w:val="009D31BC"/>
    <w:rsid w:val="009D3726"/>
    <w:rsid w:val="009D3DF4"/>
    <w:rsid w:val="009D3E5C"/>
    <w:rsid w:val="009D3E96"/>
    <w:rsid w:val="009D4915"/>
    <w:rsid w:val="009D55D9"/>
    <w:rsid w:val="009D5B35"/>
    <w:rsid w:val="009D5EAB"/>
    <w:rsid w:val="009D5F44"/>
    <w:rsid w:val="009D6684"/>
    <w:rsid w:val="009D6BD5"/>
    <w:rsid w:val="009D7201"/>
    <w:rsid w:val="009D79F9"/>
    <w:rsid w:val="009D7B2D"/>
    <w:rsid w:val="009E0904"/>
    <w:rsid w:val="009E098B"/>
    <w:rsid w:val="009E19AD"/>
    <w:rsid w:val="009E1D1E"/>
    <w:rsid w:val="009E38E8"/>
    <w:rsid w:val="009E3AAD"/>
    <w:rsid w:val="009E4DFE"/>
    <w:rsid w:val="009E554A"/>
    <w:rsid w:val="009E55C0"/>
    <w:rsid w:val="009E59B1"/>
    <w:rsid w:val="009E6258"/>
    <w:rsid w:val="009E74FD"/>
    <w:rsid w:val="009E7D32"/>
    <w:rsid w:val="009E7D5D"/>
    <w:rsid w:val="009F007D"/>
    <w:rsid w:val="009F0459"/>
    <w:rsid w:val="009F0F29"/>
    <w:rsid w:val="009F1049"/>
    <w:rsid w:val="009F12BA"/>
    <w:rsid w:val="009F16AB"/>
    <w:rsid w:val="009F35F6"/>
    <w:rsid w:val="009F3ADD"/>
    <w:rsid w:val="009F4021"/>
    <w:rsid w:val="009F4C07"/>
    <w:rsid w:val="009F5701"/>
    <w:rsid w:val="009F6062"/>
    <w:rsid w:val="009F6264"/>
    <w:rsid w:val="009F6857"/>
    <w:rsid w:val="009F7582"/>
    <w:rsid w:val="00A0114D"/>
    <w:rsid w:val="00A02408"/>
    <w:rsid w:val="00A02685"/>
    <w:rsid w:val="00A02CE4"/>
    <w:rsid w:val="00A02E77"/>
    <w:rsid w:val="00A030AE"/>
    <w:rsid w:val="00A03BB7"/>
    <w:rsid w:val="00A042D9"/>
    <w:rsid w:val="00A04A29"/>
    <w:rsid w:val="00A04B7F"/>
    <w:rsid w:val="00A05E9F"/>
    <w:rsid w:val="00A06295"/>
    <w:rsid w:val="00A068E5"/>
    <w:rsid w:val="00A06C12"/>
    <w:rsid w:val="00A07617"/>
    <w:rsid w:val="00A115E2"/>
    <w:rsid w:val="00A119F6"/>
    <w:rsid w:val="00A11DA7"/>
    <w:rsid w:val="00A121FC"/>
    <w:rsid w:val="00A13457"/>
    <w:rsid w:val="00A13D76"/>
    <w:rsid w:val="00A14CBB"/>
    <w:rsid w:val="00A15773"/>
    <w:rsid w:val="00A1615F"/>
    <w:rsid w:val="00A16893"/>
    <w:rsid w:val="00A16B55"/>
    <w:rsid w:val="00A17C5B"/>
    <w:rsid w:val="00A17FEC"/>
    <w:rsid w:val="00A20257"/>
    <w:rsid w:val="00A203DE"/>
    <w:rsid w:val="00A21475"/>
    <w:rsid w:val="00A2179E"/>
    <w:rsid w:val="00A21E96"/>
    <w:rsid w:val="00A21E9D"/>
    <w:rsid w:val="00A23060"/>
    <w:rsid w:val="00A23D5D"/>
    <w:rsid w:val="00A25085"/>
    <w:rsid w:val="00A26D3F"/>
    <w:rsid w:val="00A26E85"/>
    <w:rsid w:val="00A26FC6"/>
    <w:rsid w:val="00A27965"/>
    <w:rsid w:val="00A27CE6"/>
    <w:rsid w:val="00A3029C"/>
    <w:rsid w:val="00A30784"/>
    <w:rsid w:val="00A30D4D"/>
    <w:rsid w:val="00A311DB"/>
    <w:rsid w:val="00A3148C"/>
    <w:rsid w:val="00A31A49"/>
    <w:rsid w:val="00A31CF9"/>
    <w:rsid w:val="00A320DF"/>
    <w:rsid w:val="00A32657"/>
    <w:rsid w:val="00A32755"/>
    <w:rsid w:val="00A335EC"/>
    <w:rsid w:val="00A33659"/>
    <w:rsid w:val="00A34145"/>
    <w:rsid w:val="00A3452D"/>
    <w:rsid w:val="00A348D1"/>
    <w:rsid w:val="00A35072"/>
    <w:rsid w:val="00A35A46"/>
    <w:rsid w:val="00A35F5A"/>
    <w:rsid w:val="00A36151"/>
    <w:rsid w:val="00A364A6"/>
    <w:rsid w:val="00A36541"/>
    <w:rsid w:val="00A374FA"/>
    <w:rsid w:val="00A37517"/>
    <w:rsid w:val="00A37DFD"/>
    <w:rsid w:val="00A37EE4"/>
    <w:rsid w:val="00A4063C"/>
    <w:rsid w:val="00A41585"/>
    <w:rsid w:val="00A4226F"/>
    <w:rsid w:val="00A423A6"/>
    <w:rsid w:val="00A4367B"/>
    <w:rsid w:val="00A4448E"/>
    <w:rsid w:val="00A44638"/>
    <w:rsid w:val="00A447E6"/>
    <w:rsid w:val="00A45731"/>
    <w:rsid w:val="00A46227"/>
    <w:rsid w:val="00A46365"/>
    <w:rsid w:val="00A468C5"/>
    <w:rsid w:val="00A4693D"/>
    <w:rsid w:val="00A50889"/>
    <w:rsid w:val="00A52E6E"/>
    <w:rsid w:val="00A534B1"/>
    <w:rsid w:val="00A53C0E"/>
    <w:rsid w:val="00A549BE"/>
    <w:rsid w:val="00A549E0"/>
    <w:rsid w:val="00A54E67"/>
    <w:rsid w:val="00A54F81"/>
    <w:rsid w:val="00A55062"/>
    <w:rsid w:val="00A555B1"/>
    <w:rsid w:val="00A55DC2"/>
    <w:rsid w:val="00A56019"/>
    <w:rsid w:val="00A5670D"/>
    <w:rsid w:val="00A56976"/>
    <w:rsid w:val="00A56CB8"/>
    <w:rsid w:val="00A5703A"/>
    <w:rsid w:val="00A5704B"/>
    <w:rsid w:val="00A573FF"/>
    <w:rsid w:val="00A574F5"/>
    <w:rsid w:val="00A60262"/>
    <w:rsid w:val="00A6100A"/>
    <w:rsid w:val="00A6162D"/>
    <w:rsid w:val="00A61BCE"/>
    <w:rsid w:val="00A6248A"/>
    <w:rsid w:val="00A62D56"/>
    <w:rsid w:val="00A62F2B"/>
    <w:rsid w:val="00A63F8E"/>
    <w:rsid w:val="00A65261"/>
    <w:rsid w:val="00A65FAF"/>
    <w:rsid w:val="00A66375"/>
    <w:rsid w:val="00A66E48"/>
    <w:rsid w:val="00A673DC"/>
    <w:rsid w:val="00A70241"/>
    <w:rsid w:val="00A70279"/>
    <w:rsid w:val="00A706F5"/>
    <w:rsid w:val="00A70DF0"/>
    <w:rsid w:val="00A70EAE"/>
    <w:rsid w:val="00A71393"/>
    <w:rsid w:val="00A7142C"/>
    <w:rsid w:val="00A71775"/>
    <w:rsid w:val="00A71AAC"/>
    <w:rsid w:val="00A71FD6"/>
    <w:rsid w:val="00A72D62"/>
    <w:rsid w:val="00A72DF4"/>
    <w:rsid w:val="00A744AB"/>
    <w:rsid w:val="00A749A0"/>
    <w:rsid w:val="00A74C4E"/>
    <w:rsid w:val="00A75380"/>
    <w:rsid w:val="00A7689F"/>
    <w:rsid w:val="00A770A9"/>
    <w:rsid w:val="00A7733A"/>
    <w:rsid w:val="00A774E2"/>
    <w:rsid w:val="00A802DC"/>
    <w:rsid w:val="00A80666"/>
    <w:rsid w:val="00A81788"/>
    <w:rsid w:val="00A81F4C"/>
    <w:rsid w:val="00A822D2"/>
    <w:rsid w:val="00A83DD6"/>
    <w:rsid w:val="00A84F9A"/>
    <w:rsid w:val="00A852A6"/>
    <w:rsid w:val="00A854AC"/>
    <w:rsid w:val="00A86428"/>
    <w:rsid w:val="00A869C4"/>
    <w:rsid w:val="00A86A65"/>
    <w:rsid w:val="00A87D41"/>
    <w:rsid w:val="00A90308"/>
    <w:rsid w:val="00A9077D"/>
    <w:rsid w:val="00A909CD"/>
    <w:rsid w:val="00A909D9"/>
    <w:rsid w:val="00A926E4"/>
    <w:rsid w:val="00A93351"/>
    <w:rsid w:val="00A9471D"/>
    <w:rsid w:val="00A94BF5"/>
    <w:rsid w:val="00A95760"/>
    <w:rsid w:val="00A957C7"/>
    <w:rsid w:val="00A9616C"/>
    <w:rsid w:val="00A964E8"/>
    <w:rsid w:val="00A965BB"/>
    <w:rsid w:val="00AA018F"/>
    <w:rsid w:val="00AA0AE4"/>
    <w:rsid w:val="00AA1726"/>
    <w:rsid w:val="00AA2ABC"/>
    <w:rsid w:val="00AA328B"/>
    <w:rsid w:val="00AA3B09"/>
    <w:rsid w:val="00AA40D9"/>
    <w:rsid w:val="00AA44D6"/>
    <w:rsid w:val="00AA456A"/>
    <w:rsid w:val="00AA491C"/>
    <w:rsid w:val="00AA5495"/>
    <w:rsid w:val="00AA5693"/>
    <w:rsid w:val="00AA601E"/>
    <w:rsid w:val="00AA61DC"/>
    <w:rsid w:val="00AA6908"/>
    <w:rsid w:val="00AA6A55"/>
    <w:rsid w:val="00AB1F68"/>
    <w:rsid w:val="00AB276B"/>
    <w:rsid w:val="00AB27EE"/>
    <w:rsid w:val="00AB2CBD"/>
    <w:rsid w:val="00AB2FFA"/>
    <w:rsid w:val="00AB325C"/>
    <w:rsid w:val="00AB5AEF"/>
    <w:rsid w:val="00AB5FB9"/>
    <w:rsid w:val="00AC0594"/>
    <w:rsid w:val="00AC09B6"/>
    <w:rsid w:val="00AC0E75"/>
    <w:rsid w:val="00AC101F"/>
    <w:rsid w:val="00AC1C85"/>
    <w:rsid w:val="00AC20FF"/>
    <w:rsid w:val="00AC48FC"/>
    <w:rsid w:val="00AC490F"/>
    <w:rsid w:val="00AC4AC3"/>
    <w:rsid w:val="00AC508B"/>
    <w:rsid w:val="00AC570E"/>
    <w:rsid w:val="00AC6736"/>
    <w:rsid w:val="00AC6AFA"/>
    <w:rsid w:val="00AC6F7A"/>
    <w:rsid w:val="00AC7971"/>
    <w:rsid w:val="00AD1078"/>
    <w:rsid w:val="00AD1538"/>
    <w:rsid w:val="00AD1A07"/>
    <w:rsid w:val="00AD20D6"/>
    <w:rsid w:val="00AD28BD"/>
    <w:rsid w:val="00AD2FFD"/>
    <w:rsid w:val="00AD3909"/>
    <w:rsid w:val="00AD5FE5"/>
    <w:rsid w:val="00AD6733"/>
    <w:rsid w:val="00AE0369"/>
    <w:rsid w:val="00AE05F4"/>
    <w:rsid w:val="00AE371F"/>
    <w:rsid w:val="00AE3F54"/>
    <w:rsid w:val="00AE43D4"/>
    <w:rsid w:val="00AE4A91"/>
    <w:rsid w:val="00AE4B4F"/>
    <w:rsid w:val="00AE567E"/>
    <w:rsid w:val="00AE6141"/>
    <w:rsid w:val="00AE65C2"/>
    <w:rsid w:val="00AE6913"/>
    <w:rsid w:val="00AE6FCC"/>
    <w:rsid w:val="00AF0804"/>
    <w:rsid w:val="00AF0BAA"/>
    <w:rsid w:val="00AF0D62"/>
    <w:rsid w:val="00AF0EB1"/>
    <w:rsid w:val="00AF0F04"/>
    <w:rsid w:val="00AF17B2"/>
    <w:rsid w:val="00AF1D13"/>
    <w:rsid w:val="00AF1D45"/>
    <w:rsid w:val="00AF2AB4"/>
    <w:rsid w:val="00AF2C0A"/>
    <w:rsid w:val="00AF34D5"/>
    <w:rsid w:val="00AF37CC"/>
    <w:rsid w:val="00AF3F6D"/>
    <w:rsid w:val="00AF531A"/>
    <w:rsid w:val="00AF5F1C"/>
    <w:rsid w:val="00AF7720"/>
    <w:rsid w:val="00B00031"/>
    <w:rsid w:val="00B000B6"/>
    <w:rsid w:val="00B00B82"/>
    <w:rsid w:val="00B01B49"/>
    <w:rsid w:val="00B01D76"/>
    <w:rsid w:val="00B02796"/>
    <w:rsid w:val="00B028FC"/>
    <w:rsid w:val="00B03BC5"/>
    <w:rsid w:val="00B03C87"/>
    <w:rsid w:val="00B03ED9"/>
    <w:rsid w:val="00B04874"/>
    <w:rsid w:val="00B05464"/>
    <w:rsid w:val="00B05B05"/>
    <w:rsid w:val="00B05B4A"/>
    <w:rsid w:val="00B06BB9"/>
    <w:rsid w:val="00B10ABB"/>
    <w:rsid w:val="00B10B42"/>
    <w:rsid w:val="00B10DE2"/>
    <w:rsid w:val="00B10FD1"/>
    <w:rsid w:val="00B1143C"/>
    <w:rsid w:val="00B115B1"/>
    <w:rsid w:val="00B1165C"/>
    <w:rsid w:val="00B11D3A"/>
    <w:rsid w:val="00B156F8"/>
    <w:rsid w:val="00B15B6F"/>
    <w:rsid w:val="00B16247"/>
    <w:rsid w:val="00B16F27"/>
    <w:rsid w:val="00B16F5A"/>
    <w:rsid w:val="00B17190"/>
    <w:rsid w:val="00B17946"/>
    <w:rsid w:val="00B17DD6"/>
    <w:rsid w:val="00B200D4"/>
    <w:rsid w:val="00B203C8"/>
    <w:rsid w:val="00B206D0"/>
    <w:rsid w:val="00B20DB4"/>
    <w:rsid w:val="00B219D5"/>
    <w:rsid w:val="00B21E9E"/>
    <w:rsid w:val="00B21F1F"/>
    <w:rsid w:val="00B2365E"/>
    <w:rsid w:val="00B24B09"/>
    <w:rsid w:val="00B25219"/>
    <w:rsid w:val="00B25896"/>
    <w:rsid w:val="00B2612C"/>
    <w:rsid w:val="00B261C9"/>
    <w:rsid w:val="00B263D5"/>
    <w:rsid w:val="00B26BA6"/>
    <w:rsid w:val="00B272FB"/>
    <w:rsid w:val="00B27582"/>
    <w:rsid w:val="00B2797A"/>
    <w:rsid w:val="00B27B68"/>
    <w:rsid w:val="00B27DD3"/>
    <w:rsid w:val="00B304F0"/>
    <w:rsid w:val="00B30899"/>
    <w:rsid w:val="00B30DE8"/>
    <w:rsid w:val="00B30F98"/>
    <w:rsid w:val="00B3184A"/>
    <w:rsid w:val="00B32478"/>
    <w:rsid w:val="00B332F2"/>
    <w:rsid w:val="00B34190"/>
    <w:rsid w:val="00B35269"/>
    <w:rsid w:val="00B3530F"/>
    <w:rsid w:val="00B35A45"/>
    <w:rsid w:val="00B35C2A"/>
    <w:rsid w:val="00B36B29"/>
    <w:rsid w:val="00B37A9F"/>
    <w:rsid w:val="00B37FAC"/>
    <w:rsid w:val="00B405C7"/>
    <w:rsid w:val="00B42F6D"/>
    <w:rsid w:val="00B43BCF"/>
    <w:rsid w:val="00B451CA"/>
    <w:rsid w:val="00B4589A"/>
    <w:rsid w:val="00B45EB8"/>
    <w:rsid w:val="00B46372"/>
    <w:rsid w:val="00B47487"/>
    <w:rsid w:val="00B478EF"/>
    <w:rsid w:val="00B5040E"/>
    <w:rsid w:val="00B524CF"/>
    <w:rsid w:val="00B53005"/>
    <w:rsid w:val="00B54053"/>
    <w:rsid w:val="00B54A62"/>
    <w:rsid w:val="00B54BE9"/>
    <w:rsid w:val="00B55087"/>
    <w:rsid w:val="00B55745"/>
    <w:rsid w:val="00B55E56"/>
    <w:rsid w:val="00B56E36"/>
    <w:rsid w:val="00B57C1D"/>
    <w:rsid w:val="00B57C4F"/>
    <w:rsid w:val="00B60BA3"/>
    <w:rsid w:val="00B610EA"/>
    <w:rsid w:val="00B6143A"/>
    <w:rsid w:val="00B61547"/>
    <w:rsid w:val="00B62017"/>
    <w:rsid w:val="00B62841"/>
    <w:rsid w:val="00B63818"/>
    <w:rsid w:val="00B63BFE"/>
    <w:rsid w:val="00B63CF6"/>
    <w:rsid w:val="00B640AF"/>
    <w:rsid w:val="00B6451D"/>
    <w:rsid w:val="00B64A37"/>
    <w:rsid w:val="00B64AEC"/>
    <w:rsid w:val="00B64CA1"/>
    <w:rsid w:val="00B64E33"/>
    <w:rsid w:val="00B653A2"/>
    <w:rsid w:val="00B66A51"/>
    <w:rsid w:val="00B66FDC"/>
    <w:rsid w:val="00B6709D"/>
    <w:rsid w:val="00B67B78"/>
    <w:rsid w:val="00B67D22"/>
    <w:rsid w:val="00B67DB6"/>
    <w:rsid w:val="00B709ED"/>
    <w:rsid w:val="00B70FAB"/>
    <w:rsid w:val="00B71B21"/>
    <w:rsid w:val="00B71E74"/>
    <w:rsid w:val="00B722CA"/>
    <w:rsid w:val="00B723D3"/>
    <w:rsid w:val="00B7256F"/>
    <w:rsid w:val="00B72A7A"/>
    <w:rsid w:val="00B7487C"/>
    <w:rsid w:val="00B74E9B"/>
    <w:rsid w:val="00B75209"/>
    <w:rsid w:val="00B7597F"/>
    <w:rsid w:val="00B76AE9"/>
    <w:rsid w:val="00B7743F"/>
    <w:rsid w:val="00B775A3"/>
    <w:rsid w:val="00B8038B"/>
    <w:rsid w:val="00B805FF"/>
    <w:rsid w:val="00B80D7F"/>
    <w:rsid w:val="00B81718"/>
    <w:rsid w:val="00B82174"/>
    <w:rsid w:val="00B821B9"/>
    <w:rsid w:val="00B826AB"/>
    <w:rsid w:val="00B84213"/>
    <w:rsid w:val="00B859F2"/>
    <w:rsid w:val="00B85EC9"/>
    <w:rsid w:val="00B86B80"/>
    <w:rsid w:val="00B87789"/>
    <w:rsid w:val="00B878F8"/>
    <w:rsid w:val="00B904F9"/>
    <w:rsid w:val="00B91008"/>
    <w:rsid w:val="00B91915"/>
    <w:rsid w:val="00B92040"/>
    <w:rsid w:val="00B9274E"/>
    <w:rsid w:val="00B92850"/>
    <w:rsid w:val="00B92920"/>
    <w:rsid w:val="00B93395"/>
    <w:rsid w:val="00B93F83"/>
    <w:rsid w:val="00B9421F"/>
    <w:rsid w:val="00B9613A"/>
    <w:rsid w:val="00B978BC"/>
    <w:rsid w:val="00B97D8E"/>
    <w:rsid w:val="00BA0575"/>
    <w:rsid w:val="00BA0B10"/>
    <w:rsid w:val="00BA1029"/>
    <w:rsid w:val="00BA117F"/>
    <w:rsid w:val="00BA14F1"/>
    <w:rsid w:val="00BA15EF"/>
    <w:rsid w:val="00BA22CA"/>
    <w:rsid w:val="00BA24DB"/>
    <w:rsid w:val="00BA2D30"/>
    <w:rsid w:val="00BA2FE6"/>
    <w:rsid w:val="00BA532A"/>
    <w:rsid w:val="00BA589C"/>
    <w:rsid w:val="00BA5A51"/>
    <w:rsid w:val="00BA66F2"/>
    <w:rsid w:val="00BA6E84"/>
    <w:rsid w:val="00BA7296"/>
    <w:rsid w:val="00BA7E0D"/>
    <w:rsid w:val="00BB06C6"/>
    <w:rsid w:val="00BB0801"/>
    <w:rsid w:val="00BB0F4B"/>
    <w:rsid w:val="00BB18CA"/>
    <w:rsid w:val="00BB1A44"/>
    <w:rsid w:val="00BB1AF6"/>
    <w:rsid w:val="00BB1E84"/>
    <w:rsid w:val="00BB1FE2"/>
    <w:rsid w:val="00BB37DF"/>
    <w:rsid w:val="00BB3A57"/>
    <w:rsid w:val="00BB3A8D"/>
    <w:rsid w:val="00BB417B"/>
    <w:rsid w:val="00BB41DA"/>
    <w:rsid w:val="00BB476B"/>
    <w:rsid w:val="00BB48A5"/>
    <w:rsid w:val="00BB5905"/>
    <w:rsid w:val="00BB6ABC"/>
    <w:rsid w:val="00BB7B8A"/>
    <w:rsid w:val="00BC3A29"/>
    <w:rsid w:val="00BC4073"/>
    <w:rsid w:val="00BC4B1B"/>
    <w:rsid w:val="00BC4C2A"/>
    <w:rsid w:val="00BC5057"/>
    <w:rsid w:val="00BC539D"/>
    <w:rsid w:val="00BC5609"/>
    <w:rsid w:val="00BC598F"/>
    <w:rsid w:val="00BC6B9A"/>
    <w:rsid w:val="00BC6C2D"/>
    <w:rsid w:val="00BC7DED"/>
    <w:rsid w:val="00BD07F0"/>
    <w:rsid w:val="00BD0DE5"/>
    <w:rsid w:val="00BD185E"/>
    <w:rsid w:val="00BD2C9C"/>
    <w:rsid w:val="00BD2EAE"/>
    <w:rsid w:val="00BD37F3"/>
    <w:rsid w:val="00BD3985"/>
    <w:rsid w:val="00BD3CAB"/>
    <w:rsid w:val="00BD47A0"/>
    <w:rsid w:val="00BD583A"/>
    <w:rsid w:val="00BD71BD"/>
    <w:rsid w:val="00BD73F6"/>
    <w:rsid w:val="00BD76FB"/>
    <w:rsid w:val="00BD7EB2"/>
    <w:rsid w:val="00BE00B4"/>
    <w:rsid w:val="00BE0ABD"/>
    <w:rsid w:val="00BE1EF0"/>
    <w:rsid w:val="00BE364B"/>
    <w:rsid w:val="00BE3CFF"/>
    <w:rsid w:val="00BE4000"/>
    <w:rsid w:val="00BE4543"/>
    <w:rsid w:val="00BE49DB"/>
    <w:rsid w:val="00BE5FDE"/>
    <w:rsid w:val="00BE63F3"/>
    <w:rsid w:val="00BE79B0"/>
    <w:rsid w:val="00BE7CE0"/>
    <w:rsid w:val="00BE7D67"/>
    <w:rsid w:val="00BF081E"/>
    <w:rsid w:val="00BF0867"/>
    <w:rsid w:val="00BF16BD"/>
    <w:rsid w:val="00BF17C1"/>
    <w:rsid w:val="00BF1A57"/>
    <w:rsid w:val="00BF2841"/>
    <w:rsid w:val="00BF284D"/>
    <w:rsid w:val="00BF2DA2"/>
    <w:rsid w:val="00BF37B7"/>
    <w:rsid w:val="00BF3B5D"/>
    <w:rsid w:val="00BF3E0E"/>
    <w:rsid w:val="00BF4B90"/>
    <w:rsid w:val="00BF51AF"/>
    <w:rsid w:val="00BF524C"/>
    <w:rsid w:val="00BF59FB"/>
    <w:rsid w:val="00BF5FFE"/>
    <w:rsid w:val="00BF62A5"/>
    <w:rsid w:val="00BF685B"/>
    <w:rsid w:val="00BF6E39"/>
    <w:rsid w:val="00BF7424"/>
    <w:rsid w:val="00C004DC"/>
    <w:rsid w:val="00C00A93"/>
    <w:rsid w:val="00C00AE2"/>
    <w:rsid w:val="00C00BC3"/>
    <w:rsid w:val="00C01417"/>
    <w:rsid w:val="00C01D2E"/>
    <w:rsid w:val="00C01E76"/>
    <w:rsid w:val="00C01E8F"/>
    <w:rsid w:val="00C02944"/>
    <w:rsid w:val="00C02A28"/>
    <w:rsid w:val="00C02D4E"/>
    <w:rsid w:val="00C02E2D"/>
    <w:rsid w:val="00C03299"/>
    <w:rsid w:val="00C03654"/>
    <w:rsid w:val="00C0396C"/>
    <w:rsid w:val="00C03F8B"/>
    <w:rsid w:val="00C03FD0"/>
    <w:rsid w:val="00C04652"/>
    <w:rsid w:val="00C0496F"/>
    <w:rsid w:val="00C0563E"/>
    <w:rsid w:val="00C06488"/>
    <w:rsid w:val="00C06630"/>
    <w:rsid w:val="00C066D5"/>
    <w:rsid w:val="00C06A83"/>
    <w:rsid w:val="00C07040"/>
    <w:rsid w:val="00C07928"/>
    <w:rsid w:val="00C07B8C"/>
    <w:rsid w:val="00C10916"/>
    <w:rsid w:val="00C113CB"/>
    <w:rsid w:val="00C11EF5"/>
    <w:rsid w:val="00C12003"/>
    <w:rsid w:val="00C125AF"/>
    <w:rsid w:val="00C12986"/>
    <w:rsid w:val="00C132BB"/>
    <w:rsid w:val="00C133C3"/>
    <w:rsid w:val="00C134F5"/>
    <w:rsid w:val="00C138C6"/>
    <w:rsid w:val="00C139CB"/>
    <w:rsid w:val="00C13C76"/>
    <w:rsid w:val="00C1494F"/>
    <w:rsid w:val="00C14A24"/>
    <w:rsid w:val="00C151CE"/>
    <w:rsid w:val="00C15F76"/>
    <w:rsid w:val="00C1654F"/>
    <w:rsid w:val="00C169B5"/>
    <w:rsid w:val="00C16C4B"/>
    <w:rsid w:val="00C16D21"/>
    <w:rsid w:val="00C16FDE"/>
    <w:rsid w:val="00C17655"/>
    <w:rsid w:val="00C206BA"/>
    <w:rsid w:val="00C20859"/>
    <w:rsid w:val="00C209E3"/>
    <w:rsid w:val="00C20D55"/>
    <w:rsid w:val="00C211EC"/>
    <w:rsid w:val="00C223E5"/>
    <w:rsid w:val="00C2254C"/>
    <w:rsid w:val="00C227B9"/>
    <w:rsid w:val="00C23AEC"/>
    <w:rsid w:val="00C23C66"/>
    <w:rsid w:val="00C24444"/>
    <w:rsid w:val="00C24558"/>
    <w:rsid w:val="00C255F4"/>
    <w:rsid w:val="00C25719"/>
    <w:rsid w:val="00C275D7"/>
    <w:rsid w:val="00C2760E"/>
    <w:rsid w:val="00C301BF"/>
    <w:rsid w:val="00C307B8"/>
    <w:rsid w:val="00C30BFB"/>
    <w:rsid w:val="00C319E8"/>
    <w:rsid w:val="00C31D63"/>
    <w:rsid w:val="00C31EFA"/>
    <w:rsid w:val="00C32519"/>
    <w:rsid w:val="00C325A2"/>
    <w:rsid w:val="00C32E0A"/>
    <w:rsid w:val="00C33716"/>
    <w:rsid w:val="00C33B37"/>
    <w:rsid w:val="00C33DD1"/>
    <w:rsid w:val="00C34854"/>
    <w:rsid w:val="00C34898"/>
    <w:rsid w:val="00C3498D"/>
    <w:rsid w:val="00C35E6C"/>
    <w:rsid w:val="00C36404"/>
    <w:rsid w:val="00C371CE"/>
    <w:rsid w:val="00C37C6C"/>
    <w:rsid w:val="00C429C8"/>
    <w:rsid w:val="00C42ACF"/>
    <w:rsid w:val="00C439BE"/>
    <w:rsid w:val="00C44291"/>
    <w:rsid w:val="00C44963"/>
    <w:rsid w:val="00C44EDA"/>
    <w:rsid w:val="00C44F6F"/>
    <w:rsid w:val="00C45E2C"/>
    <w:rsid w:val="00C4729E"/>
    <w:rsid w:val="00C503D8"/>
    <w:rsid w:val="00C51681"/>
    <w:rsid w:val="00C5417B"/>
    <w:rsid w:val="00C544E1"/>
    <w:rsid w:val="00C55021"/>
    <w:rsid w:val="00C5550C"/>
    <w:rsid w:val="00C5550E"/>
    <w:rsid w:val="00C568C7"/>
    <w:rsid w:val="00C5713E"/>
    <w:rsid w:val="00C5739B"/>
    <w:rsid w:val="00C573A1"/>
    <w:rsid w:val="00C57556"/>
    <w:rsid w:val="00C603A5"/>
    <w:rsid w:val="00C6069F"/>
    <w:rsid w:val="00C64FE7"/>
    <w:rsid w:val="00C656E1"/>
    <w:rsid w:val="00C65F9E"/>
    <w:rsid w:val="00C66E8C"/>
    <w:rsid w:val="00C670EB"/>
    <w:rsid w:val="00C679C3"/>
    <w:rsid w:val="00C709A8"/>
    <w:rsid w:val="00C70A5C"/>
    <w:rsid w:val="00C70F43"/>
    <w:rsid w:val="00C71B84"/>
    <w:rsid w:val="00C73239"/>
    <w:rsid w:val="00C73FD9"/>
    <w:rsid w:val="00C742B5"/>
    <w:rsid w:val="00C7437A"/>
    <w:rsid w:val="00C74ADD"/>
    <w:rsid w:val="00C74C1C"/>
    <w:rsid w:val="00C75CEF"/>
    <w:rsid w:val="00C76755"/>
    <w:rsid w:val="00C767BF"/>
    <w:rsid w:val="00C77310"/>
    <w:rsid w:val="00C776F3"/>
    <w:rsid w:val="00C778B9"/>
    <w:rsid w:val="00C77BE6"/>
    <w:rsid w:val="00C80711"/>
    <w:rsid w:val="00C81653"/>
    <w:rsid w:val="00C81EE8"/>
    <w:rsid w:val="00C82617"/>
    <w:rsid w:val="00C8371B"/>
    <w:rsid w:val="00C83861"/>
    <w:rsid w:val="00C83960"/>
    <w:rsid w:val="00C83D5E"/>
    <w:rsid w:val="00C84030"/>
    <w:rsid w:val="00C850F1"/>
    <w:rsid w:val="00C8592C"/>
    <w:rsid w:val="00C85E10"/>
    <w:rsid w:val="00C8635F"/>
    <w:rsid w:val="00C86743"/>
    <w:rsid w:val="00C86A4C"/>
    <w:rsid w:val="00C87A12"/>
    <w:rsid w:val="00C900CC"/>
    <w:rsid w:val="00C901EB"/>
    <w:rsid w:val="00C91125"/>
    <w:rsid w:val="00C913F5"/>
    <w:rsid w:val="00C91672"/>
    <w:rsid w:val="00C92A97"/>
    <w:rsid w:val="00C93AE0"/>
    <w:rsid w:val="00C949F1"/>
    <w:rsid w:val="00C95715"/>
    <w:rsid w:val="00C95AB8"/>
    <w:rsid w:val="00C95ED4"/>
    <w:rsid w:val="00C961B4"/>
    <w:rsid w:val="00C96BBB"/>
    <w:rsid w:val="00C96FF5"/>
    <w:rsid w:val="00C97289"/>
    <w:rsid w:val="00C972AC"/>
    <w:rsid w:val="00C97C30"/>
    <w:rsid w:val="00CA03B3"/>
    <w:rsid w:val="00CA0511"/>
    <w:rsid w:val="00CA0521"/>
    <w:rsid w:val="00CA0D7A"/>
    <w:rsid w:val="00CA0D7E"/>
    <w:rsid w:val="00CA12F4"/>
    <w:rsid w:val="00CA1E90"/>
    <w:rsid w:val="00CA2042"/>
    <w:rsid w:val="00CA2226"/>
    <w:rsid w:val="00CA25B5"/>
    <w:rsid w:val="00CA2BA5"/>
    <w:rsid w:val="00CA3233"/>
    <w:rsid w:val="00CA381C"/>
    <w:rsid w:val="00CA4C8C"/>
    <w:rsid w:val="00CA4F25"/>
    <w:rsid w:val="00CA5175"/>
    <w:rsid w:val="00CA59CE"/>
    <w:rsid w:val="00CA5BF6"/>
    <w:rsid w:val="00CA7B16"/>
    <w:rsid w:val="00CB117F"/>
    <w:rsid w:val="00CB118D"/>
    <w:rsid w:val="00CB22A4"/>
    <w:rsid w:val="00CB3C15"/>
    <w:rsid w:val="00CB40AE"/>
    <w:rsid w:val="00CB451A"/>
    <w:rsid w:val="00CB47C9"/>
    <w:rsid w:val="00CB604D"/>
    <w:rsid w:val="00CB7305"/>
    <w:rsid w:val="00CC1D21"/>
    <w:rsid w:val="00CC1F55"/>
    <w:rsid w:val="00CC2A14"/>
    <w:rsid w:val="00CC2EA3"/>
    <w:rsid w:val="00CC349D"/>
    <w:rsid w:val="00CC3C93"/>
    <w:rsid w:val="00CC44D6"/>
    <w:rsid w:val="00CC46DE"/>
    <w:rsid w:val="00CC493F"/>
    <w:rsid w:val="00CC5D13"/>
    <w:rsid w:val="00CC683D"/>
    <w:rsid w:val="00CC6BAF"/>
    <w:rsid w:val="00CC79F2"/>
    <w:rsid w:val="00CC7C12"/>
    <w:rsid w:val="00CD178D"/>
    <w:rsid w:val="00CD1F56"/>
    <w:rsid w:val="00CD28A6"/>
    <w:rsid w:val="00CD2EB3"/>
    <w:rsid w:val="00CD2FAD"/>
    <w:rsid w:val="00CD3412"/>
    <w:rsid w:val="00CD483F"/>
    <w:rsid w:val="00CD4CD2"/>
    <w:rsid w:val="00CD51F4"/>
    <w:rsid w:val="00CD5B19"/>
    <w:rsid w:val="00CD5B29"/>
    <w:rsid w:val="00CD6D5B"/>
    <w:rsid w:val="00CD7C9B"/>
    <w:rsid w:val="00CE16AE"/>
    <w:rsid w:val="00CE17BC"/>
    <w:rsid w:val="00CE19C0"/>
    <w:rsid w:val="00CE200C"/>
    <w:rsid w:val="00CE200E"/>
    <w:rsid w:val="00CE22BF"/>
    <w:rsid w:val="00CE2957"/>
    <w:rsid w:val="00CE2B32"/>
    <w:rsid w:val="00CE3532"/>
    <w:rsid w:val="00CE3591"/>
    <w:rsid w:val="00CE3E9F"/>
    <w:rsid w:val="00CE4027"/>
    <w:rsid w:val="00CE4CC7"/>
    <w:rsid w:val="00CE52C7"/>
    <w:rsid w:val="00CE6588"/>
    <w:rsid w:val="00CE68CA"/>
    <w:rsid w:val="00CE6F23"/>
    <w:rsid w:val="00CE72B0"/>
    <w:rsid w:val="00CF00D1"/>
    <w:rsid w:val="00CF08B4"/>
    <w:rsid w:val="00CF0F20"/>
    <w:rsid w:val="00CF1327"/>
    <w:rsid w:val="00CF1924"/>
    <w:rsid w:val="00CF20C5"/>
    <w:rsid w:val="00CF37C3"/>
    <w:rsid w:val="00CF385F"/>
    <w:rsid w:val="00CF4498"/>
    <w:rsid w:val="00CF44FE"/>
    <w:rsid w:val="00CF4DCA"/>
    <w:rsid w:val="00CF534F"/>
    <w:rsid w:val="00CF5F8D"/>
    <w:rsid w:val="00CF6F1E"/>
    <w:rsid w:val="00CF71AE"/>
    <w:rsid w:val="00CF7B3C"/>
    <w:rsid w:val="00D00280"/>
    <w:rsid w:val="00D005B9"/>
    <w:rsid w:val="00D00841"/>
    <w:rsid w:val="00D012A9"/>
    <w:rsid w:val="00D01748"/>
    <w:rsid w:val="00D01C46"/>
    <w:rsid w:val="00D01C9B"/>
    <w:rsid w:val="00D01FE9"/>
    <w:rsid w:val="00D0218E"/>
    <w:rsid w:val="00D02804"/>
    <w:rsid w:val="00D029E7"/>
    <w:rsid w:val="00D0348A"/>
    <w:rsid w:val="00D061B1"/>
    <w:rsid w:val="00D07B31"/>
    <w:rsid w:val="00D07F51"/>
    <w:rsid w:val="00D1163D"/>
    <w:rsid w:val="00D117FE"/>
    <w:rsid w:val="00D130D6"/>
    <w:rsid w:val="00D145F9"/>
    <w:rsid w:val="00D15372"/>
    <w:rsid w:val="00D162FF"/>
    <w:rsid w:val="00D169E1"/>
    <w:rsid w:val="00D16A0F"/>
    <w:rsid w:val="00D16FB0"/>
    <w:rsid w:val="00D17A97"/>
    <w:rsid w:val="00D17BC6"/>
    <w:rsid w:val="00D2002D"/>
    <w:rsid w:val="00D20723"/>
    <w:rsid w:val="00D20CBC"/>
    <w:rsid w:val="00D20E4F"/>
    <w:rsid w:val="00D21044"/>
    <w:rsid w:val="00D21D6E"/>
    <w:rsid w:val="00D229F0"/>
    <w:rsid w:val="00D231EA"/>
    <w:rsid w:val="00D23C5F"/>
    <w:rsid w:val="00D23F2C"/>
    <w:rsid w:val="00D23FB2"/>
    <w:rsid w:val="00D2452C"/>
    <w:rsid w:val="00D25059"/>
    <w:rsid w:val="00D25373"/>
    <w:rsid w:val="00D25489"/>
    <w:rsid w:val="00D25B06"/>
    <w:rsid w:val="00D269B9"/>
    <w:rsid w:val="00D27384"/>
    <w:rsid w:val="00D27542"/>
    <w:rsid w:val="00D27BCA"/>
    <w:rsid w:val="00D303F8"/>
    <w:rsid w:val="00D31A12"/>
    <w:rsid w:val="00D31E2E"/>
    <w:rsid w:val="00D31F8C"/>
    <w:rsid w:val="00D33F0C"/>
    <w:rsid w:val="00D34F82"/>
    <w:rsid w:val="00D37120"/>
    <w:rsid w:val="00D37664"/>
    <w:rsid w:val="00D37CAC"/>
    <w:rsid w:val="00D400C3"/>
    <w:rsid w:val="00D40872"/>
    <w:rsid w:val="00D409D2"/>
    <w:rsid w:val="00D41030"/>
    <w:rsid w:val="00D41DD0"/>
    <w:rsid w:val="00D42711"/>
    <w:rsid w:val="00D437D1"/>
    <w:rsid w:val="00D43B8B"/>
    <w:rsid w:val="00D44277"/>
    <w:rsid w:val="00D446B9"/>
    <w:rsid w:val="00D4505C"/>
    <w:rsid w:val="00D45DBE"/>
    <w:rsid w:val="00D45E91"/>
    <w:rsid w:val="00D462AE"/>
    <w:rsid w:val="00D46946"/>
    <w:rsid w:val="00D469A5"/>
    <w:rsid w:val="00D46B6A"/>
    <w:rsid w:val="00D4713A"/>
    <w:rsid w:val="00D50D50"/>
    <w:rsid w:val="00D51240"/>
    <w:rsid w:val="00D51323"/>
    <w:rsid w:val="00D5160B"/>
    <w:rsid w:val="00D518F4"/>
    <w:rsid w:val="00D51DC0"/>
    <w:rsid w:val="00D52B2C"/>
    <w:rsid w:val="00D52FAC"/>
    <w:rsid w:val="00D532CC"/>
    <w:rsid w:val="00D53B09"/>
    <w:rsid w:val="00D53CD5"/>
    <w:rsid w:val="00D552AF"/>
    <w:rsid w:val="00D5599C"/>
    <w:rsid w:val="00D603E6"/>
    <w:rsid w:val="00D607DF"/>
    <w:rsid w:val="00D613BC"/>
    <w:rsid w:val="00D61601"/>
    <w:rsid w:val="00D61643"/>
    <w:rsid w:val="00D618DB"/>
    <w:rsid w:val="00D61D61"/>
    <w:rsid w:val="00D61DE3"/>
    <w:rsid w:val="00D623B6"/>
    <w:rsid w:val="00D62DFA"/>
    <w:rsid w:val="00D63186"/>
    <w:rsid w:val="00D63F1C"/>
    <w:rsid w:val="00D648E4"/>
    <w:rsid w:val="00D64E0E"/>
    <w:rsid w:val="00D6501D"/>
    <w:rsid w:val="00D65955"/>
    <w:rsid w:val="00D6651E"/>
    <w:rsid w:val="00D66589"/>
    <w:rsid w:val="00D6693B"/>
    <w:rsid w:val="00D66B29"/>
    <w:rsid w:val="00D66B5C"/>
    <w:rsid w:val="00D66B72"/>
    <w:rsid w:val="00D702B9"/>
    <w:rsid w:val="00D71B16"/>
    <w:rsid w:val="00D733EB"/>
    <w:rsid w:val="00D73E3A"/>
    <w:rsid w:val="00D741E9"/>
    <w:rsid w:val="00D74802"/>
    <w:rsid w:val="00D749A1"/>
    <w:rsid w:val="00D74FA1"/>
    <w:rsid w:val="00D75049"/>
    <w:rsid w:val="00D7545D"/>
    <w:rsid w:val="00D75600"/>
    <w:rsid w:val="00D75F16"/>
    <w:rsid w:val="00D765B0"/>
    <w:rsid w:val="00D767A6"/>
    <w:rsid w:val="00D76EF5"/>
    <w:rsid w:val="00D77F17"/>
    <w:rsid w:val="00D80C63"/>
    <w:rsid w:val="00D80C93"/>
    <w:rsid w:val="00D81C37"/>
    <w:rsid w:val="00D83278"/>
    <w:rsid w:val="00D83F2A"/>
    <w:rsid w:val="00D84B27"/>
    <w:rsid w:val="00D855FB"/>
    <w:rsid w:val="00D90977"/>
    <w:rsid w:val="00D90D42"/>
    <w:rsid w:val="00D90E43"/>
    <w:rsid w:val="00D92960"/>
    <w:rsid w:val="00D92F34"/>
    <w:rsid w:val="00D93F0F"/>
    <w:rsid w:val="00D96636"/>
    <w:rsid w:val="00D968C3"/>
    <w:rsid w:val="00D97DF6"/>
    <w:rsid w:val="00D97FB2"/>
    <w:rsid w:val="00DA035B"/>
    <w:rsid w:val="00DA0D38"/>
    <w:rsid w:val="00DA127D"/>
    <w:rsid w:val="00DA12B8"/>
    <w:rsid w:val="00DA16F7"/>
    <w:rsid w:val="00DA1EF4"/>
    <w:rsid w:val="00DA230A"/>
    <w:rsid w:val="00DA29A3"/>
    <w:rsid w:val="00DA2AC4"/>
    <w:rsid w:val="00DA355E"/>
    <w:rsid w:val="00DA3C8D"/>
    <w:rsid w:val="00DA421A"/>
    <w:rsid w:val="00DA472C"/>
    <w:rsid w:val="00DA4810"/>
    <w:rsid w:val="00DA4834"/>
    <w:rsid w:val="00DA55D9"/>
    <w:rsid w:val="00DA5680"/>
    <w:rsid w:val="00DA6310"/>
    <w:rsid w:val="00DA6620"/>
    <w:rsid w:val="00DA6D89"/>
    <w:rsid w:val="00DA76A5"/>
    <w:rsid w:val="00DA7823"/>
    <w:rsid w:val="00DA7AD9"/>
    <w:rsid w:val="00DA7D4F"/>
    <w:rsid w:val="00DB1674"/>
    <w:rsid w:val="00DB21CD"/>
    <w:rsid w:val="00DB29CB"/>
    <w:rsid w:val="00DB29F2"/>
    <w:rsid w:val="00DB2C4F"/>
    <w:rsid w:val="00DB31DD"/>
    <w:rsid w:val="00DB42C9"/>
    <w:rsid w:val="00DB432F"/>
    <w:rsid w:val="00DB5FE5"/>
    <w:rsid w:val="00DB66ED"/>
    <w:rsid w:val="00DB778A"/>
    <w:rsid w:val="00DB7A3C"/>
    <w:rsid w:val="00DC0AB1"/>
    <w:rsid w:val="00DC135A"/>
    <w:rsid w:val="00DC1F5A"/>
    <w:rsid w:val="00DC2EEC"/>
    <w:rsid w:val="00DC342D"/>
    <w:rsid w:val="00DC378D"/>
    <w:rsid w:val="00DC3CF5"/>
    <w:rsid w:val="00DC3E29"/>
    <w:rsid w:val="00DC47F3"/>
    <w:rsid w:val="00DC52B3"/>
    <w:rsid w:val="00DC5582"/>
    <w:rsid w:val="00DC629D"/>
    <w:rsid w:val="00DC663D"/>
    <w:rsid w:val="00DC6C34"/>
    <w:rsid w:val="00DC6E7E"/>
    <w:rsid w:val="00DC7138"/>
    <w:rsid w:val="00DD017E"/>
    <w:rsid w:val="00DD0A1E"/>
    <w:rsid w:val="00DD0A5B"/>
    <w:rsid w:val="00DD0CB6"/>
    <w:rsid w:val="00DD17BB"/>
    <w:rsid w:val="00DD21CF"/>
    <w:rsid w:val="00DD2522"/>
    <w:rsid w:val="00DD2933"/>
    <w:rsid w:val="00DD3038"/>
    <w:rsid w:val="00DD369A"/>
    <w:rsid w:val="00DD3B03"/>
    <w:rsid w:val="00DD4361"/>
    <w:rsid w:val="00DD4ADA"/>
    <w:rsid w:val="00DD4B77"/>
    <w:rsid w:val="00DD52A9"/>
    <w:rsid w:val="00DD55F4"/>
    <w:rsid w:val="00DD76A2"/>
    <w:rsid w:val="00DE00E0"/>
    <w:rsid w:val="00DE0752"/>
    <w:rsid w:val="00DE0965"/>
    <w:rsid w:val="00DE0A36"/>
    <w:rsid w:val="00DE0E2B"/>
    <w:rsid w:val="00DE106D"/>
    <w:rsid w:val="00DE1C74"/>
    <w:rsid w:val="00DE31A1"/>
    <w:rsid w:val="00DE352E"/>
    <w:rsid w:val="00DE3D96"/>
    <w:rsid w:val="00DE4C10"/>
    <w:rsid w:val="00DE58E9"/>
    <w:rsid w:val="00DE63A9"/>
    <w:rsid w:val="00DE64C6"/>
    <w:rsid w:val="00DE7990"/>
    <w:rsid w:val="00DE7A87"/>
    <w:rsid w:val="00DE7D76"/>
    <w:rsid w:val="00DF0CC7"/>
    <w:rsid w:val="00DF0FBF"/>
    <w:rsid w:val="00DF36A6"/>
    <w:rsid w:val="00DF3FC6"/>
    <w:rsid w:val="00DF46BA"/>
    <w:rsid w:val="00DF4EC0"/>
    <w:rsid w:val="00DF513F"/>
    <w:rsid w:val="00DF555A"/>
    <w:rsid w:val="00DF56CF"/>
    <w:rsid w:val="00DF5EB6"/>
    <w:rsid w:val="00DF62BE"/>
    <w:rsid w:val="00DF787F"/>
    <w:rsid w:val="00DF7FAD"/>
    <w:rsid w:val="00E008C1"/>
    <w:rsid w:val="00E00C03"/>
    <w:rsid w:val="00E011D4"/>
    <w:rsid w:val="00E018BC"/>
    <w:rsid w:val="00E026E0"/>
    <w:rsid w:val="00E031B0"/>
    <w:rsid w:val="00E03518"/>
    <w:rsid w:val="00E037D0"/>
    <w:rsid w:val="00E04041"/>
    <w:rsid w:val="00E04090"/>
    <w:rsid w:val="00E047BA"/>
    <w:rsid w:val="00E05BE0"/>
    <w:rsid w:val="00E06361"/>
    <w:rsid w:val="00E076E0"/>
    <w:rsid w:val="00E07CED"/>
    <w:rsid w:val="00E07D46"/>
    <w:rsid w:val="00E07F75"/>
    <w:rsid w:val="00E103D2"/>
    <w:rsid w:val="00E10A01"/>
    <w:rsid w:val="00E11217"/>
    <w:rsid w:val="00E119A1"/>
    <w:rsid w:val="00E12590"/>
    <w:rsid w:val="00E12EAD"/>
    <w:rsid w:val="00E1321E"/>
    <w:rsid w:val="00E13FFA"/>
    <w:rsid w:val="00E1433C"/>
    <w:rsid w:val="00E15FC5"/>
    <w:rsid w:val="00E1600A"/>
    <w:rsid w:val="00E17412"/>
    <w:rsid w:val="00E1759C"/>
    <w:rsid w:val="00E177AA"/>
    <w:rsid w:val="00E17BAE"/>
    <w:rsid w:val="00E209E6"/>
    <w:rsid w:val="00E22F49"/>
    <w:rsid w:val="00E241DE"/>
    <w:rsid w:val="00E24203"/>
    <w:rsid w:val="00E24488"/>
    <w:rsid w:val="00E251E3"/>
    <w:rsid w:val="00E26F35"/>
    <w:rsid w:val="00E27371"/>
    <w:rsid w:val="00E276C7"/>
    <w:rsid w:val="00E27D9B"/>
    <w:rsid w:val="00E30482"/>
    <w:rsid w:val="00E304CC"/>
    <w:rsid w:val="00E30748"/>
    <w:rsid w:val="00E312F3"/>
    <w:rsid w:val="00E31B5A"/>
    <w:rsid w:val="00E31F26"/>
    <w:rsid w:val="00E322E1"/>
    <w:rsid w:val="00E32420"/>
    <w:rsid w:val="00E32AD6"/>
    <w:rsid w:val="00E33474"/>
    <w:rsid w:val="00E33575"/>
    <w:rsid w:val="00E34615"/>
    <w:rsid w:val="00E3553E"/>
    <w:rsid w:val="00E368D9"/>
    <w:rsid w:val="00E36B5A"/>
    <w:rsid w:val="00E37001"/>
    <w:rsid w:val="00E37042"/>
    <w:rsid w:val="00E374C9"/>
    <w:rsid w:val="00E37BC8"/>
    <w:rsid w:val="00E400B4"/>
    <w:rsid w:val="00E4020D"/>
    <w:rsid w:val="00E4032B"/>
    <w:rsid w:val="00E41C23"/>
    <w:rsid w:val="00E420B2"/>
    <w:rsid w:val="00E42342"/>
    <w:rsid w:val="00E424F9"/>
    <w:rsid w:val="00E42A6B"/>
    <w:rsid w:val="00E43007"/>
    <w:rsid w:val="00E43045"/>
    <w:rsid w:val="00E44726"/>
    <w:rsid w:val="00E448B3"/>
    <w:rsid w:val="00E44EA7"/>
    <w:rsid w:val="00E451BE"/>
    <w:rsid w:val="00E46019"/>
    <w:rsid w:val="00E4625D"/>
    <w:rsid w:val="00E46403"/>
    <w:rsid w:val="00E46615"/>
    <w:rsid w:val="00E46AFC"/>
    <w:rsid w:val="00E477FC"/>
    <w:rsid w:val="00E50206"/>
    <w:rsid w:val="00E5189F"/>
    <w:rsid w:val="00E51CEE"/>
    <w:rsid w:val="00E51E98"/>
    <w:rsid w:val="00E521A5"/>
    <w:rsid w:val="00E5298E"/>
    <w:rsid w:val="00E52A00"/>
    <w:rsid w:val="00E52D44"/>
    <w:rsid w:val="00E531C3"/>
    <w:rsid w:val="00E53654"/>
    <w:rsid w:val="00E5383E"/>
    <w:rsid w:val="00E53BCE"/>
    <w:rsid w:val="00E54400"/>
    <w:rsid w:val="00E546B0"/>
    <w:rsid w:val="00E55523"/>
    <w:rsid w:val="00E55886"/>
    <w:rsid w:val="00E55CA2"/>
    <w:rsid w:val="00E56594"/>
    <w:rsid w:val="00E566C6"/>
    <w:rsid w:val="00E569C7"/>
    <w:rsid w:val="00E5734B"/>
    <w:rsid w:val="00E573D3"/>
    <w:rsid w:val="00E575FB"/>
    <w:rsid w:val="00E6027E"/>
    <w:rsid w:val="00E60743"/>
    <w:rsid w:val="00E60BD8"/>
    <w:rsid w:val="00E60E97"/>
    <w:rsid w:val="00E61536"/>
    <w:rsid w:val="00E61EBA"/>
    <w:rsid w:val="00E6250E"/>
    <w:rsid w:val="00E62785"/>
    <w:rsid w:val="00E62EE0"/>
    <w:rsid w:val="00E64B2C"/>
    <w:rsid w:val="00E64ECE"/>
    <w:rsid w:val="00E65F7E"/>
    <w:rsid w:val="00E664BF"/>
    <w:rsid w:val="00E66B0F"/>
    <w:rsid w:val="00E67227"/>
    <w:rsid w:val="00E6796C"/>
    <w:rsid w:val="00E67F53"/>
    <w:rsid w:val="00E70034"/>
    <w:rsid w:val="00E70662"/>
    <w:rsid w:val="00E7074D"/>
    <w:rsid w:val="00E70C23"/>
    <w:rsid w:val="00E70C9D"/>
    <w:rsid w:val="00E70FC9"/>
    <w:rsid w:val="00E71089"/>
    <w:rsid w:val="00E72799"/>
    <w:rsid w:val="00E7416A"/>
    <w:rsid w:val="00E74262"/>
    <w:rsid w:val="00E74A7E"/>
    <w:rsid w:val="00E75141"/>
    <w:rsid w:val="00E756D3"/>
    <w:rsid w:val="00E7589C"/>
    <w:rsid w:val="00E7616B"/>
    <w:rsid w:val="00E7658D"/>
    <w:rsid w:val="00E765A0"/>
    <w:rsid w:val="00E76AD0"/>
    <w:rsid w:val="00E80DE5"/>
    <w:rsid w:val="00E80F0E"/>
    <w:rsid w:val="00E81FF6"/>
    <w:rsid w:val="00E824B5"/>
    <w:rsid w:val="00E83157"/>
    <w:rsid w:val="00E837FB"/>
    <w:rsid w:val="00E841B8"/>
    <w:rsid w:val="00E842AC"/>
    <w:rsid w:val="00E84485"/>
    <w:rsid w:val="00E84D58"/>
    <w:rsid w:val="00E85F7C"/>
    <w:rsid w:val="00E8602A"/>
    <w:rsid w:val="00E86D79"/>
    <w:rsid w:val="00E871FD"/>
    <w:rsid w:val="00E872B8"/>
    <w:rsid w:val="00E872C3"/>
    <w:rsid w:val="00E87B6F"/>
    <w:rsid w:val="00E91475"/>
    <w:rsid w:val="00E9234E"/>
    <w:rsid w:val="00E928C4"/>
    <w:rsid w:val="00E937F9"/>
    <w:rsid w:val="00E93B52"/>
    <w:rsid w:val="00E93CB3"/>
    <w:rsid w:val="00E94100"/>
    <w:rsid w:val="00E942F7"/>
    <w:rsid w:val="00E94313"/>
    <w:rsid w:val="00E94914"/>
    <w:rsid w:val="00E95354"/>
    <w:rsid w:val="00E9539B"/>
    <w:rsid w:val="00E95919"/>
    <w:rsid w:val="00E95A32"/>
    <w:rsid w:val="00E95BF0"/>
    <w:rsid w:val="00E9715E"/>
    <w:rsid w:val="00E978FE"/>
    <w:rsid w:val="00EA02BA"/>
    <w:rsid w:val="00EA038D"/>
    <w:rsid w:val="00EA2746"/>
    <w:rsid w:val="00EA2A2B"/>
    <w:rsid w:val="00EA4478"/>
    <w:rsid w:val="00EA5AD8"/>
    <w:rsid w:val="00EA7A8B"/>
    <w:rsid w:val="00EB038A"/>
    <w:rsid w:val="00EB0892"/>
    <w:rsid w:val="00EB0A5E"/>
    <w:rsid w:val="00EB1929"/>
    <w:rsid w:val="00EB222F"/>
    <w:rsid w:val="00EB2547"/>
    <w:rsid w:val="00EB29DB"/>
    <w:rsid w:val="00EB2C21"/>
    <w:rsid w:val="00EB3333"/>
    <w:rsid w:val="00EB3DB8"/>
    <w:rsid w:val="00EB42BC"/>
    <w:rsid w:val="00EB4429"/>
    <w:rsid w:val="00EB452A"/>
    <w:rsid w:val="00EB45F2"/>
    <w:rsid w:val="00EB58DE"/>
    <w:rsid w:val="00EB5F70"/>
    <w:rsid w:val="00EC002A"/>
    <w:rsid w:val="00EC09E2"/>
    <w:rsid w:val="00EC1C49"/>
    <w:rsid w:val="00EC3066"/>
    <w:rsid w:val="00EC312D"/>
    <w:rsid w:val="00EC4405"/>
    <w:rsid w:val="00EC5624"/>
    <w:rsid w:val="00EC5A04"/>
    <w:rsid w:val="00EC60DD"/>
    <w:rsid w:val="00EC64BA"/>
    <w:rsid w:val="00EC6E21"/>
    <w:rsid w:val="00EC70C8"/>
    <w:rsid w:val="00ED01B2"/>
    <w:rsid w:val="00ED07DC"/>
    <w:rsid w:val="00ED0D0F"/>
    <w:rsid w:val="00ED1C7C"/>
    <w:rsid w:val="00ED20A5"/>
    <w:rsid w:val="00ED22F7"/>
    <w:rsid w:val="00ED3056"/>
    <w:rsid w:val="00ED3849"/>
    <w:rsid w:val="00ED3E64"/>
    <w:rsid w:val="00ED53F0"/>
    <w:rsid w:val="00ED5CA9"/>
    <w:rsid w:val="00ED6963"/>
    <w:rsid w:val="00ED6F24"/>
    <w:rsid w:val="00ED79F4"/>
    <w:rsid w:val="00ED7FE4"/>
    <w:rsid w:val="00EE0675"/>
    <w:rsid w:val="00EE07BB"/>
    <w:rsid w:val="00EE0FBC"/>
    <w:rsid w:val="00EE1572"/>
    <w:rsid w:val="00EE18BB"/>
    <w:rsid w:val="00EE1D3D"/>
    <w:rsid w:val="00EE266B"/>
    <w:rsid w:val="00EE3445"/>
    <w:rsid w:val="00EE3AFC"/>
    <w:rsid w:val="00EE3E3A"/>
    <w:rsid w:val="00EE3F4B"/>
    <w:rsid w:val="00EE3FBD"/>
    <w:rsid w:val="00EE4496"/>
    <w:rsid w:val="00EE4899"/>
    <w:rsid w:val="00EE4E41"/>
    <w:rsid w:val="00EE56A3"/>
    <w:rsid w:val="00EE61C9"/>
    <w:rsid w:val="00EE6809"/>
    <w:rsid w:val="00EF04C1"/>
    <w:rsid w:val="00EF0FE7"/>
    <w:rsid w:val="00EF1230"/>
    <w:rsid w:val="00EF1DA9"/>
    <w:rsid w:val="00EF2B91"/>
    <w:rsid w:val="00EF2C11"/>
    <w:rsid w:val="00EF5B1A"/>
    <w:rsid w:val="00EF5E7A"/>
    <w:rsid w:val="00EF71F6"/>
    <w:rsid w:val="00EF74D7"/>
    <w:rsid w:val="00EF7A45"/>
    <w:rsid w:val="00EF7A4C"/>
    <w:rsid w:val="00F0344E"/>
    <w:rsid w:val="00F034BF"/>
    <w:rsid w:val="00F038CD"/>
    <w:rsid w:val="00F056FF"/>
    <w:rsid w:val="00F05BCF"/>
    <w:rsid w:val="00F05F5C"/>
    <w:rsid w:val="00F064E0"/>
    <w:rsid w:val="00F06BD1"/>
    <w:rsid w:val="00F076A7"/>
    <w:rsid w:val="00F10224"/>
    <w:rsid w:val="00F10F30"/>
    <w:rsid w:val="00F10FE4"/>
    <w:rsid w:val="00F1174B"/>
    <w:rsid w:val="00F11D6A"/>
    <w:rsid w:val="00F11F64"/>
    <w:rsid w:val="00F122DF"/>
    <w:rsid w:val="00F1254B"/>
    <w:rsid w:val="00F125B7"/>
    <w:rsid w:val="00F1307D"/>
    <w:rsid w:val="00F13217"/>
    <w:rsid w:val="00F13264"/>
    <w:rsid w:val="00F1376D"/>
    <w:rsid w:val="00F14D12"/>
    <w:rsid w:val="00F14FE3"/>
    <w:rsid w:val="00F15102"/>
    <w:rsid w:val="00F15677"/>
    <w:rsid w:val="00F174B2"/>
    <w:rsid w:val="00F17DAF"/>
    <w:rsid w:val="00F217D4"/>
    <w:rsid w:val="00F221F4"/>
    <w:rsid w:val="00F222A1"/>
    <w:rsid w:val="00F233EE"/>
    <w:rsid w:val="00F23BF0"/>
    <w:rsid w:val="00F23EA9"/>
    <w:rsid w:val="00F265E7"/>
    <w:rsid w:val="00F266AA"/>
    <w:rsid w:val="00F27640"/>
    <w:rsid w:val="00F30698"/>
    <w:rsid w:val="00F30CA5"/>
    <w:rsid w:val="00F30E1B"/>
    <w:rsid w:val="00F30E34"/>
    <w:rsid w:val="00F31AC2"/>
    <w:rsid w:val="00F33190"/>
    <w:rsid w:val="00F336E5"/>
    <w:rsid w:val="00F34175"/>
    <w:rsid w:val="00F3483E"/>
    <w:rsid w:val="00F350F1"/>
    <w:rsid w:val="00F356D1"/>
    <w:rsid w:val="00F35753"/>
    <w:rsid w:val="00F3596F"/>
    <w:rsid w:val="00F36054"/>
    <w:rsid w:val="00F36981"/>
    <w:rsid w:val="00F36A28"/>
    <w:rsid w:val="00F37FED"/>
    <w:rsid w:val="00F4024E"/>
    <w:rsid w:val="00F40485"/>
    <w:rsid w:val="00F40B10"/>
    <w:rsid w:val="00F41E26"/>
    <w:rsid w:val="00F422C7"/>
    <w:rsid w:val="00F42D91"/>
    <w:rsid w:val="00F43D1F"/>
    <w:rsid w:val="00F443F3"/>
    <w:rsid w:val="00F4476B"/>
    <w:rsid w:val="00F44AC6"/>
    <w:rsid w:val="00F44B3B"/>
    <w:rsid w:val="00F45018"/>
    <w:rsid w:val="00F4518C"/>
    <w:rsid w:val="00F45349"/>
    <w:rsid w:val="00F4538A"/>
    <w:rsid w:val="00F46D5A"/>
    <w:rsid w:val="00F46EE2"/>
    <w:rsid w:val="00F473CE"/>
    <w:rsid w:val="00F50785"/>
    <w:rsid w:val="00F508F2"/>
    <w:rsid w:val="00F50D3F"/>
    <w:rsid w:val="00F50ECF"/>
    <w:rsid w:val="00F51F89"/>
    <w:rsid w:val="00F53D5E"/>
    <w:rsid w:val="00F542CB"/>
    <w:rsid w:val="00F5473B"/>
    <w:rsid w:val="00F5474D"/>
    <w:rsid w:val="00F54B65"/>
    <w:rsid w:val="00F54D15"/>
    <w:rsid w:val="00F55176"/>
    <w:rsid w:val="00F55583"/>
    <w:rsid w:val="00F561E2"/>
    <w:rsid w:val="00F56BBD"/>
    <w:rsid w:val="00F579D0"/>
    <w:rsid w:val="00F57B65"/>
    <w:rsid w:val="00F60594"/>
    <w:rsid w:val="00F60B15"/>
    <w:rsid w:val="00F61330"/>
    <w:rsid w:val="00F62A3B"/>
    <w:rsid w:val="00F62DE6"/>
    <w:rsid w:val="00F62FF3"/>
    <w:rsid w:val="00F6308C"/>
    <w:rsid w:val="00F634DD"/>
    <w:rsid w:val="00F63F77"/>
    <w:rsid w:val="00F64100"/>
    <w:rsid w:val="00F64490"/>
    <w:rsid w:val="00F6561B"/>
    <w:rsid w:val="00F659D2"/>
    <w:rsid w:val="00F65AF7"/>
    <w:rsid w:val="00F65E56"/>
    <w:rsid w:val="00F65FF2"/>
    <w:rsid w:val="00F6653E"/>
    <w:rsid w:val="00F66E10"/>
    <w:rsid w:val="00F66EA8"/>
    <w:rsid w:val="00F66EBB"/>
    <w:rsid w:val="00F678CA"/>
    <w:rsid w:val="00F70CAC"/>
    <w:rsid w:val="00F710C3"/>
    <w:rsid w:val="00F71433"/>
    <w:rsid w:val="00F71659"/>
    <w:rsid w:val="00F71977"/>
    <w:rsid w:val="00F726FA"/>
    <w:rsid w:val="00F751A5"/>
    <w:rsid w:val="00F80244"/>
    <w:rsid w:val="00F8025D"/>
    <w:rsid w:val="00F8064F"/>
    <w:rsid w:val="00F81AD8"/>
    <w:rsid w:val="00F82305"/>
    <w:rsid w:val="00F82A2D"/>
    <w:rsid w:val="00F82B6A"/>
    <w:rsid w:val="00F82C32"/>
    <w:rsid w:val="00F83209"/>
    <w:rsid w:val="00F837E1"/>
    <w:rsid w:val="00F83E7B"/>
    <w:rsid w:val="00F85BED"/>
    <w:rsid w:val="00F85BF0"/>
    <w:rsid w:val="00F85FF7"/>
    <w:rsid w:val="00F86E47"/>
    <w:rsid w:val="00F87EC7"/>
    <w:rsid w:val="00F916D8"/>
    <w:rsid w:val="00F92588"/>
    <w:rsid w:val="00F9265A"/>
    <w:rsid w:val="00F9329F"/>
    <w:rsid w:val="00F933D8"/>
    <w:rsid w:val="00F93C3C"/>
    <w:rsid w:val="00F948B1"/>
    <w:rsid w:val="00F948B8"/>
    <w:rsid w:val="00F94BCD"/>
    <w:rsid w:val="00F94D3A"/>
    <w:rsid w:val="00F95C98"/>
    <w:rsid w:val="00F95D62"/>
    <w:rsid w:val="00F95F4E"/>
    <w:rsid w:val="00F96ED7"/>
    <w:rsid w:val="00F97161"/>
    <w:rsid w:val="00FA0296"/>
    <w:rsid w:val="00FA0B36"/>
    <w:rsid w:val="00FA1D33"/>
    <w:rsid w:val="00FA1E4B"/>
    <w:rsid w:val="00FA2255"/>
    <w:rsid w:val="00FA229F"/>
    <w:rsid w:val="00FA26D7"/>
    <w:rsid w:val="00FA27D3"/>
    <w:rsid w:val="00FA2A89"/>
    <w:rsid w:val="00FA3E3F"/>
    <w:rsid w:val="00FA46C8"/>
    <w:rsid w:val="00FA5576"/>
    <w:rsid w:val="00FA6CAA"/>
    <w:rsid w:val="00FB025B"/>
    <w:rsid w:val="00FB026B"/>
    <w:rsid w:val="00FB199D"/>
    <w:rsid w:val="00FB4EF3"/>
    <w:rsid w:val="00FB5280"/>
    <w:rsid w:val="00FB63AD"/>
    <w:rsid w:val="00FB6CA6"/>
    <w:rsid w:val="00FB6E9B"/>
    <w:rsid w:val="00FB7329"/>
    <w:rsid w:val="00FB748B"/>
    <w:rsid w:val="00FB79B6"/>
    <w:rsid w:val="00FC0071"/>
    <w:rsid w:val="00FC09E8"/>
    <w:rsid w:val="00FC0C20"/>
    <w:rsid w:val="00FC0E20"/>
    <w:rsid w:val="00FC0E8E"/>
    <w:rsid w:val="00FC1A13"/>
    <w:rsid w:val="00FC1ABD"/>
    <w:rsid w:val="00FC1BE8"/>
    <w:rsid w:val="00FC1EE2"/>
    <w:rsid w:val="00FC1F7D"/>
    <w:rsid w:val="00FC28EB"/>
    <w:rsid w:val="00FC340D"/>
    <w:rsid w:val="00FC35A8"/>
    <w:rsid w:val="00FC3A3C"/>
    <w:rsid w:val="00FC3F30"/>
    <w:rsid w:val="00FC492D"/>
    <w:rsid w:val="00FC509F"/>
    <w:rsid w:val="00FC5914"/>
    <w:rsid w:val="00FC5AA2"/>
    <w:rsid w:val="00FC6278"/>
    <w:rsid w:val="00FC6A4A"/>
    <w:rsid w:val="00FC7296"/>
    <w:rsid w:val="00FC73C2"/>
    <w:rsid w:val="00FC777E"/>
    <w:rsid w:val="00FD048C"/>
    <w:rsid w:val="00FD1131"/>
    <w:rsid w:val="00FD179C"/>
    <w:rsid w:val="00FD1E4D"/>
    <w:rsid w:val="00FD2681"/>
    <w:rsid w:val="00FD2A2C"/>
    <w:rsid w:val="00FD2D0B"/>
    <w:rsid w:val="00FD42BB"/>
    <w:rsid w:val="00FD4A23"/>
    <w:rsid w:val="00FD5199"/>
    <w:rsid w:val="00FD67E8"/>
    <w:rsid w:val="00FD6BFE"/>
    <w:rsid w:val="00FD7513"/>
    <w:rsid w:val="00FD7CAB"/>
    <w:rsid w:val="00FE08FA"/>
    <w:rsid w:val="00FE0D97"/>
    <w:rsid w:val="00FE0DC7"/>
    <w:rsid w:val="00FE1578"/>
    <w:rsid w:val="00FE260B"/>
    <w:rsid w:val="00FE2667"/>
    <w:rsid w:val="00FE30E8"/>
    <w:rsid w:val="00FE43EA"/>
    <w:rsid w:val="00FE461D"/>
    <w:rsid w:val="00FE4EB6"/>
    <w:rsid w:val="00FE5B56"/>
    <w:rsid w:val="00FE688E"/>
    <w:rsid w:val="00FE6EFC"/>
    <w:rsid w:val="00FE70AF"/>
    <w:rsid w:val="00FF0676"/>
    <w:rsid w:val="00FF10C8"/>
    <w:rsid w:val="00FF1167"/>
    <w:rsid w:val="00FF1901"/>
    <w:rsid w:val="00FF24BE"/>
    <w:rsid w:val="00FF36D2"/>
    <w:rsid w:val="00FF3859"/>
    <w:rsid w:val="00FF3908"/>
    <w:rsid w:val="00FF3936"/>
    <w:rsid w:val="00FF40DE"/>
    <w:rsid w:val="00FF508E"/>
    <w:rsid w:val="00FF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59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E07B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941A41"/>
    <w:rPr>
      <w:rFonts w:ascii="Courier New" w:hAnsi="Courier New" w:cs="Courier New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332A77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32A77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332A7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32A77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C54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543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44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565</Words>
  <Characters>3221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Д А Т К О В И Й   П Е Р Е Л І К</dc:title>
  <dc:subject/>
  <dc:creator>1</dc:creator>
  <cp:keywords/>
  <dc:description/>
  <cp:lastModifiedBy>Юрій Голубов</cp:lastModifiedBy>
  <cp:revision>2</cp:revision>
  <cp:lastPrinted>2018-12-18T12:29:00Z</cp:lastPrinted>
  <dcterms:created xsi:type="dcterms:W3CDTF">2018-12-19T11:26:00Z</dcterms:created>
  <dcterms:modified xsi:type="dcterms:W3CDTF">2018-12-19T11:26:00Z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