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737415" w:rsidRPr="00E53DAB" w:rsidRDefault="00737415">
      <w:pPr>
        <w:rPr>
          <w:lang w:val="uk-UA"/>
        </w:rPr>
      </w:pPr>
      <w:r w:rsidRPr="00891CAB">
        <w:object w:dxaOrig="10594" w:dyaOrig="152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9.5pt;height:763.5pt" o:ole="">
            <v:imagedata r:id="rId4" o:title=""/>
          </v:shape>
          <o:OLEObject Type="Embed" ProgID="Word.Document.8" ShapeID="_x0000_i1025" DrawAspect="Content" ObjectID="_1611132077" r:id="rId5">
            <o:FieldCodes>\s</o:FieldCodes>
          </o:OLEObject>
        </w:object>
      </w:r>
      <w:bookmarkEnd w:id="0"/>
    </w:p>
    <w:sectPr w:rsidR="00737415" w:rsidRPr="00E53DAB" w:rsidSect="00FE2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CB7"/>
    <w:rsid w:val="00304807"/>
    <w:rsid w:val="004414AC"/>
    <w:rsid w:val="00503884"/>
    <w:rsid w:val="006779FE"/>
    <w:rsid w:val="00737415"/>
    <w:rsid w:val="00770CB7"/>
    <w:rsid w:val="007F60C9"/>
    <w:rsid w:val="008618CE"/>
    <w:rsid w:val="00891CAB"/>
    <w:rsid w:val="00E15724"/>
    <w:rsid w:val="00E53DAB"/>
    <w:rsid w:val="00FE2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7B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4</Words>
  <Characters>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Юрій Голубов</cp:lastModifiedBy>
  <cp:revision>4</cp:revision>
  <dcterms:created xsi:type="dcterms:W3CDTF">2017-12-06T12:35:00Z</dcterms:created>
  <dcterms:modified xsi:type="dcterms:W3CDTF">2019-02-08T09:55:00Z</dcterms:modified>
</cp:coreProperties>
</file>