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/>
    <w:p w:rsidR="00BC632A" w:rsidRDefault="00BC632A">
      <w:r w:rsidRPr="00891CAB">
        <w:object w:dxaOrig="10733" w:dyaOrig="13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7pt;height:681pt" o:ole="">
            <v:imagedata r:id="rId4" o:title=""/>
          </v:shape>
          <o:OLEObject Type="Embed" ProgID="Word.Document.8" ShapeID="_x0000_i1025" DrawAspect="Content" ObjectID="_1616256536" r:id="rId5">
            <o:FieldCodes>\s</o:FieldCodes>
          </o:OLEObject>
        </w:object>
      </w:r>
      <w:bookmarkEnd w:id="0"/>
    </w:p>
    <w:sectPr w:rsidR="00BC632A" w:rsidSect="005B02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0CB7"/>
    <w:rsid w:val="00017C1E"/>
    <w:rsid w:val="000A5BBF"/>
    <w:rsid w:val="00304807"/>
    <w:rsid w:val="004414AC"/>
    <w:rsid w:val="004B24BC"/>
    <w:rsid w:val="00503884"/>
    <w:rsid w:val="00511A19"/>
    <w:rsid w:val="005B02E1"/>
    <w:rsid w:val="006779FE"/>
    <w:rsid w:val="00764139"/>
    <w:rsid w:val="00770CB7"/>
    <w:rsid w:val="008618CE"/>
    <w:rsid w:val="00891CAB"/>
    <w:rsid w:val="008A1D41"/>
    <w:rsid w:val="00946F22"/>
    <w:rsid w:val="00A3407A"/>
    <w:rsid w:val="00A97116"/>
    <w:rsid w:val="00AD2706"/>
    <w:rsid w:val="00B213AF"/>
    <w:rsid w:val="00BC632A"/>
    <w:rsid w:val="00C05718"/>
    <w:rsid w:val="00C96B67"/>
    <w:rsid w:val="00E15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2E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1</Pages>
  <Words>4</Words>
  <Characters>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Goron</dc:creator>
  <cp:keywords/>
  <dc:description/>
  <cp:lastModifiedBy>Юрій Голубов</cp:lastModifiedBy>
  <cp:revision>3</cp:revision>
  <dcterms:created xsi:type="dcterms:W3CDTF">2019-04-08T14:15:00Z</dcterms:created>
  <dcterms:modified xsi:type="dcterms:W3CDTF">2019-04-08T16:23:00Z</dcterms:modified>
</cp:coreProperties>
</file>